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527D17" w14:paraId="63F20C59" w14:textId="77777777" w:rsidTr="004E20CF">
        <w:tc>
          <w:tcPr>
            <w:tcW w:w="1458" w:type="dxa"/>
          </w:tcPr>
          <w:p w14:paraId="0CCBC069" w14:textId="301D3FBF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สารบัญ</w:t>
            </w:r>
          </w:p>
        </w:tc>
      </w:tr>
      <w:tr w:rsidR="00B37123" w:rsidRPr="00527D17" w14:paraId="5BB399AE" w14:textId="77777777" w:rsidTr="004E20CF">
        <w:tc>
          <w:tcPr>
            <w:tcW w:w="1458" w:type="dxa"/>
          </w:tcPr>
          <w:p w14:paraId="57D0A08D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8075" w:type="dxa"/>
          </w:tcPr>
          <w:p w14:paraId="79AC227A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B37123" w:rsidRPr="00527D17" w14:paraId="1D338A2F" w14:textId="77777777" w:rsidTr="004E20CF">
        <w:tc>
          <w:tcPr>
            <w:tcW w:w="1458" w:type="dxa"/>
          </w:tcPr>
          <w:p w14:paraId="141B8FB1" w14:textId="25FF789F" w:rsidR="00450397" w:rsidRPr="00527D17" w:rsidRDefault="006C77FA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527D17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527D17" w14:paraId="5D446CA7" w14:textId="77777777" w:rsidTr="004E20CF">
        <w:tc>
          <w:tcPr>
            <w:tcW w:w="1458" w:type="dxa"/>
          </w:tcPr>
          <w:p w14:paraId="1E7E52A3" w14:textId="70D39709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527D17" w14:paraId="57415F23" w14:textId="77777777" w:rsidTr="004E20CF">
        <w:tc>
          <w:tcPr>
            <w:tcW w:w="1458" w:type="dxa"/>
          </w:tcPr>
          <w:p w14:paraId="5958E395" w14:textId="523E8B28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อสังหาริมทรัพย์</w:t>
            </w: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พัฒนา</w:t>
            </w: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เพื่อขาย</w:t>
            </w:r>
          </w:p>
        </w:tc>
      </w:tr>
      <w:tr w:rsidR="003F7E64" w:rsidRPr="00527D17" w14:paraId="1492311A" w14:textId="77777777" w:rsidTr="004E20CF">
        <w:tc>
          <w:tcPr>
            <w:tcW w:w="1458" w:type="dxa"/>
          </w:tcPr>
          <w:p w14:paraId="250919A9" w14:textId="76EB2EBD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527D17" w14:paraId="7AE8E2E8" w14:textId="77777777" w:rsidTr="004E20CF">
        <w:tc>
          <w:tcPr>
            <w:tcW w:w="1458" w:type="dxa"/>
          </w:tcPr>
          <w:p w14:paraId="4772726F" w14:textId="6A33845D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bookmarkStart w:id="0" w:name="_Hlk86787274"/>
            <w:r w:rsidRPr="006C77FA">
              <w:rPr>
                <w:rFonts w:ascii="Angsana New" w:hAnsi="Angsana New"/>
                <w:sz w:val="29"/>
                <w:szCs w:val="29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527D17" w14:paraId="723E25BC" w14:textId="77777777" w:rsidTr="004E20CF">
        <w:tc>
          <w:tcPr>
            <w:tcW w:w="1458" w:type="dxa"/>
          </w:tcPr>
          <w:p w14:paraId="5355EB12" w14:textId="787C8A4B" w:rsidR="003F7E64" w:rsidRPr="00527D17" w:rsidRDefault="006C77FA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ส่วนงานดำเนินงานและการจำแนกรายได้</w:t>
            </w:r>
          </w:p>
        </w:tc>
      </w:tr>
      <w:tr w:rsidR="003357CA" w:rsidRPr="00527D17" w14:paraId="1A7DB8DE" w14:textId="77777777" w:rsidTr="004E20CF">
        <w:tc>
          <w:tcPr>
            <w:tcW w:w="1458" w:type="dxa"/>
          </w:tcPr>
          <w:p w14:paraId="05D134B1" w14:textId="1BB8BB68" w:rsidR="003357CA" w:rsidRPr="003357CA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8075" w:type="dxa"/>
          </w:tcPr>
          <w:p w14:paraId="45DF16E2" w14:textId="0AA37A0A" w:rsidR="003357CA" w:rsidRPr="00527D17" w:rsidRDefault="003357C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3357CA">
              <w:rPr>
                <w:rFonts w:asciiTheme="majorBidi" w:hAnsiTheme="majorBidi" w:cstheme="majorBidi" w:hint="cs"/>
                <w:sz w:val="29"/>
                <w:szCs w:val="29"/>
                <w:cs/>
              </w:rPr>
              <w:t>เงินปันผล</w:t>
            </w:r>
          </w:p>
        </w:tc>
      </w:tr>
      <w:tr w:rsidR="003357CA" w:rsidRPr="00527D17" w14:paraId="51459D53" w14:textId="77777777" w:rsidTr="004E20CF">
        <w:tc>
          <w:tcPr>
            <w:tcW w:w="1458" w:type="dxa"/>
          </w:tcPr>
          <w:p w14:paraId="553A7FFA" w14:textId="52C0766D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8075" w:type="dxa"/>
          </w:tcPr>
          <w:p w14:paraId="404C7C34" w14:textId="2FCEEFF4" w:rsidR="003357CA" w:rsidRPr="00527D17" w:rsidRDefault="003357C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3357CA" w:rsidRPr="00527D17" w14:paraId="7687A2E2" w14:textId="77777777" w:rsidTr="004E20CF">
        <w:tc>
          <w:tcPr>
            <w:tcW w:w="1458" w:type="dxa"/>
          </w:tcPr>
          <w:p w14:paraId="76B14919" w14:textId="7F4829F0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9</w:t>
            </w:r>
          </w:p>
        </w:tc>
        <w:tc>
          <w:tcPr>
            <w:tcW w:w="8075" w:type="dxa"/>
          </w:tcPr>
          <w:p w14:paraId="0A4E3D05" w14:textId="30D83F6E" w:rsidR="003357CA" w:rsidRPr="00527D17" w:rsidRDefault="003357CA" w:rsidP="003357CA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29"/>
                <w:szCs w:val="29"/>
                <w:lang w:eastAsia="en-US" w:bidi="th-TH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คดีฟ้องร้อง</w:t>
            </w:r>
          </w:p>
        </w:tc>
      </w:tr>
      <w:tr w:rsidR="003357CA" w:rsidRPr="00527D17" w14:paraId="4CB6726A" w14:textId="77777777" w:rsidTr="003357CA">
        <w:trPr>
          <w:trHeight w:val="74"/>
        </w:trPr>
        <w:tc>
          <w:tcPr>
            <w:tcW w:w="1458" w:type="dxa"/>
          </w:tcPr>
          <w:p w14:paraId="2C0EF7F7" w14:textId="0950815A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10</w:t>
            </w:r>
          </w:p>
        </w:tc>
        <w:tc>
          <w:tcPr>
            <w:tcW w:w="8075" w:type="dxa"/>
          </w:tcPr>
          <w:p w14:paraId="554B8191" w14:textId="5B6B788C" w:rsidR="003357CA" w:rsidRPr="00527D17" w:rsidRDefault="003357CA" w:rsidP="003357CA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  <w:lang w:bidi="th-TH"/>
              </w:rPr>
              <w:t>เหตุการณ์ภายหลังรอบระยะเวลาที่รายงาน</w:t>
            </w:r>
          </w:p>
        </w:tc>
      </w:tr>
      <w:tr w:rsidR="003357CA" w:rsidRPr="00527D17" w14:paraId="20D7725F" w14:textId="77777777" w:rsidTr="004E20CF">
        <w:tc>
          <w:tcPr>
            <w:tcW w:w="1458" w:type="dxa"/>
          </w:tcPr>
          <w:p w14:paraId="79656885" w14:textId="4929AB50" w:rsidR="003357CA" w:rsidRPr="00527D17" w:rsidRDefault="006C77FA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11</w:t>
            </w:r>
          </w:p>
        </w:tc>
        <w:tc>
          <w:tcPr>
            <w:tcW w:w="8075" w:type="dxa"/>
          </w:tcPr>
          <w:p w14:paraId="4267BD56" w14:textId="6B74FD7B" w:rsidR="003357CA" w:rsidRPr="00527D17" w:rsidRDefault="003357CA" w:rsidP="003357CA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="Angsana New" w:hint="cs"/>
                <w:sz w:val="29"/>
                <w:szCs w:val="29"/>
                <w:cs/>
                <w:lang w:bidi="th-TH"/>
              </w:rPr>
              <w:t>การจัดประเภทรายการใหม่</w:t>
            </w:r>
          </w:p>
        </w:tc>
      </w:tr>
    </w:tbl>
    <w:p w14:paraId="05C76EC0" w14:textId="3D55A0C3" w:rsidR="00E54E7D" w:rsidRPr="00527D17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br w:type="page"/>
      </w:r>
      <w:r w:rsidR="00E54E7D" w:rsidRPr="00527D17">
        <w:rPr>
          <w:rFonts w:ascii="Angsana New" w:hAnsi="Angsana New"/>
          <w:sz w:val="29"/>
          <w:szCs w:val="29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527D17">
        <w:rPr>
          <w:rFonts w:ascii="Angsana New" w:hAnsi="Angsana New" w:hint="cs"/>
          <w:sz w:val="29"/>
          <w:szCs w:val="29"/>
          <w:cs/>
        </w:rPr>
        <w:t>ระหว่างกาล</w:t>
      </w:r>
      <w:r w:rsidR="00E54E7D" w:rsidRPr="00527D17">
        <w:rPr>
          <w:rFonts w:ascii="Angsana New" w:hAnsi="Angsana New"/>
          <w:sz w:val="29"/>
          <w:szCs w:val="29"/>
          <w:cs/>
        </w:rPr>
        <w:t>นี้</w:t>
      </w:r>
    </w:p>
    <w:p w14:paraId="4EF062B6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9"/>
          <w:szCs w:val="29"/>
        </w:rPr>
      </w:pPr>
    </w:p>
    <w:p w14:paraId="7707CB56" w14:textId="0C3228E0" w:rsidR="00A45E3C" w:rsidRPr="00527D17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งบการเงินระหว่างกาลนี้ได้รับอนุมัติให้ออกงบการเงินจาก</w:t>
      </w:r>
      <w:r w:rsidR="00AF522D" w:rsidRPr="00527D17">
        <w:rPr>
          <w:rFonts w:ascii="Angsana New" w:hAnsi="Angsana New"/>
          <w:sz w:val="29"/>
          <w:szCs w:val="29"/>
          <w:cs/>
        </w:rPr>
        <w:t>คณะกรรมการ</w:t>
      </w:r>
      <w:r w:rsidR="00AF522D" w:rsidRPr="00527D17">
        <w:rPr>
          <w:rFonts w:ascii="Angsana New" w:hAnsi="Angsana New" w:hint="cs"/>
          <w:sz w:val="29"/>
          <w:szCs w:val="29"/>
          <w:cs/>
        </w:rPr>
        <w:t>เมื่อวันที</w:t>
      </w:r>
      <w:r w:rsidR="00F7345F" w:rsidRPr="00527D17">
        <w:rPr>
          <w:rFonts w:ascii="Angsana New" w:hAnsi="Angsana New" w:hint="cs"/>
          <w:sz w:val="29"/>
          <w:szCs w:val="29"/>
          <w:cs/>
        </w:rPr>
        <w:t>่</w:t>
      </w:r>
      <w:r w:rsidR="000E4D24" w:rsidRPr="00527D17">
        <w:rPr>
          <w:rFonts w:ascii="Angsana New" w:hAnsi="Angsana New"/>
          <w:sz w:val="29"/>
          <w:szCs w:val="29"/>
          <w:lang w:val="en-US"/>
        </w:rPr>
        <w:t xml:space="preserve"> </w:t>
      </w:r>
      <w:r w:rsidR="006C77FA" w:rsidRPr="006C77FA">
        <w:rPr>
          <w:rFonts w:ascii="Angsana New" w:hAnsi="Angsana New"/>
          <w:sz w:val="29"/>
          <w:szCs w:val="29"/>
          <w:lang w:val="en-US"/>
        </w:rPr>
        <w:t>9</w:t>
      </w:r>
      <w:r w:rsidR="006627A0">
        <w:rPr>
          <w:rFonts w:ascii="Angsana New" w:hAnsi="Angsana New"/>
          <w:sz w:val="29"/>
          <w:szCs w:val="29"/>
          <w:lang w:val="en-US"/>
        </w:rPr>
        <w:t xml:space="preserve"> </w:t>
      </w:r>
      <w:r w:rsidR="00A25639">
        <w:rPr>
          <w:rFonts w:ascii="Angsana New" w:hAnsi="Angsana New" w:hint="cs"/>
          <w:sz w:val="29"/>
          <w:szCs w:val="29"/>
          <w:cs/>
          <w:lang w:val="en-US"/>
        </w:rPr>
        <w:t xml:space="preserve">สิงหาคม </w:t>
      </w:r>
      <w:r w:rsidR="006C77FA" w:rsidRPr="006C77FA">
        <w:rPr>
          <w:rFonts w:ascii="Angsana New" w:hAnsi="Angsana New"/>
          <w:sz w:val="29"/>
          <w:szCs w:val="29"/>
          <w:lang w:val="en-US"/>
        </w:rPr>
        <w:t>2567</w:t>
      </w:r>
    </w:p>
    <w:p w14:paraId="01109FAD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8AB59B4" w14:textId="766339DF" w:rsidR="00A45E3C" w:rsidRPr="00527D17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527D17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2DC5A92" w14:textId="681C0ACC" w:rsidR="00450397" w:rsidRPr="00527D17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9"/>
          <w:szCs w:val="29"/>
        </w:rPr>
      </w:pPr>
      <w:bookmarkStart w:id="1" w:name="_Hlk66464858"/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6C77FA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>หมา</w:t>
      </w:r>
      <w:r w:rsidR="00AC3666" w:rsidRPr="00527D17">
        <w:rPr>
          <w:rFonts w:ascii="Angsana New" w:hAnsi="Angsana New" w:hint="cs"/>
          <w:sz w:val="29"/>
          <w:szCs w:val="29"/>
          <w:cs/>
        </w:rPr>
        <w:t>ย</w:t>
      </w:r>
      <w:r w:rsidRPr="00527D17">
        <w:rPr>
          <w:rFonts w:ascii="Angsana New" w:hAnsi="Angsana New"/>
          <w:sz w:val="29"/>
          <w:szCs w:val="29"/>
          <w:cs/>
        </w:rPr>
        <w:t xml:space="preserve">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F4787" w:rsidRPr="00527D17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 xml:space="preserve">ฉบับที่ </w:t>
      </w:r>
      <w:r w:rsidR="006C77FA" w:rsidRPr="006C77FA">
        <w:rPr>
          <w:rFonts w:ascii="Angsana New" w:hAnsi="Angsana New"/>
          <w:sz w:val="29"/>
          <w:szCs w:val="29"/>
        </w:rPr>
        <w:t>34</w:t>
      </w:r>
      <w:r w:rsidR="00AC3666" w:rsidRPr="00527D17">
        <w:rPr>
          <w:rFonts w:ascii="Angsana New" w:hAnsi="Angsana New" w:hint="cs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เรื่อ</w:t>
      </w:r>
      <w:r w:rsidR="00AC3666" w:rsidRPr="00527D17">
        <w:rPr>
          <w:rFonts w:ascii="Angsana New" w:hAnsi="Angsana New" w:hint="cs"/>
          <w:sz w:val="29"/>
          <w:szCs w:val="29"/>
          <w:cs/>
        </w:rPr>
        <w:t>ง</w:t>
      </w:r>
      <w:r w:rsidR="00664BE8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i/>
          <w:iCs/>
          <w:sz w:val="29"/>
          <w:szCs w:val="29"/>
          <w:cs/>
        </w:rPr>
        <w:t>การรายงานทางการเงินระหว่างกาล</w:t>
      </w:r>
      <w:r w:rsidRPr="00527D17">
        <w:rPr>
          <w:rFonts w:ascii="Angsana New" w:hAnsi="Angsana New" w:hint="cs"/>
          <w:sz w:val="29"/>
          <w:szCs w:val="29"/>
          <w:cs/>
        </w:rPr>
        <w:t xml:space="preserve"> </w:t>
      </w:r>
      <w:bookmarkEnd w:id="1"/>
      <w:r w:rsidRPr="00527D17">
        <w:rPr>
          <w:rFonts w:ascii="Angsana New" w:hAnsi="Angsana New"/>
          <w:sz w:val="29"/>
          <w:szCs w:val="29"/>
          <w:cs/>
        </w:rPr>
        <w:t>รวมถึงแนวปฏิบัติทางการบัญชีที่ประกาศใช้โดยสภาวิชาชีพบัญชีฯ</w:t>
      </w:r>
      <w:r w:rsidRPr="00527D17">
        <w:rPr>
          <w:rFonts w:ascii="Angsana New" w:hAnsi="Angsana New"/>
          <w:color w:val="FF0000"/>
          <w:sz w:val="29"/>
          <w:szCs w:val="29"/>
          <w:cs/>
        </w:rPr>
        <w:t xml:space="preserve"> </w:t>
      </w:r>
      <w:r w:rsidRPr="00527D17">
        <w:rPr>
          <w:rFonts w:ascii="Angsana New" w:hAnsi="Angsana New"/>
          <w:sz w:val="29"/>
          <w:szCs w:val="29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527D17">
        <w:rPr>
          <w:rFonts w:ascii="Angsana New" w:hAnsi="Angsana New" w:hint="cs"/>
          <w:sz w:val="29"/>
          <w:szCs w:val="29"/>
          <w:cs/>
        </w:rPr>
        <w:t>และบริษัทย่อย</w:t>
      </w:r>
      <w:r w:rsidRPr="00527D17">
        <w:rPr>
          <w:rFonts w:ascii="Angsana New" w:hAnsi="Angsana New"/>
          <w:sz w:val="29"/>
          <w:szCs w:val="29"/>
          <w:cs/>
        </w:rPr>
        <w:t>สำหรับปีสิ้นสุดวันที่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6C77FA" w:rsidRPr="006C77FA">
        <w:rPr>
          <w:rFonts w:ascii="Angsana New" w:hAnsi="Angsana New"/>
          <w:sz w:val="29"/>
          <w:szCs w:val="29"/>
        </w:rPr>
        <w:t>31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ธันวาคม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6C77FA" w:rsidRPr="006C77FA">
        <w:rPr>
          <w:rFonts w:ascii="Angsana New" w:hAnsi="Angsana New"/>
          <w:sz w:val="29"/>
          <w:szCs w:val="29"/>
        </w:rPr>
        <w:t>2566</w:t>
      </w:r>
    </w:p>
    <w:p w14:paraId="5861768A" w14:textId="2E0D6F6A" w:rsidR="001C77C8" w:rsidRPr="00527D17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7"/>
          <w:szCs w:val="27"/>
        </w:rPr>
      </w:pPr>
    </w:p>
    <w:p w14:paraId="2A8B4D09" w14:textId="2F9D5AEA" w:rsidR="00450397" w:rsidRPr="00527D17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9"/>
          <w:szCs w:val="29"/>
          <w:lang w:bidi="th-TH"/>
        </w:rPr>
      </w:pPr>
      <w:r w:rsidRPr="00527D17">
        <w:rPr>
          <w:rFonts w:ascii="Angsana New" w:hAnsi="Angsana New"/>
          <w:sz w:val="29"/>
          <w:szCs w:val="29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527D17">
        <w:rPr>
          <w:rFonts w:ascii="Angsana New" w:hAnsi="Angsana New"/>
          <w:sz w:val="29"/>
          <w:szCs w:val="29"/>
          <w:lang w:bidi="th-TH"/>
        </w:rPr>
        <w:t xml:space="preserve"> </w:t>
      </w:r>
      <w:r w:rsidRPr="00527D17">
        <w:rPr>
          <w:rFonts w:ascii="Angsana New" w:hAnsi="Angsana New"/>
          <w:sz w:val="29"/>
          <w:szCs w:val="29"/>
          <w:cs/>
          <w:lang w:bidi="th-TH"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AC3666" w:rsidRPr="00527D17">
        <w:rPr>
          <w:rFonts w:ascii="Angsana New" w:hAnsi="Angsana New" w:hint="cs"/>
          <w:sz w:val="29"/>
          <w:szCs w:val="29"/>
          <w:cs/>
          <w:lang w:bidi="th-TH"/>
        </w:rPr>
        <w:t>ที่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6C77FA" w:rsidRPr="006C77FA">
        <w:rPr>
          <w:rFonts w:ascii="Angsana New" w:hAnsi="Angsana New"/>
          <w:sz w:val="29"/>
          <w:szCs w:val="29"/>
          <w:lang w:val="en-US" w:bidi="th-TH"/>
        </w:rPr>
        <w:t>31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 ธันวาคม </w:t>
      </w:r>
      <w:r w:rsidR="006C77FA" w:rsidRPr="006C77FA">
        <w:rPr>
          <w:rFonts w:ascii="Angsana New" w:hAnsi="Angsana New"/>
          <w:sz w:val="29"/>
          <w:szCs w:val="29"/>
          <w:lang w:val="en-US" w:bidi="th-TH"/>
        </w:rPr>
        <w:t>2566</w:t>
      </w:r>
    </w:p>
    <w:p w14:paraId="66C53E65" w14:textId="57F04B4C" w:rsidR="003D52CE" w:rsidRPr="00527D17" w:rsidRDefault="003D52CE" w:rsidP="00AC36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sz w:val="23"/>
          <w:szCs w:val="23"/>
          <w:cs/>
          <w:lang w:val="th-TH" w:eastAsia="x-none"/>
        </w:rPr>
      </w:pPr>
    </w:p>
    <w:p w14:paraId="1E054ABC" w14:textId="1C0429D3" w:rsidR="00E057D7" w:rsidRPr="00527D17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Pr="00527D17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3"/>
          <w:szCs w:val="23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527D17" w14:paraId="0427B30B" w14:textId="77777777" w:rsidTr="00583BBC">
        <w:trPr>
          <w:tblHeader/>
        </w:trPr>
        <w:tc>
          <w:tcPr>
            <w:tcW w:w="2255" w:type="pct"/>
          </w:tcPr>
          <w:p w14:paraId="225B25CD" w14:textId="661EA71A" w:rsidR="00B017AC" w:rsidRPr="00527D17" w:rsidRDefault="0051681B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017AC" w:rsidRPr="00527D17" w14:paraId="29042744" w14:textId="77777777" w:rsidTr="00A73A88">
        <w:trPr>
          <w:tblHeader/>
        </w:trPr>
        <w:tc>
          <w:tcPr>
            <w:tcW w:w="2255" w:type="pct"/>
          </w:tcPr>
          <w:p w14:paraId="020C5769" w14:textId="646ACDAB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สำหรับงวด</w:t>
            </w:r>
            <w:r w:rsidR="00627DA9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หก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เดือนสิ้นสุดวันที่ </w:t>
            </w:r>
            <w:r w:rsidR="006C77FA" w:rsidRPr="006C77FA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lang w:val="en-US"/>
              </w:rPr>
              <w:t>3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lang w:val="en-US"/>
              </w:rPr>
              <w:t>0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406275"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ม</w:t>
            </w:r>
            <w:r w:rsidR="001044E6"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ิถุนายน</w:t>
            </w:r>
          </w:p>
        </w:tc>
        <w:tc>
          <w:tcPr>
            <w:tcW w:w="590" w:type="pct"/>
            <w:vAlign w:val="center"/>
          </w:tcPr>
          <w:p w14:paraId="2E820347" w14:textId="40F0CD0B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  <w:vAlign w:val="center"/>
          </w:tcPr>
          <w:p w14:paraId="2C72D46F" w14:textId="02DE37D6" w:rsidR="00B017AC" w:rsidRPr="00527D17" w:rsidRDefault="006C77FA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2566</w:t>
            </w:r>
          </w:p>
        </w:tc>
        <w:tc>
          <w:tcPr>
            <w:tcW w:w="146" w:type="pct"/>
          </w:tcPr>
          <w:p w14:paraId="4C4C6D22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vAlign w:val="center"/>
          </w:tcPr>
          <w:p w14:paraId="2B037DC8" w14:textId="4B0BBA10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  <w:vAlign w:val="center"/>
          </w:tcPr>
          <w:p w14:paraId="6CB2F8EA" w14:textId="0395E36F" w:rsidR="00B017AC" w:rsidRPr="00527D17" w:rsidRDefault="006C77FA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2566</w:t>
            </w:r>
          </w:p>
        </w:tc>
      </w:tr>
      <w:tr w:rsidR="00B017AC" w:rsidRPr="00527D17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พัน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B017AC" w:rsidRPr="00527D17" w14:paraId="7DE34610" w14:textId="77777777" w:rsidTr="00A73A88">
        <w:tc>
          <w:tcPr>
            <w:tcW w:w="2255" w:type="pct"/>
          </w:tcPr>
          <w:p w14:paraId="72051E64" w14:textId="1FB49FE9" w:rsidR="00B017AC" w:rsidRPr="00527D17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ลำดับสูงสุด</w:t>
            </w:r>
            <w:r w:rsidR="00327651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496BCFF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156D3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90C1CA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60B39FD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608A47E" w14:textId="77777777" w:rsidR="00B017AC" w:rsidRPr="00527D17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749B735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AA52E06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1044E6" w:rsidRPr="00527D17" w14:paraId="534D7DBE" w14:textId="77777777" w:rsidTr="00A73A88">
        <w:tc>
          <w:tcPr>
            <w:tcW w:w="2255" w:type="pct"/>
          </w:tcPr>
          <w:p w14:paraId="2C30C52F" w14:textId="4950CA66" w:rsidR="001044E6" w:rsidRPr="00527D17" w:rsidRDefault="001044E6" w:rsidP="001044E6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66095791" w14:textId="59819DE5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130" w:type="pct"/>
          </w:tcPr>
          <w:p w14:paraId="0F71380F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805DE3" w14:textId="742049B5" w:rsidR="001044E6" w:rsidRPr="00527D17" w:rsidRDefault="003C18CA" w:rsidP="003C1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  <w:tc>
          <w:tcPr>
            <w:tcW w:w="146" w:type="pct"/>
          </w:tcPr>
          <w:p w14:paraId="289E770D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24A004B" w14:textId="036684C4" w:rsidR="001044E6" w:rsidRPr="00527D17" w:rsidRDefault="00B878A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  <w:tc>
          <w:tcPr>
            <w:tcW w:w="143" w:type="pct"/>
          </w:tcPr>
          <w:p w14:paraId="4BFA1D87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54BAD8B" w14:textId="7C68F193" w:rsidR="001044E6" w:rsidRPr="00527D17" w:rsidRDefault="003C18CA" w:rsidP="003C1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</w:tr>
      <w:tr w:rsidR="001044E6" w:rsidRPr="00527D17" w14:paraId="52D3D4AA" w14:textId="77777777" w:rsidTr="00A73A88">
        <w:tc>
          <w:tcPr>
            <w:tcW w:w="2255" w:type="pct"/>
          </w:tcPr>
          <w:p w14:paraId="0FEA46AD" w14:textId="31EAAF2A" w:rsidR="001044E6" w:rsidRPr="00527D17" w:rsidRDefault="001044E6" w:rsidP="001044E6">
            <w:pPr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29A60ABB" w14:textId="3A174532" w:rsidR="001044E6" w:rsidRPr="00527D17" w:rsidRDefault="006C77FA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24</w:t>
            </w:r>
          </w:p>
        </w:tc>
        <w:tc>
          <w:tcPr>
            <w:tcW w:w="130" w:type="pct"/>
          </w:tcPr>
          <w:p w14:paraId="61F65E08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382384A" w14:textId="53D6C7B5" w:rsidR="001044E6" w:rsidRPr="00527D17" w:rsidRDefault="006C77FA" w:rsidP="003C1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  <w:r w:rsidR="003C18CA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130</w:t>
            </w:r>
          </w:p>
        </w:tc>
        <w:tc>
          <w:tcPr>
            <w:tcW w:w="146" w:type="pct"/>
          </w:tcPr>
          <w:p w14:paraId="75B6517C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E6103BF" w14:textId="39869641" w:rsidR="001044E6" w:rsidRPr="00B878A6" w:rsidRDefault="006C77FA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24</w:t>
            </w:r>
          </w:p>
        </w:tc>
        <w:tc>
          <w:tcPr>
            <w:tcW w:w="143" w:type="pct"/>
          </w:tcPr>
          <w:p w14:paraId="1AD9A06A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EBB6E2" w14:textId="48962593" w:rsidR="001044E6" w:rsidRPr="00527D17" w:rsidRDefault="006C77FA" w:rsidP="003C1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  <w:r w:rsidR="003C18CA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130</w:t>
            </w:r>
          </w:p>
        </w:tc>
      </w:tr>
      <w:tr w:rsidR="001044E6" w:rsidRPr="00527D17" w14:paraId="0B7C9319" w14:textId="77777777" w:rsidTr="00A73A88">
        <w:tc>
          <w:tcPr>
            <w:tcW w:w="2255" w:type="pct"/>
          </w:tcPr>
          <w:p w14:paraId="1E6972FF" w14:textId="52979E91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42ABF82B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49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089</w:t>
            </w:r>
          </w:p>
        </w:tc>
        <w:tc>
          <w:tcPr>
            <w:tcW w:w="130" w:type="pct"/>
          </w:tcPr>
          <w:p w14:paraId="54602146" w14:textId="77777777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6E95DB7" w14:textId="57BCC32A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48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571</w:t>
            </w:r>
          </w:p>
        </w:tc>
        <w:tc>
          <w:tcPr>
            <w:tcW w:w="146" w:type="pct"/>
          </w:tcPr>
          <w:p w14:paraId="41BCDC72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561C647" w14:textId="03842A35" w:rsidR="00B878A6" w:rsidRPr="00527D17" w:rsidRDefault="006C77FA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48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341</w:t>
            </w:r>
          </w:p>
        </w:tc>
        <w:tc>
          <w:tcPr>
            <w:tcW w:w="143" w:type="pct"/>
          </w:tcPr>
          <w:p w14:paraId="13004280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C03DE87" w14:textId="50DFCD17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47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337</w:t>
            </w:r>
          </w:p>
        </w:tc>
      </w:tr>
      <w:tr w:rsidR="001044E6" w:rsidRPr="00527D17" w14:paraId="6B8A137A" w14:textId="77777777" w:rsidTr="00A73A88">
        <w:tc>
          <w:tcPr>
            <w:tcW w:w="2255" w:type="pct"/>
          </w:tcPr>
          <w:p w14:paraId="2FDB73A6" w14:textId="12040D96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  <w:lang w:eastAsia="ja-JP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23BADD0A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356</w:t>
            </w:r>
          </w:p>
        </w:tc>
        <w:tc>
          <w:tcPr>
            <w:tcW w:w="130" w:type="pct"/>
          </w:tcPr>
          <w:p w14:paraId="719AC805" w14:textId="77777777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9F86CBD" w14:textId="24BC9EEA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1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 w:hint="cs"/>
                <w:sz w:val="29"/>
                <w:szCs w:val="29"/>
              </w:rPr>
              <w:t>619</w:t>
            </w:r>
          </w:p>
        </w:tc>
        <w:tc>
          <w:tcPr>
            <w:tcW w:w="146" w:type="pct"/>
          </w:tcPr>
          <w:p w14:paraId="2A70717E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6BEB8A7" w14:textId="633BD87F" w:rsidR="001044E6" w:rsidRPr="00527D17" w:rsidRDefault="006C77FA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1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356</w:t>
            </w:r>
          </w:p>
        </w:tc>
        <w:tc>
          <w:tcPr>
            <w:tcW w:w="143" w:type="pct"/>
          </w:tcPr>
          <w:p w14:paraId="4DBEBC41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48DE6F" w14:textId="0DF3815A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1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 w:hint="cs"/>
                <w:sz w:val="29"/>
                <w:szCs w:val="29"/>
              </w:rPr>
              <w:t>619</w:t>
            </w:r>
          </w:p>
        </w:tc>
      </w:tr>
      <w:tr w:rsidR="00C83F5E" w:rsidRPr="00527D17" w14:paraId="617BD44C" w14:textId="77777777" w:rsidTr="00A73A88">
        <w:tc>
          <w:tcPr>
            <w:tcW w:w="2255" w:type="pct"/>
          </w:tcPr>
          <w:p w14:paraId="49BF7F40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5281A88B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0" w:type="pct"/>
          </w:tcPr>
          <w:p w14:paraId="532BC4B8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5126BA1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55BD9F67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66992235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1BC24BC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07E118AA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</w:tr>
      <w:tr w:rsidR="00C83F5E" w:rsidRPr="00527D17" w14:paraId="52425F87" w14:textId="77777777" w:rsidTr="00A73A88">
        <w:tc>
          <w:tcPr>
            <w:tcW w:w="2255" w:type="pct"/>
          </w:tcPr>
          <w:p w14:paraId="668C5DB2" w14:textId="753FEA3B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  <w:r w:rsidR="00327651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590" w:type="pct"/>
          </w:tcPr>
          <w:p w14:paraId="31F359B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30" w:type="pct"/>
          </w:tcPr>
          <w:p w14:paraId="5FC4C7F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6" w:type="pct"/>
          </w:tcPr>
          <w:p w14:paraId="1B37774B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46" w:type="pct"/>
          </w:tcPr>
          <w:p w14:paraId="39E82CB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2" w:type="pct"/>
          </w:tcPr>
          <w:p w14:paraId="1B078833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88" w:type="pct"/>
          </w:tcPr>
          <w:p w14:paraId="3A39B0DA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</w:tr>
      <w:tr w:rsidR="00C83F5E" w:rsidRPr="00527D17" w14:paraId="46546969" w14:textId="77777777" w:rsidTr="00A73A88">
        <w:tc>
          <w:tcPr>
            <w:tcW w:w="2255" w:type="pct"/>
          </w:tcPr>
          <w:p w14:paraId="5757B10F" w14:textId="73DC099F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4F60AB73" w:rsidR="00C83F5E" w:rsidRPr="00527D17" w:rsidRDefault="006C77FA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32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739</w:t>
            </w:r>
          </w:p>
        </w:tc>
        <w:tc>
          <w:tcPr>
            <w:tcW w:w="130" w:type="pct"/>
          </w:tcPr>
          <w:p w14:paraId="0CC5A29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4FB0726" w14:textId="34048FAC" w:rsidR="00C83F5E" w:rsidRPr="00527D17" w:rsidRDefault="006C77FA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29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470</w:t>
            </w:r>
          </w:p>
        </w:tc>
        <w:tc>
          <w:tcPr>
            <w:tcW w:w="146" w:type="pct"/>
          </w:tcPr>
          <w:p w14:paraId="7D4DE82F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0D159CC" w14:textId="1950B11B" w:rsidR="00C83F5E" w:rsidRPr="00527D17" w:rsidRDefault="006C77FA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32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739</w:t>
            </w:r>
          </w:p>
        </w:tc>
        <w:tc>
          <w:tcPr>
            <w:tcW w:w="143" w:type="pct"/>
          </w:tcPr>
          <w:p w14:paraId="6A6EB15C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39716DA" w14:textId="6DC5E73E" w:rsidR="00C83F5E" w:rsidRPr="00527D17" w:rsidRDefault="006C77FA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29</w:t>
            </w:r>
            <w:r w:rsidR="001044E6" w:rsidRPr="00527D17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470</w:t>
            </w:r>
          </w:p>
        </w:tc>
      </w:tr>
      <w:tr w:rsidR="00C83F5E" w:rsidRPr="00527D17" w14:paraId="34AF7D7B" w14:textId="77777777" w:rsidTr="00A73A88">
        <w:tc>
          <w:tcPr>
            <w:tcW w:w="2255" w:type="pct"/>
          </w:tcPr>
          <w:p w14:paraId="10341D18" w14:textId="77777777" w:rsidR="00C83F5E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  <w:p w14:paraId="2F5CAE2C" w14:textId="2EF88C89" w:rsidR="005E2A08" w:rsidRPr="00527D17" w:rsidRDefault="005E2A08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90" w:type="pct"/>
          </w:tcPr>
          <w:p w14:paraId="11929D56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0AAAD6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6ECC2FD9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2A547E5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067F6F4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10C6C63B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C83F5E" w:rsidRPr="00527D17" w14:paraId="64B96F72" w14:textId="77777777" w:rsidTr="00A73A88">
        <w:tc>
          <w:tcPr>
            <w:tcW w:w="2255" w:type="pct"/>
          </w:tcPr>
          <w:p w14:paraId="4B6DAC6D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497CBC2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30" w:type="pct"/>
          </w:tcPr>
          <w:p w14:paraId="514ABC8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6" w:type="pct"/>
          </w:tcPr>
          <w:p w14:paraId="3B2F156E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6" w:type="pct"/>
          </w:tcPr>
          <w:p w14:paraId="1855F20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2" w:type="pct"/>
          </w:tcPr>
          <w:p w14:paraId="3431F06C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3" w:type="pct"/>
          </w:tcPr>
          <w:p w14:paraId="7AE133D3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88" w:type="pct"/>
          </w:tcPr>
          <w:p w14:paraId="2C8E28A1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</w:tr>
      <w:tr w:rsidR="001044E6" w:rsidRPr="00527D17" w14:paraId="3099F9C8" w14:textId="77777777" w:rsidTr="00A73A88">
        <w:tc>
          <w:tcPr>
            <w:tcW w:w="2255" w:type="pct"/>
          </w:tcPr>
          <w:p w14:paraId="38F542C7" w14:textId="77777777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468AFD40" w:rsidR="00B878A6" w:rsidRPr="00527D17" w:rsidRDefault="00B878A6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57BB7424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D63804A" w14:textId="318A5C95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D3D7058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90BDB87" w14:textId="0581FD03" w:rsidR="001044E6" w:rsidRPr="00527D17" w:rsidRDefault="006C77FA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27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850</w:t>
            </w:r>
          </w:p>
        </w:tc>
        <w:tc>
          <w:tcPr>
            <w:tcW w:w="143" w:type="pct"/>
          </w:tcPr>
          <w:p w14:paraId="16F191C1" w14:textId="77777777" w:rsidR="001044E6" w:rsidRPr="00527D17" w:rsidRDefault="001044E6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C714612" w14:textId="747E40D6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24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743</w:t>
            </w:r>
          </w:p>
        </w:tc>
      </w:tr>
      <w:tr w:rsidR="001044E6" w:rsidRPr="00527D17" w14:paraId="03B097F6" w14:textId="77777777" w:rsidTr="000F4521">
        <w:tc>
          <w:tcPr>
            <w:tcW w:w="2255" w:type="pct"/>
          </w:tcPr>
          <w:p w14:paraId="2D0C6079" w14:textId="0AD140AA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5D22669A" w:rsidR="001044E6" w:rsidRPr="00527D17" w:rsidRDefault="00B878A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30B8ED9C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18047AC" w14:textId="240E8E35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14A6EB1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635692E8" w:rsidR="001044E6" w:rsidRPr="00527D17" w:rsidRDefault="006C77FA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39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654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E502538" w14:textId="50338B4E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46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224</w:t>
            </w:r>
          </w:p>
        </w:tc>
      </w:tr>
      <w:tr w:rsidR="001044E6" w:rsidRPr="00527D17" w14:paraId="494A3420" w14:textId="77777777" w:rsidTr="00A73A88">
        <w:tc>
          <w:tcPr>
            <w:tcW w:w="2255" w:type="pct"/>
          </w:tcPr>
          <w:p w14:paraId="1E102DF2" w14:textId="77777777" w:rsidR="001044E6" w:rsidRPr="00527D17" w:rsidRDefault="001044E6" w:rsidP="001044E6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0BC7006F" w:rsidR="001044E6" w:rsidRPr="00527D17" w:rsidRDefault="00B878A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645B65DF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16003F0" w14:textId="5D724511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B83E58D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E0A4A7C" w14:textId="64F60F06" w:rsidR="001044E6" w:rsidRPr="00527D17" w:rsidRDefault="006C77FA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119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818</w:t>
            </w:r>
          </w:p>
        </w:tc>
        <w:tc>
          <w:tcPr>
            <w:tcW w:w="143" w:type="pct"/>
          </w:tcPr>
          <w:p w14:paraId="3BD83F0E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1F7C4EA" w14:textId="6F074F1F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88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307</w:t>
            </w:r>
          </w:p>
        </w:tc>
      </w:tr>
      <w:tr w:rsidR="001044E6" w:rsidRPr="00527D17" w14:paraId="0BB066C4" w14:textId="77777777" w:rsidTr="00A73A88">
        <w:tc>
          <w:tcPr>
            <w:tcW w:w="2255" w:type="pct"/>
          </w:tcPr>
          <w:p w14:paraId="0A9B6F82" w14:textId="0F85D551" w:rsidR="001044E6" w:rsidRPr="00527D17" w:rsidRDefault="001044E6" w:rsidP="001044E6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6C6857AC" w:rsidR="001044E6" w:rsidRPr="00527D17" w:rsidRDefault="00B878A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4BA9045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43D6316" w14:textId="03D097C3" w:rsidR="001044E6" w:rsidRPr="00527D17" w:rsidRDefault="001044E6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620F096C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5E96A8B" w14:textId="129F98C6" w:rsidR="001044E6" w:rsidRPr="00527D17" w:rsidRDefault="006C77FA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36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603</w:t>
            </w:r>
          </w:p>
        </w:tc>
        <w:tc>
          <w:tcPr>
            <w:tcW w:w="143" w:type="pct"/>
          </w:tcPr>
          <w:p w14:paraId="16A94F6F" w14:textId="77777777" w:rsidR="001044E6" w:rsidRPr="00527D17" w:rsidRDefault="001044E6" w:rsidP="001044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8590F64" w14:textId="1E35618D" w:rsidR="001044E6" w:rsidRPr="00527D17" w:rsidRDefault="006C77FA" w:rsidP="0010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40</w:t>
            </w:r>
            <w:r w:rsidR="001044E6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852</w:t>
            </w:r>
          </w:p>
        </w:tc>
      </w:tr>
      <w:tr w:rsidR="00627DA9" w:rsidRPr="00527D17" w14:paraId="53345BA2" w14:textId="77777777" w:rsidTr="00A73A88">
        <w:tc>
          <w:tcPr>
            <w:tcW w:w="2255" w:type="pct"/>
          </w:tcPr>
          <w:p w14:paraId="32C75DEF" w14:textId="5B5487F0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ต้นทุน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ค่าเช่าและ</w:t>
            </w: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ค่า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บริการ</w:t>
            </w:r>
          </w:p>
        </w:tc>
        <w:tc>
          <w:tcPr>
            <w:tcW w:w="590" w:type="pct"/>
          </w:tcPr>
          <w:p w14:paraId="256B6FE2" w14:textId="79F847E8" w:rsidR="00627DA9" w:rsidRPr="00527D17" w:rsidRDefault="00B878A6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5AFE8F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6888FBDF" w14:textId="1F62F4CC" w:rsidR="00627DA9" w:rsidRPr="00527D17" w:rsidRDefault="005527BB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6A337BA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41CA650" w14:textId="171E4F0E" w:rsidR="00627DA9" w:rsidRPr="00B878A6" w:rsidRDefault="00B878A6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878A6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6A253EA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1E2571A" w14:textId="7255370F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30"/>
                <w:szCs w:val="30"/>
              </w:rPr>
              <w:t>464</w:t>
            </w:r>
          </w:p>
        </w:tc>
      </w:tr>
      <w:tr w:rsidR="00627DA9" w:rsidRPr="00527D17" w14:paraId="24F9A99A" w14:textId="77777777" w:rsidTr="00A73A88">
        <w:tc>
          <w:tcPr>
            <w:tcW w:w="2255" w:type="pct"/>
          </w:tcPr>
          <w:p w14:paraId="394F4D68" w14:textId="728C3C3D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44EB9B2C" w:rsidR="00627DA9" w:rsidRPr="00527D17" w:rsidRDefault="00B878A6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993FE8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D977B26" w14:textId="5432DFCD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75C23F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14DBA4CD" w14:textId="1D464526" w:rsidR="00627DA9" w:rsidRPr="00527D17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1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924</w:t>
            </w:r>
          </w:p>
        </w:tc>
        <w:tc>
          <w:tcPr>
            <w:tcW w:w="143" w:type="pct"/>
          </w:tcPr>
          <w:p w14:paraId="494E148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3775B62" w14:textId="009127C4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30"/>
                <w:szCs w:val="30"/>
              </w:rPr>
              <w:t>1</w:t>
            </w:r>
            <w:r w:rsidR="00627DA9">
              <w:rPr>
                <w:rFonts w:ascii="Angsana New" w:hAnsi="Angsana New"/>
                <w:sz w:val="30"/>
                <w:szCs w:val="30"/>
              </w:rPr>
              <w:t>,</w:t>
            </w:r>
            <w:r w:rsidRPr="006C77FA">
              <w:rPr>
                <w:rFonts w:ascii="Angsana New" w:hAnsi="Angsana New"/>
                <w:sz w:val="30"/>
                <w:szCs w:val="30"/>
              </w:rPr>
              <w:t>856</w:t>
            </w:r>
          </w:p>
        </w:tc>
      </w:tr>
      <w:tr w:rsidR="00627DA9" w:rsidRPr="00527D17" w14:paraId="5BABCFED" w14:textId="77777777" w:rsidTr="00A73A88">
        <w:tc>
          <w:tcPr>
            <w:tcW w:w="2255" w:type="pct"/>
          </w:tcPr>
          <w:p w14:paraId="57FC770F" w14:textId="5B3BF485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1DACC59F" w:rsidR="00627DA9" w:rsidRPr="00527D17" w:rsidRDefault="00B878A6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718C137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5D39BC4" w14:textId="00BC26BE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420B7875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4D18FA91" w14:textId="331AD116" w:rsidR="00627DA9" w:rsidRPr="00527D17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56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241</w:t>
            </w:r>
          </w:p>
        </w:tc>
        <w:tc>
          <w:tcPr>
            <w:tcW w:w="143" w:type="pct"/>
          </w:tcPr>
          <w:p w14:paraId="52517340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BF51A4" w14:textId="7CCBA20C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30"/>
                <w:szCs w:val="30"/>
              </w:rPr>
              <w:t>36</w:t>
            </w:r>
            <w:r w:rsidR="00627DA9">
              <w:rPr>
                <w:rFonts w:ascii="Angsana New" w:hAnsi="Angsana New"/>
                <w:sz w:val="30"/>
                <w:szCs w:val="30"/>
              </w:rPr>
              <w:t>,</w:t>
            </w:r>
            <w:r w:rsidRPr="006C77FA">
              <w:rPr>
                <w:rFonts w:ascii="Angsana New" w:hAnsi="Angsana New"/>
                <w:sz w:val="30"/>
                <w:szCs w:val="30"/>
              </w:rPr>
              <w:t>820</w:t>
            </w:r>
          </w:p>
        </w:tc>
      </w:tr>
      <w:tr w:rsidR="00627DA9" w:rsidRPr="00527D17" w14:paraId="52A31A41" w14:textId="77777777" w:rsidTr="00A73A88">
        <w:tc>
          <w:tcPr>
            <w:tcW w:w="2255" w:type="pct"/>
          </w:tcPr>
          <w:p w14:paraId="69549EA5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6E57213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1FA13B4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076CE56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77A9272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2F50371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26D19DE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627DA9" w:rsidRPr="00527D17" w14:paraId="3FD1707F" w14:textId="77777777" w:rsidTr="00A73A88">
        <w:tc>
          <w:tcPr>
            <w:tcW w:w="2255" w:type="pct"/>
          </w:tcPr>
          <w:p w14:paraId="56331511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00BC04C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0FBA0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E5F9A4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54AF240F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E07341B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524620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218B5113" w14:textId="77777777" w:rsidTr="00A73A88">
        <w:tc>
          <w:tcPr>
            <w:tcW w:w="2255" w:type="pct"/>
          </w:tcPr>
          <w:p w14:paraId="60D59CB0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05D88333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58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987</w:t>
            </w:r>
          </w:p>
        </w:tc>
        <w:tc>
          <w:tcPr>
            <w:tcW w:w="130" w:type="pct"/>
          </w:tcPr>
          <w:p w14:paraId="6F24E28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513327A" w14:textId="5238602B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44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031</w:t>
            </w:r>
          </w:p>
        </w:tc>
        <w:tc>
          <w:tcPr>
            <w:tcW w:w="146" w:type="pct"/>
          </w:tcPr>
          <w:p w14:paraId="7C845FA3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05BEF2B0" w:rsidR="00627DA9" w:rsidRPr="00527D17" w:rsidRDefault="00B878A6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650C0995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D87EF6" w14:textId="263A250F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627DA9" w:rsidRPr="00527D17" w14:paraId="76E37B89" w14:textId="77777777" w:rsidTr="00A73A88">
        <w:tc>
          <w:tcPr>
            <w:tcW w:w="2255" w:type="pct"/>
          </w:tcPr>
          <w:p w14:paraId="78B21818" w14:textId="2E047D8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414FAA00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4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128</w:t>
            </w:r>
          </w:p>
        </w:tc>
        <w:tc>
          <w:tcPr>
            <w:tcW w:w="130" w:type="pct"/>
          </w:tcPr>
          <w:p w14:paraId="0FD28E3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BA655A2" w14:textId="456CD528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3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852</w:t>
            </w:r>
          </w:p>
        </w:tc>
        <w:tc>
          <w:tcPr>
            <w:tcW w:w="146" w:type="pct"/>
          </w:tcPr>
          <w:p w14:paraId="572FDB2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1F83772" w14:textId="0970EDE8" w:rsidR="00627DA9" w:rsidRPr="00527D17" w:rsidRDefault="00B878A6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0A73F20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D1983D6" w14:textId="1FAC6DBE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627DA9" w:rsidRPr="00527D17" w14:paraId="736E78FF" w14:textId="77777777" w:rsidTr="00A73A88">
        <w:tc>
          <w:tcPr>
            <w:tcW w:w="2255" w:type="pct"/>
          </w:tcPr>
          <w:p w14:paraId="10072BF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7E2E332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D6CBD7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76" w:type="pct"/>
          </w:tcPr>
          <w:p w14:paraId="5FACC8CE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146" w:type="pct"/>
          </w:tcPr>
          <w:p w14:paraId="02A0737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72" w:type="pct"/>
          </w:tcPr>
          <w:p w14:paraId="607B1E0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143" w:type="pct"/>
          </w:tcPr>
          <w:p w14:paraId="6E3D004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88" w:type="pct"/>
          </w:tcPr>
          <w:p w14:paraId="354000E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</w:tr>
      <w:tr w:rsidR="00627DA9" w:rsidRPr="00527D17" w14:paraId="357D6802" w14:textId="77777777" w:rsidTr="00A73A88">
        <w:tc>
          <w:tcPr>
            <w:tcW w:w="2255" w:type="pct"/>
          </w:tcPr>
          <w:p w14:paraId="7024D6DB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5053721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C4CB0C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527772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612BC0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C34BFA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166880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1436B4DD" w14:textId="77777777" w:rsidTr="00A73A88">
        <w:tc>
          <w:tcPr>
            <w:tcW w:w="2255" w:type="pct"/>
          </w:tcPr>
          <w:p w14:paraId="270BEB0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1E431E90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150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621</w:t>
            </w:r>
          </w:p>
        </w:tc>
        <w:tc>
          <w:tcPr>
            <w:tcW w:w="130" w:type="pct"/>
          </w:tcPr>
          <w:p w14:paraId="619578DC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4A72E7" w14:textId="244D9E7E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146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943</w:t>
            </w:r>
          </w:p>
        </w:tc>
        <w:tc>
          <w:tcPr>
            <w:tcW w:w="146" w:type="pct"/>
          </w:tcPr>
          <w:p w14:paraId="4926DFBC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36204A3" w14:textId="426E289C" w:rsidR="00627DA9" w:rsidRPr="00B878A6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80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454</w:t>
            </w:r>
          </w:p>
        </w:tc>
        <w:tc>
          <w:tcPr>
            <w:tcW w:w="143" w:type="pct"/>
          </w:tcPr>
          <w:p w14:paraId="1258DD26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628BF10" w14:textId="5774706D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78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271</w:t>
            </w:r>
          </w:p>
        </w:tc>
      </w:tr>
      <w:tr w:rsidR="00627DA9" w:rsidRPr="00527D17" w14:paraId="3DB59F1F" w14:textId="77777777" w:rsidTr="00A73A88">
        <w:tc>
          <w:tcPr>
            <w:tcW w:w="2255" w:type="pct"/>
          </w:tcPr>
          <w:p w14:paraId="11C5331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29400326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16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751</w:t>
            </w:r>
          </w:p>
        </w:tc>
        <w:tc>
          <w:tcPr>
            <w:tcW w:w="130" w:type="pct"/>
          </w:tcPr>
          <w:p w14:paraId="4BF2D5EA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05591C" w14:textId="271BBE81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16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412</w:t>
            </w:r>
          </w:p>
        </w:tc>
        <w:tc>
          <w:tcPr>
            <w:tcW w:w="146" w:type="pct"/>
          </w:tcPr>
          <w:p w14:paraId="6E385E9C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72" w:type="pct"/>
          </w:tcPr>
          <w:p w14:paraId="039285E7" w14:textId="2AAFF4A0" w:rsidR="00627DA9" w:rsidRPr="00B878A6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12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146</w:t>
            </w:r>
          </w:p>
        </w:tc>
        <w:tc>
          <w:tcPr>
            <w:tcW w:w="143" w:type="pct"/>
          </w:tcPr>
          <w:p w14:paraId="2727B2E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90631EA" w14:textId="59891249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10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968</w:t>
            </w:r>
          </w:p>
        </w:tc>
      </w:tr>
      <w:tr w:rsidR="00627DA9" w:rsidRPr="00527D17" w14:paraId="1E15CBA4" w14:textId="77777777" w:rsidTr="00A73A88">
        <w:tc>
          <w:tcPr>
            <w:tcW w:w="2255" w:type="pct"/>
          </w:tcPr>
          <w:p w14:paraId="7BA63C2E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1006B345" w:rsidR="00627DA9" w:rsidRPr="00527D17" w:rsidRDefault="006C77FA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137</w:t>
            </w:r>
          </w:p>
        </w:tc>
        <w:tc>
          <w:tcPr>
            <w:tcW w:w="130" w:type="pct"/>
          </w:tcPr>
          <w:p w14:paraId="75D6F7F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2F4F5F6" w14:textId="4906FDEC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12</w:t>
            </w:r>
          </w:p>
        </w:tc>
        <w:tc>
          <w:tcPr>
            <w:tcW w:w="146" w:type="pct"/>
          </w:tcPr>
          <w:p w14:paraId="1A8CAFD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2" w:type="pct"/>
          </w:tcPr>
          <w:p w14:paraId="2241A96A" w14:textId="02D49A86" w:rsidR="00627DA9" w:rsidRPr="00B878A6" w:rsidRDefault="00B878A6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B878A6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C0CFBBC" w14:textId="77777777" w:rsidR="00627DA9" w:rsidRPr="00B878A6" w:rsidRDefault="00627DA9" w:rsidP="00B87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2225ED" w14:textId="55AE4DB0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627DA9" w:rsidRPr="00527D17" w14:paraId="302BBAF2" w14:textId="77777777" w:rsidTr="00A73A88">
        <w:tc>
          <w:tcPr>
            <w:tcW w:w="2255" w:type="pct"/>
          </w:tcPr>
          <w:p w14:paraId="4532248D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6BE71272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817</w:t>
            </w:r>
          </w:p>
        </w:tc>
        <w:tc>
          <w:tcPr>
            <w:tcW w:w="130" w:type="pct"/>
          </w:tcPr>
          <w:p w14:paraId="34F7FD5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8BFCC67" w14:textId="296EB303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872</w:t>
            </w:r>
          </w:p>
        </w:tc>
        <w:tc>
          <w:tcPr>
            <w:tcW w:w="146" w:type="pct"/>
          </w:tcPr>
          <w:p w14:paraId="6111494F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F3636E2" w14:textId="47416FD0" w:rsidR="00627DA9" w:rsidRPr="00B878A6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6</w:t>
            </w:r>
          </w:p>
        </w:tc>
        <w:tc>
          <w:tcPr>
            <w:tcW w:w="143" w:type="pct"/>
          </w:tcPr>
          <w:p w14:paraId="0DE47E7B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11D4EA43" w14:textId="6359D3FC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14</w:t>
            </w:r>
          </w:p>
        </w:tc>
      </w:tr>
      <w:tr w:rsidR="00627DA9" w:rsidRPr="00527D17" w14:paraId="328F87ED" w14:textId="77777777" w:rsidTr="00A73A88">
        <w:tc>
          <w:tcPr>
            <w:tcW w:w="2255" w:type="pct"/>
          </w:tcPr>
          <w:p w14:paraId="630EDF87" w14:textId="7D5654C6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37B7BF20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383</w:t>
            </w:r>
          </w:p>
        </w:tc>
        <w:tc>
          <w:tcPr>
            <w:tcW w:w="130" w:type="pct"/>
          </w:tcPr>
          <w:p w14:paraId="026F5FC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BA5008" w14:textId="6BD44EDA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129</w:t>
            </w:r>
          </w:p>
        </w:tc>
        <w:tc>
          <w:tcPr>
            <w:tcW w:w="146" w:type="pct"/>
          </w:tcPr>
          <w:p w14:paraId="579CE440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8ED5591" w14:textId="12FD922F" w:rsidR="00627DA9" w:rsidRPr="00B878A6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61</w:t>
            </w:r>
          </w:p>
        </w:tc>
        <w:tc>
          <w:tcPr>
            <w:tcW w:w="143" w:type="pct"/>
          </w:tcPr>
          <w:p w14:paraId="03F85C9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6A03E5B0" w14:textId="7ACCB82D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67</w:t>
            </w:r>
          </w:p>
        </w:tc>
      </w:tr>
      <w:tr w:rsidR="00627DA9" w:rsidRPr="00527D17" w14:paraId="364B2AD3" w14:textId="77777777" w:rsidTr="00A73A88">
        <w:tc>
          <w:tcPr>
            <w:tcW w:w="2255" w:type="pct"/>
          </w:tcPr>
          <w:p w14:paraId="18AFAF0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7"/>
                <w:szCs w:val="27"/>
                <w:cs/>
              </w:rPr>
            </w:pPr>
          </w:p>
        </w:tc>
        <w:tc>
          <w:tcPr>
            <w:tcW w:w="590" w:type="pct"/>
          </w:tcPr>
          <w:p w14:paraId="26D9921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" w:type="pct"/>
          </w:tcPr>
          <w:p w14:paraId="03C5E58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76" w:type="pct"/>
          </w:tcPr>
          <w:p w14:paraId="5A02505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6" w:type="pct"/>
          </w:tcPr>
          <w:p w14:paraId="25D10894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72" w:type="pct"/>
          </w:tcPr>
          <w:p w14:paraId="5F42C99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88" w:type="pct"/>
          </w:tcPr>
          <w:p w14:paraId="7279660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27DA9" w:rsidRPr="00527D17" w14:paraId="32C72779" w14:textId="77777777" w:rsidTr="00A73A88">
        <w:tc>
          <w:tcPr>
            <w:tcW w:w="2255" w:type="pct"/>
          </w:tcPr>
          <w:p w14:paraId="7CB6C13B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0A1FF9C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07BF39F8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E1F824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9D6F8C7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12A93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61F32C73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8FD26D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Times New Roman" w:hAnsi="Times New Roman" w:hint="cs"/>
                <w:sz w:val="29"/>
                <w:szCs w:val="29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F94581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690542CC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09E08C64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6768A9C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0CB03195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E6AC95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051818BE" w14:textId="77777777" w:rsidTr="00A73A88">
        <w:tc>
          <w:tcPr>
            <w:tcW w:w="2255" w:type="pct"/>
          </w:tcPr>
          <w:p w14:paraId="600EDDF9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ผลประโยชน์ระยะสั้นของพนักงาน</w:t>
            </w:r>
            <w:r w:rsidRPr="00527D17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  <w:p w14:paraId="35667C37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4D4C5048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  <w:r w:rsidR="00B878A6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217</w:t>
            </w:r>
          </w:p>
        </w:tc>
        <w:tc>
          <w:tcPr>
            <w:tcW w:w="130" w:type="pct"/>
            <w:vAlign w:val="bottom"/>
          </w:tcPr>
          <w:p w14:paraId="2AD3688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70187AC9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7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371</w:t>
            </w:r>
          </w:p>
        </w:tc>
        <w:tc>
          <w:tcPr>
            <w:tcW w:w="146" w:type="pct"/>
            <w:vAlign w:val="bottom"/>
          </w:tcPr>
          <w:p w14:paraId="5B119C3B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51120114" w:rsidR="00627DA9" w:rsidRPr="00527D17" w:rsidRDefault="006C77FA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7</w:t>
            </w:r>
            <w:r w:rsidR="00B878A6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  <w:lang w:val="en-US"/>
              </w:rPr>
              <w:t>217</w:t>
            </w:r>
          </w:p>
        </w:tc>
        <w:tc>
          <w:tcPr>
            <w:tcW w:w="143" w:type="pct"/>
            <w:vAlign w:val="bottom"/>
          </w:tcPr>
          <w:p w14:paraId="0F35787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22A413BC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  <w:r w:rsidR="00627DA9" w:rsidRPr="00527D17">
              <w:rPr>
                <w:rFonts w:ascii="Angsana New" w:hAnsi="Angsana New"/>
                <w:sz w:val="29"/>
                <w:szCs w:val="29"/>
              </w:rPr>
              <w:t>,</w:t>
            </w:r>
            <w:r w:rsidRPr="006C77FA">
              <w:rPr>
                <w:rFonts w:ascii="Angsana New" w:hAnsi="Angsana New"/>
                <w:sz w:val="29"/>
                <w:szCs w:val="29"/>
              </w:rPr>
              <w:t>371</w:t>
            </w:r>
          </w:p>
        </w:tc>
      </w:tr>
    </w:tbl>
    <w:p w14:paraId="016234A4" w14:textId="2F8A1BB2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0554445" w14:textId="77777777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9CCCB38" w14:textId="1A9E7896" w:rsidR="00052BEC" w:rsidRPr="00527D17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  <w:cs/>
          <w:lang w:val="th-TH"/>
        </w:rPr>
      </w:pPr>
      <w:r w:rsidRPr="00527D17">
        <w:rPr>
          <w:rFonts w:ascii="Angsana New" w:hAnsi="Angsana New"/>
          <w:sz w:val="17"/>
          <w:szCs w:val="17"/>
          <w:cs/>
        </w:rPr>
        <w:br w:type="page"/>
      </w: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2"/>
        <w:gridCol w:w="1258"/>
        <w:gridCol w:w="266"/>
        <w:gridCol w:w="1223"/>
        <w:gridCol w:w="272"/>
        <w:gridCol w:w="1173"/>
        <w:gridCol w:w="274"/>
        <w:gridCol w:w="1180"/>
      </w:tblGrid>
      <w:tr w:rsidR="00491C20" w:rsidRPr="00527D17" w14:paraId="77E12E5C" w14:textId="77777777" w:rsidTr="006A0449">
        <w:trPr>
          <w:tblHeader/>
        </w:trPr>
        <w:tc>
          <w:tcPr>
            <w:tcW w:w="1967" w:type="pct"/>
          </w:tcPr>
          <w:p w14:paraId="01C1A121" w14:textId="0DE33D53" w:rsidR="00B86CFE" w:rsidRPr="00527D17" w:rsidRDefault="00623B3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1476" w:type="pct"/>
            <w:gridSpan w:val="3"/>
          </w:tcPr>
          <w:p w14:paraId="7C4F1EDD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527D17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11" w:type="pct"/>
            <w:gridSpan w:val="3"/>
          </w:tcPr>
          <w:p w14:paraId="38FDB3A2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1B30F4" w:rsidRPr="00527D17" w14:paraId="03C00936" w14:textId="77777777" w:rsidTr="006A0449">
        <w:trPr>
          <w:tblHeader/>
        </w:trPr>
        <w:tc>
          <w:tcPr>
            <w:tcW w:w="1967" w:type="pct"/>
          </w:tcPr>
          <w:p w14:paraId="26554C59" w14:textId="61B4491B" w:rsidR="001B30F4" w:rsidRPr="00527D17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315EAC07" w14:textId="12E0677B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30</w:t>
            </w:r>
            <w:r w:rsidR="00B017AC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044E6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มิถุนายน</w:t>
            </w:r>
          </w:p>
        </w:tc>
        <w:tc>
          <w:tcPr>
            <w:tcW w:w="143" w:type="pct"/>
            <w:vAlign w:val="center"/>
          </w:tcPr>
          <w:p w14:paraId="17FA5D24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7" w:type="pct"/>
            <w:vAlign w:val="center"/>
          </w:tcPr>
          <w:p w14:paraId="7AD3E453" w14:textId="5467FEB8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1B30F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B30F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vAlign w:val="center"/>
          </w:tcPr>
          <w:p w14:paraId="32D5C966" w14:textId="6C1D2A64" w:rsidR="001B30F4" w:rsidRPr="00527D17" w:rsidRDefault="006C77FA" w:rsidP="001B30F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30</w:t>
            </w:r>
            <w:r w:rsidR="001044E6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044E6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มิถุนายน</w:t>
            </w:r>
          </w:p>
        </w:tc>
        <w:tc>
          <w:tcPr>
            <w:tcW w:w="147" w:type="pct"/>
            <w:vAlign w:val="center"/>
          </w:tcPr>
          <w:p w14:paraId="4E9C0ABF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vAlign w:val="center"/>
          </w:tcPr>
          <w:p w14:paraId="5355202C" w14:textId="59F979FF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1B30F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1B30F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1B30F4" w:rsidRPr="00527D17" w14:paraId="148CA991" w14:textId="77777777" w:rsidTr="006A0449">
        <w:trPr>
          <w:tblHeader/>
        </w:trPr>
        <w:tc>
          <w:tcPr>
            <w:tcW w:w="1967" w:type="pct"/>
          </w:tcPr>
          <w:p w14:paraId="14BC6E78" w14:textId="646320B0" w:rsidR="001B30F4" w:rsidRPr="00527D17" w:rsidRDefault="001B30F4" w:rsidP="001B30F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676" w:type="pct"/>
            <w:vAlign w:val="center"/>
          </w:tcPr>
          <w:p w14:paraId="1BE6AC91" w14:textId="10D9D359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  <w:tc>
          <w:tcPr>
            <w:tcW w:w="143" w:type="pct"/>
            <w:vAlign w:val="center"/>
          </w:tcPr>
          <w:p w14:paraId="7B76E846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vAlign w:val="center"/>
          </w:tcPr>
          <w:p w14:paraId="1BB9CF13" w14:textId="5F21B2BD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  <w:tc>
          <w:tcPr>
            <w:tcW w:w="146" w:type="pct"/>
          </w:tcPr>
          <w:p w14:paraId="4249D94E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vAlign w:val="center"/>
          </w:tcPr>
          <w:p w14:paraId="2622512A" w14:textId="4B4315AC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  <w:tc>
          <w:tcPr>
            <w:tcW w:w="147" w:type="pct"/>
            <w:vAlign w:val="center"/>
          </w:tcPr>
          <w:p w14:paraId="0D908B35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vAlign w:val="center"/>
          </w:tcPr>
          <w:p w14:paraId="7D3926A6" w14:textId="3E1638EB" w:rsidR="001B30F4" w:rsidRPr="00527D17" w:rsidRDefault="006C77FA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</w:tr>
      <w:tr w:rsidR="001B30F4" w:rsidRPr="00527D17" w14:paraId="2701F0A6" w14:textId="77777777" w:rsidTr="00EB65EB">
        <w:trPr>
          <w:tblHeader/>
        </w:trPr>
        <w:tc>
          <w:tcPr>
            <w:tcW w:w="1967" w:type="pct"/>
          </w:tcPr>
          <w:p w14:paraId="7351CB82" w14:textId="77777777" w:rsidR="001B30F4" w:rsidRPr="00527D17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3033" w:type="pct"/>
            <w:gridSpan w:val="7"/>
          </w:tcPr>
          <w:p w14:paraId="23F91E08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eastAsia="ja-JP"/>
              </w:rPr>
              <w:t>พัน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1B30F4" w:rsidRPr="00527D17" w14:paraId="68E73063" w14:textId="77777777" w:rsidTr="006A0449">
        <w:tc>
          <w:tcPr>
            <w:tcW w:w="1967" w:type="pct"/>
          </w:tcPr>
          <w:p w14:paraId="1079DEAF" w14:textId="77777777" w:rsidR="001B30F4" w:rsidRPr="00527D17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ลูกหนี้การค้า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</w:p>
        </w:tc>
        <w:tc>
          <w:tcPr>
            <w:tcW w:w="676" w:type="pct"/>
          </w:tcPr>
          <w:p w14:paraId="2E6092E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3" w:type="pct"/>
          </w:tcPr>
          <w:p w14:paraId="49F06BA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275EC7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7A10A27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6B34E89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7" w:type="pct"/>
          </w:tcPr>
          <w:p w14:paraId="67CB1E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76565426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6F4CCA" w:rsidRPr="00527D17" w14:paraId="7ED0206A" w14:textId="77777777" w:rsidTr="006F4CCA">
        <w:tc>
          <w:tcPr>
            <w:tcW w:w="1967" w:type="pct"/>
          </w:tcPr>
          <w:p w14:paraId="3CD894E3" w14:textId="2CF34209" w:rsidR="006F4CCA" w:rsidRPr="00527D17" w:rsidRDefault="006F4CCA" w:rsidP="006F4CC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D498F0" w14:textId="48A7147B" w:rsidR="006F4CCA" w:rsidRPr="00527D17" w:rsidRDefault="00ED5AD8" w:rsidP="00805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05FC0C2D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316BDDC9" w14:textId="461C4701" w:rsidR="006F4CCA" w:rsidRPr="00527D17" w:rsidRDefault="006F4CC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2282DC8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A710941" w14:textId="3F0EDC28" w:rsidR="006F4CCA" w:rsidRPr="00ED5AD8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21</w:t>
            </w:r>
            <w:r w:rsidR="00ED5AD8" w:rsidRPr="00ED5AD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243</w:t>
            </w:r>
          </w:p>
        </w:tc>
        <w:tc>
          <w:tcPr>
            <w:tcW w:w="147" w:type="pct"/>
          </w:tcPr>
          <w:p w14:paraId="4D7CD3E9" w14:textId="77777777" w:rsidR="006F4CCA" w:rsidRPr="00ED5AD8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48DA6E8E" w14:textId="5AD58D96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553</w:t>
            </w:r>
          </w:p>
        </w:tc>
      </w:tr>
      <w:tr w:rsidR="006F4CCA" w:rsidRPr="00527D17" w14:paraId="3BAC3EE7" w14:textId="77777777" w:rsidTr="006F4CCA">
        <w:tc>
          <w:tcPr>
            <w:tcW w:w="1967" w:type="pct"/>
          </w:tcPr>
          <w:p w14:paraId="0838261A" w14:textId="51CE5562" w:rsidR="006F4CCA" w:rsidRPr="00527D17" w:rsidRDefault="006F4CCA" w:rsidP="006F4CCA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D1A68A4" w14:textId="7B56129C" w:rsidR="006F4CCA" w:rsidRPr="00527D17" w:rsidRDefault="006C77FA" w:rsidP="004E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27</w:t>
            </w:r>
            <w:r w:rsidR="00ED5AD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426</w:t>
            </w:r>
          </w:p>
        </w:tc>
        <w:tc>
          <w:tcPr>
            <w:tcW w:w="143" w:type="pct"/>
          </w:tcPr>
          <w:p w14:paraId="292D5A6F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BF31BBB" w14:textId="5AE97CF9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19</w:t>
            </w:r>
            <w:r w:rsidR="006F4CCA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067</w:t>
            </w:r>
          </w:p>
        </w:tc>
        <w:tc>
          <w:tcPr>
            <w:tcW w:w="146" w:type="pct"/>
          </w:tcPr>
          <w:p w14:paraId="487BB2BE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C850CBF" w14:textId="371AD460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ED5AD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948</w:t>
            </w:r>
          </w:p>
        </w:tc>
        <w:tc>
          <w:tcPr>
            <w:tcW w:w="147" w:type="pct"/>
          </w:tcPr>
          <w:p w14:paraId="2746E08B" w14:textId="77777777" w:rsidR="006F4CCA" w:rsidRPr="00527D17" w:rsidRDefault="006F4CC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6520F036" w14:textId="39988B8C" w:rsidR="006F4CCA" w:rsidRPr="00527D17" w:rsidRDefault="006C77FA" w:rsidP="006F4C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061</w:t>
            </w:r>
          </w:p>
        </w:tc>
      </w:tr>
      <w:tr w:rsidR="0069618B" w:rsidRPr="00527D17" w14:paraId="263EE983" w14:textId="77777777" w:rsidTr="006A0449">
        <w:tc>
          <w:tcPr>
            <w:tcW w:w="1967" w:type="pct"/>
          </w:tcPr>
          <w:p w14:paraId="59F60459" w14:textId="05A80752" w:rsidR="0069618B" w:rsidRPr="00527D1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67C46628" w:rsidR="0069618B" w:rsidRPr="00527D17" w:rsidRDefault="006C77FA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27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426</w:t>
            </w:r>
          </w:p>
        </w:tc>
        <w:tc>
          <w:tcPr>
            <w:tcW w:w="143" w:type="pct"/>
          </w:tcPr>
          <w:p w14:paraId="1A436A93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068A8002" w:rsidR="0069618B" w:rsidRPr="00527D17" w:rsidRDefault="006C77FA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067</w:t>
            </w:r>
          </w:p>
        </w:tc>
        <w:tc>
          <w:tcPr>
            <w:tcW w:w="146" w:type="pct"/>
          </w:tcPr>
          <w:p w14:paraId="1BCB908E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3F348643" w:rsidR="0069618B" w:rsidRPr="00527D17" w:rsidRDefault="006C77FA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28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191</w:t>
            </w:r>
          </w:p>
        </w:tc>
        <w:tc>
          <w:tcPr>
            <w:tcW w:w="147" w:type="pct"/>
          </w:tcPr>
          <w:p w14:paraId="0FF27DC9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39A9DD69" w:rsidR="0069618B" w:rsidRPr="00527D17" w:rsidRDefault="006C77FA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614</w:t>
            </w:r>
          </w:p>
        </w:tc>
      </w:tr>
      <w:tr w:rsidR="0069618B" w:rsidRPr="00527D17" w14:paraId="097A4249" w14:textId="77777777" w:rsidTr="006A0449">
        <w:tc>
          <w:tcPr>
            <w:tcW w:w="1967" w:type="pct"/>
          </w:tcPr>
          <w:p w14:paraId="56912021" w14:textId="597E9AA6" w:rsidR="0069618B" w:rsidRPr="00527D17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</w:tcPr>
          <w:p w14:paraId="188A6E27" w14:textId="68FFAD0A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3" w:type="pct"/>
          </w:tcPr>
          <w:p w14:paraId="11B091AE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3DD18CF0" w14:textId="339E5790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2B18AD07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6CB2B736" w14:textId="5C91FD9C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1F2B925F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659B14CF" w14:textId="67BB42C1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</w:tr>
      <w:tr w:rsidR="0069618B" w:rsidRPr="00527D17" w14:paraId="1FF23F3C" w14:textId="77777777" w:rsidTr="006A0449">
        <w:trPr>
          <w:trHeight w:val="332"/>
        </w:trPr>
        <w:tc>
          <w:tcPr>
            <w:tcW w:w="1967" w:type="pct"/>
          </w:tcPr>
          <w:p w14:paraId="5759EC7C" w14:textId="15FCD456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ลูกหนี้อื่น</w:t>
            </w:r>
          </w:p>
        </w:tc>
        <w:tc>
          <w:tcPr>
            <w:tcW w:w="676" w:type="pct"/>
          </w:tcPr>
          <w:p w14:paraId="2FD247F6" w14:textId="77777777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</w:tcPr>
          <w:p w14:paraId="311F65F6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</w:tcPr>
          <w:p w14:paraId="1C974DAF" w14:textId="77777777" w:rsidR="0069618B" w:rsidRPr="00527D17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</w:tcPr>
          <w:p w14:paraId="738BF8B4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</w:tcPr>
          <w:p w14:paraId="5BD11231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7" w:type="pct"/>
          </w:tcPr>
          <w:p w14:paraId="7EB3C4ED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4" w:type="pct"/>
          </w:tcPr>
          <w:p w14:paraId="5196C436" w14:textId="77777777" w:rsidR="0069618B" w:rsidRPr="00527D17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71F44" w:rsidRPr="00527D17" w14:paraId="07A701FF" w14:textId="77777777" w:rsidTr="006A0449">
        <w:tc>
          <w:tcPr>
            <w:tcW w:w="1967" w:type="pct"/>
          </w:tcPr>
          <w:p w14:paraId="2B709EB0" w14:textId="7B3CCB00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  <w:r w:rsidR="00327651"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</w:tcPr>
          <w:p w14:paraId="1A84A121" w14:textId="65DE4653" w:rsidR="00371F44" w:rsidRPr="00527D17" w:rsidRDefault="006C77FA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448</w:t>
            </w:r>
          </w:p>
        </w:tc>
        <w:tc>
          <w:tcPr>
            <w:tcW w:w="143" w:type="pct"/>
          </w:tcPr>
          <w:p w14:paraId="6D2624A2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6B585D26" w14:textId="11152D57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337</w:t>
            </w:r>
          </w:p>
        </w:tc>
        <w:tc>
          <w:tcPr>
            <w:tcW w:w="146" w:type="pct"/>
          </w:tcPr>
          <w:p w14:paraId="37FA7636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1E95D5C1" w14:textId="7E1A4FC3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</w:t>
            </w:r>
            <w:r w:rsidR="00ED5AD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707</w:t>
            </w:r>
          </w:p>
        </w:tc>
        <w:tc>
          <w:tcPr>
            <w:tcW w:w="147" w:type="pct"/>
          </w:tcPr>
          <w:p w14:paraId="7536024F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34038F8E" w14:textId="5580C607" w:rsidR="00371F44" w:rsidRPr="00527D17" w:rsidRDefault="00371F4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444CBA" w:rsidRPr="00527D17" w14:paraId="68380D01" w14:textId="77777777" w:rsidTr="006A0449">
        <w:tc>
          <w:tcPr>
            <w:tcW w:w="1967" w:type="pct"/>
          </w:tcPr>
          <w:p w14:paraId="78EE9B08" w14:textId="4AE15377" w:rsidR="00444CBA" w:rsidRPr="00527D17" w:rsidRDefault="00444CBA" w:rsidP="00444CBA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74BE6A0E" w14:textId="20BEB691" w:rsidR="00444CBA" w:rsidRPr="00527D17" w:rsidRDefault="00ED5AD8" w:rsidP="00450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7F78782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7E1659C5" w14:textId="58A6EA68" w:rsidR="00444CBA" w:rsidRPr="00527D17" w:rsidRDefault="00444CB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3A7EC8B6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CE6C88F" w14:textId="41743B2A" w:rsidR="00444CBA" w:rsidRPr="00527D17" w:rsidRDefault="006C77FA" w:rsidP="00444C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40</w:t>
            </w:r>
            <w:r w:rsid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789</w:t>
            </w:r>
          </w:p>
        </w:tc>
        <w:tc>
          <w:tcPr>
            <w:tcW w:w="147" w:type="pct"/>
          </w:tcPr>
          <w:p w14:paraId="2CA8D2A5" w14:textId="77777777" w:rsidR="00444CBA" w:rsidRPr="00527D17" w:rsidRDefault="00444CB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63A5BC5C" w14:textId="33EAD7E5" w:rsidR="00444CBA" w:rsidRPr="00527D17" w:rsidRDefault="006C77FA" w:rsidP="0044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67</w:t>
            </w:r>
            <w:r w:rsidR="00444CBA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851</w:t>
            </w:r>
          </w:p>
        </w:tc>
      </w:tr>
      <w:tr w:rsidR="00371F44" w:rsidRPr="00527D17" w14:paraId="723C96D9" w14:textId="77777777" w:rsidTr="006A0449">
        <w:tc>
          <w:tcPr>
            <w:tcW w:w="1967" w:type="pct"/>
          </w:tcPr>
          <w:p w14:paraId="388FD2D0" w14:textId="71558B29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09752C7" w14:textId="4758AFCC" w:rsidR="00371F44" w:rsidRPr="00527D17" w:rsidRDefault="006C77FA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5</w:t>
            </w:r>
            <w:r w:rsid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420</w:t>
            </w:r>
          </w:p>
        </w:tc>
        <w:tc>
          <w:tcPr>
            <w:tcW w:w="143" w:type="pct"/>
          </w:tcPr>
          <w:p w14:paraId="484F4E45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257A8CD4" w14:textId="7DBBE668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899</w:t>
            </w:r>
          </w:p>
        </w:tc>
        <w:tc>
          <w:tcPr>
            <w:tcW w:w="146" w:type="pct"/>
          </w:tcPr>
          <w:p w14:paraId="69796533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12C3A9A" w14:textId="3EBD6439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</w:t>
            </w:r>
            <w:r w:rsidR="00ED5AD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629</w:t>
            </w:r>
          </w:p>
        </w:tc>
        <w:tc>
          <w:tcPr>
            <w:tcW w:w="147" w:type="pct"/>
          </w:tcPr>
          <w:p w14:paraId="48D1276C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AE22F48" w14:textId="7A03E994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="00371F44" w:rsidRPr="00527D1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076</w:t>
            </w:r>
          </w:p>
        </w:tc>
      </w:tr>
      <w:tr w:rsidR="00371F44" w:rsidRPr="00527D17" w14:paraId="698A2C32" w14:textId="77777777" w:rsidTr="006A0449">
        <w:tc>
          <w:tcPr>
            <w:tcW w:w="1967" w:type="pct"/>
          </w:tcPr>
          <w:p w14:paraId="731A0DC1" w14:textId="01B5B136" w:rsidR="00371F44" w:rsidRPr="00527D17" w:rsidRDefault="00371F44" w:rsidP="00371F44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98E8BFD" w14:textId="792B6AD1" w:rsidR="00371F44" w:rsidRPr="00527D17" w:rsidRDefault="006C77FA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868</w:t>
            </w:r>
          </w:p>
        </w:tc>
        <w:tc>
          <w:tcPr>
            <w:tcW w:w="143" w:type="pct"/>
          </w:tcPr>
          <w:p w14:paraId="7C9D51E2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3A5B374C" w14:textId="4604AAE5" w:rsidR="00371F44" w:rsidRPr="00527D17" w:rsidRDefault="006C77FA" w:rsidP="00371F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236</w:t>
            </w:r>
          </w:p>
        </w:tc>
        <w:tc>
          <w:tcPr>
            <w:tcW w:w="146" w:type="pct"/>
          </w:tcPr>
          <w:p w14:paraId="58654389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FDCD24F" w14:textId="69B31929" w:rsidR="00371F44" w:rsidRPr="00527D17" w:rsidRDefault="006C77FA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47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125</w:t>
            </w:r>
          </w:p>
        </w:tc>
        <w:tc>
          <w:tcPr>
            <w:tcW w:w="147" w:type="pct"/>
          </w:tcPr>
          <w:p w14:paraId="157CFDFD" w14:textId="77777777" w:rsidR="00371F44" w:rsidRPr="00527D17" w:rsidRDefault="00371F44" w:rsidP="00371F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7288BDA" w14:textId="30E59226" w:rsidR="00371F44" w:rsidRPr="00527D17" w:rsidRDefault="006C77FA" w:rsidP="00664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69</w:t>
            </w:r>
            <w:r w:rsidR="00371F4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927</w:t>
            </w:r>
          </w:p>
        </w:tc>
      </w:tr>
      <w:tr w:rsidR="007D7F2A" w:rsidRPr="00527D17" w14:paraId="7FC529FE" w14:textId="77777777" w:rsidTr="006A0449">
        <w:tc>
          <w:tcPr>
            <w:tcW w:w="1967" w:type="pct"/>
          </w:tcPr>
          <w:p w14:paraId="74CE59B2" w14:textId="7674FB48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2B53F235" w14:textId="00D8EBBA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4E7FAE8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135636C6" w14:textId="1CD7E7B5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6D800E5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4B2F339" w14:textId="21E0D9E2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4029C6D2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DBD3C76" w14:textId="4A136AE3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55C6FF16" w14:textId="77777777" w:rsidTr="006A0449">
        <w:trPr>
          <w:trHeight w:val="359"/>
        </w:trPr>
        <w:tc>
          <w:tcPr>
            <w:tcW w:w="1967" w:type="pct"/>
            <w:shd w:val="clear" w:color="auto" w:fill="auto"/>
          </w:tcPr>
          <w:p w14:paraId="2084D672" w14:textId="65F85600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เงินให้กู้ยืมระยะสั้น</w:t>
            </w:r>
          </w:p>
        </w:tc>
        <w:tc>
          <w:tcPr>
            <w:tcW w:w="676" w:type="pct"/>
            <w:shd w:val="clear" w:color="auto" w:fill="auto"/>
          </w:tcPr>
          <w:p w14:paraId="2323A31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293379E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36D750C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7D42CA4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06577D9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147" w:type="pct"/>
            <w:shd w:val="clear" w:color="auto" w:fill="auto"/>
          </w:tcPr>
          <w:p w14:paraId="65798AF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02D58E7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83ED8" w:rsidRPr="00527D17" w14:paraId="115033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2C6B7E0D" w14:textId="6A507036" w:rsidR="00283ED8" w:rsidRPr="00527D17" w:rsidRDefault="00283ED8" w:rsidP="00283ED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32CF7557" w14:textId="1C7E8A2C" w:rsidR="00283ED8" w:rsidRPr="00527D17" w:rsidRDefault="00ED5AD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BD5626C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242D9E94" w14:textId="167B7332" w:rsidR="00283ED8" w:rsidRPr="00527D17" w:rsidRDefault="000D6770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296956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20BACC5B" w14:textId="121DA88F" w:rsidR="00283ED8" w:rsidRPr="00527D17" w:rsidRDefault="006C77FA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642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654</w:t>
            </w:r>
          </w:p>
        </w:tc>
        <w:tc>
          <w:tcPr>
            <w:tcW w:w="147" w:type="pct"/>
            <w:shd w:val="clear" w:color="auto" w:fill="auto"/>
          </w:tcPr>
          <w:p w14:paraId="393E76CE" w14:textId="77777777" w:rsidR="00283ED8" w:rsidRPr="00527D17" w:rsidRDefault="00283ED8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2C609C12" w14:textId="167FAF43" w:rsidR="00283ED8" w:rsidRPr="00527D17" w:rsidRDefault="006C77FA" w:rsidP="00283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1</w:t>
            </w:r>
            <w:r w:rsidR="005E1FD8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648</w:t>
            </w:r>
            <w:r w:rsidR="005E1FD8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841</w:t>
            </w:r>
          </w:p>
        </w:tc>
      </w:tr>
      <w:tr w:rsidR="007D7F2A" w:rsidRPr="00527D17" w14:paraId="6D3B230D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BA849BA" w14:textId="281972EC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022157E4" w14:textId="735A91F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543567E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1FE09504" w14:textId="749F70F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5C1817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6B915360" w14:textId="23BDE73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41388834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30CE1652" w14:textId="475AD11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6FB1F05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7E923ED" w14:textId="0215139D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676" w:type="pct"/>
            <w:shd w:val="clear" w:color="auto" w:fill="auto"/>
          </w:tcPr>
          <w:p w14:paraId="26141BFB" w14:textId="7C16D00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6C8240B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5BF90F08" w14:textId="2BA88C3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5037EB31" w14:textId="7ECD7904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0A6CB226" w14:textId="02A493F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70E6F" w:rsidRPr="00527D17" w14:paraId="52E7ADF1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7F7118C" w14:textId="38051E6B" w:rsidR="00270E6F" w:rsidRPr="00527D17" w:rsidRDefault="00270E6F" w:rsidP="00270E6F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shd w:val="clear" w:color="auto" w:fill="auto"/>
          </w:tcPr>
          <w:p w14:paraId="5C69207E" w14:textId="546B7704" w:rsidR="00270E6F" w:rsidRPr="00527D17" w:rsidRDefault="006C77FA" w:rsidP="00ED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235</w:t>
            </w:r>
            <w:r w:rsidR="00ED5AD8" w:rsidRP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686</w:t>
            </w:r>
          </w:p>
        </w:tc>
        <w:tc>
          <w:tcPr>
            <w:tcW w:w="143" w:type="pct"/>
            <w:shd w:val="clear" w:color="auto" w:fill="auto"/>
          </w:tcPr>
          <w:p w14:paraId="48106CB2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shd w:val="clear" w:color="auto" w:fill="auto"/>
          </w:tcPr>
          <w:p w14:paraId="3926CA39" w14:textId="32DE9289" w:rsidR="00270E6F" w:rsidRPr="00527D17" w:rsidRDefault="006C77FA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235</w:t>
            </w:r>
            <w:r w:rsidR="00270E6F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203</w:t>
            </w:r>
          </w:p>
        </w:tc>
        <w:tc>
          <w:tcPr>
            <w:tcW w:w="146" w:type="pct"/>
            <w:shd w:val="clear" w:color="auto" w:fill="auto"/>
          </w:tcPr>
          <w:p w14:paraId="2028B338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0" w:type="pct"/>
            <w:shd w:val="clear" w:color="auto" w:fill="auto"/>
          </w:tcPr>
          <w:p w14:paraId="54701BE5" w14:textId="51D39216" w:rsidR="00270E6F" w:rsidRPr="00527D17" w:rsidRDefault="00ED5AD8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EB1501" w14:textId="77777777" w:rsidR="00270E6F" w:rsidRPr="00527D17" w:rsidRDefault="00270E6F" w:rsidP="00270E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3491A806" w14:textId="692ACC0C" w:rsidR="00270E6F" w:rsidRPr="00527D17" w:rsidRDefault="00270E6F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7D7F2A" w:rsidRPr="00527D17" w14:paraId="114EEFA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179E630B" w14:textId="0B407102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324A62C1" w14:textId="423C10B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6ABB641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31FAFE33" w14:textId="155A6F7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0A4DF686" w14:textId="4973BF9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6BF7163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011B59C1" w14:textId="7888D725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0CE1F5C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3C4E4578" w14:textId="34B28C7F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ที่ดิน อาคาร </w:t>
            </w: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และ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อุปกรณ์</w:t>
            </w:r>
          </w:p>
        </w:tc>
        <w:tc>
          <w:tcPr>
            <w:tcW w:w="676" w:type="pct"/>
            <w:shd w:val="clear" w:color="auto" w:fill="auto"/>
          </w:tcPr>
          <w:p w14:paraId="21CBE4A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260F051A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29437FA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0FCDE77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45AFB56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AE3279" w:rsidRPr="00527D17" w14:paraId="76F56436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013552B9" w14:textId="53439953" w:rsidR="00AE3279" w:rsidRPr="00527D17" w:rsidRDefault="00AE3279" w:rsidP="00AE327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75B3345B" w14:textId="3C982BA3" w:rsidR="00AE3279" w:rsidRPr="00527D17" w:rsidRDefault="00ED5AD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6EC8D41" w14:textId="77777777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  <w:shd w:val="clear" w:color="auto" w:fill="auto"/>
          </w:tcPr>
          <w:p w14:paraId="6BF3E847" w14:textId="29E2DED3" w:rsidR="00AE3279" w:rsidRPr="00527D17" w:rsidRDefault="00AE327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722DAC4" w14:textId="77777777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5F2F4520" w14:textId="57B5547E" w:rsidR="00AE3279" w:rsidRPr="00527D17" w:rsidRDefault="006C77FA" w:rsidP="00ED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</w:t>
            </w:r>
            <w:r w:rsid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812</w:t>
            </w:r>
          </w:p>
        </w:tc>
        <w:tc>
          <w:tcPr>
            <w:tcW w:w="147" w:type="pct"/>
            <w:shd w:val="clear" w:color="auto" w:fill="auto"/>
          </w:tcPr>
          <w:p w14:paraId="337BD81C" w14:textId="0A9B9C93" w:rsidR="00AE3279" w:rsidRPr="00527D17" w:rsidRDefault="00AE3279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</w:tcPr>
          <w:p w14:paraId="311E6AD6" w14:textId="17D3EF47" w:rsidR="00AE3279" w:rsidRPr="00527D17" w:rsidRDefault="006C77FA" w:rsidP="00AE32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10</w:t>
            </w:r>
            <w:r w:rsidR="00AE327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146</w:t>
            </w:r>
          </w:p>
        </w:tc>
      </w:tr>
      <w:tr w:rsidR="007D7F2A" w:rsidRPr="00527D17" w14:paraId="6DF63393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4E8DB8F" w14:textId="2F4F8617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243BFE81" w14:textId="18D7DC9A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2C9F509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76E36D65" w14:textId="2C36B4E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3242175" w14:textId="49C78552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  <w:shd w:val="clear" w:color="auto" w:fill="auto"/>
          </w:tcPr>
          <w:p w14:paraId="0C2461A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6AC3A0A1" w14:textId="06526E7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7D7F2A" w:rsidRPr="00527D17" w14:paraId="0983DCFA" w14:textId="77777777" w:rsidTr="006A0449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A9AB1FD" w14:textId="236560C4" w:rsidR="007D7F2A" w:rsidRPr="00527D17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เงินให้กู้ยืมระยะยาว</w:t>
            </w:r>
          </w:p>
        </w:tc>
        <w:tc>
          <w:tcPr>
            <w:tcW w:w="676" w:type="pct"/>
            <w:shd w:val="clear" w:color="auto" w:fill="auto"/>
          </w:tcPr>
          <w:p w14:paraId="7BAB161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3" w:type="pct"/>
            <w:shd w:val="clear" w:color="auto" w:fill="auto"/>
          </w:tcPr>
          <w:p w14:paraId="6D7A7E3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shd w:val="clear" w:color="auto" w:fill="auto"/>
          </w:tcPr>
          <w:p w14:paraId="0F49D1F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shd w:val="clear" w:color="auto" w:fill="auto"/>
          </w:tcPr>
          <w:p w14:paraId="279F406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4" w:type="pct"/>
            <w:shd w:val="clear" w:color="auto" w:fill="auto"/>
          </w:tcPr>
          <w:p w14:paraId="1D921D8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C7B08" w:rsidRPr="00527D17" w14:paraId="70D19CF6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CCF39A5" w14:textId="7F289A1D" w:rsidR="00BC7B08" w:rsidRPr="00527D17" w:rsidRDefault="00BC7B08" w:rsidP="00BC7B08">
            <w:pPr>
              <w:spacing w:line="360" w:lineRule="exact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44E344E2" w14:textId="740B0526" w:rsidR="00BC7B08" w:rsidRPr="00527D17" w:rsidRDefault="00ED5AD8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DD6790D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shd w:val="clear" w:color="auto" w:fill="auto"/>
          </w:tcPr>
          <w:p w14:paraId="2F590D59" w14:textId="18FF0FB8" w:rsidR="00BC7B08" w:rsidRPr="00527D17" w:rsidRDefault="00BC7B08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shd w:val="clear" w:color="auto" w:fill="auto"/>
          </w:tcPr>
          <w:p w14:paraId="722D31D5" w14:textId="15CD04D2" w:rsidR="00BC7B08" w:rsidRPr="00527D17" w:rsidRDefault="006C77FA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6</w:t>
            </w:r>
            <w:r w:rsidR="00ED5AD8" w:rsidRP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612</w:t>
            </w:r>
            <w:r w:rsidR="00ED5AD8" w:rsidRP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387</w:t>
            </w:r>
          </w:p>
        </w:tc>
        <w:tc>
          <w:tcPr>
            <w:tcW w:w="147" w:type="pct"/>
            <w:shd w:val="clear" w:color="auto" w:fill="auto"/>
          </w:tcPr>
          <w:p w14:paraId="4ADD9A29" w14:textId="77777777" w:rsidR="00BC7B08" w:rsidRPr="00527D17" w:rsidRDefault="00BC7B08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shd w:val="clear" w:color="auto" w:fill="auto"/>
          </w:tcPr>
          <w:p w14:paraId="07EED798" w14:textId="0245D8B5" w:rsidR="00BC7B08" w:rsidRPr="00527D17" w:rsidRDefault="006C77FA" w:rsidP="00BC7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6</w:t>
            </w:r>
            <w:r w:rsidR="00BC7B0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193</w:t>
            </w:r>
            <w:r w:rsidR="00BC7B0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549</w:t>
            </w:r>
          </w:p>
        </w:tc>
      </w:tr>
      <w:tr w:rsidR="002B2CC9" w:rsidRPr="00527D17" w14:paraId="7905301E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82413E1" w14:textId="04C6A697" w:rsidR="002B2CC9" w:rsidRPr="00527D17" w:rsidRDefault="002B2CC9" w:rsidP="002B2CC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2B1B7E20" w14:textId="6522119A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5</w:t>
            </w:r>
            <w:r w:rsidR="00ED5AD8" w:rsidRP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670</w:t>
            </w:r>
            <w:r w:rsidR="00ED5AD8" w:rsidRPr="00ED5AD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759</w:t>
            </w:r>
          </w:p>
        </w:tc>
        <w:tc>
          <w:tcPr>
            <w:tcW w:w="143" w:type="pct"/>
            <w:shd w:val="clear" w:color="auto" w:fill="auto"/>
          </w:tcPr>
          <w:p w14:paraId="58C24DDE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</w:tcPr>
          <w:p w14:paraId="313218FD" w14:textId="6DFBBFDE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5</w:t>
            </w:r>
            <w:r w:rsidR="002B2CC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303</w:t>
            </w:r>
            <w:r w:rsidR="002B2CC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5C5D9A21" w14:textId="601E6E9A" w:rsidR="002B2CC9" w:rsidRPr="00527D17" w:rsidRDefault="00ED5AD8" w:rsidP="00CC087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A5CE68B" w14:textId="0C0AD56C" w:rsidR="002B2CC9" w:rsidRPr="00527D17" w:rsidRDefault="002B2CC9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2B2CC9" w:rsidRPr="00527D17" w14:paraId="371EC1F2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5713F5FE" w14:textId="3F90C63E" w:rsidR="002B2CC9" w:rsidRPr="00527D17" w:rsidRDefault="002B2CC9" w:rsidP="002B2CC9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0FE4C" w14:textId="0ED9C756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="00ED5AD8" w:rsidRP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670</w:t>
            </w:r>
            <w:r w:rsidR="00ED5AD8" w:rsidRP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759</w:t>
            </w:r>
          </w:p>
        </w:tc>
        <w:tc>
          <w:tcPr>
            <w:tcW w:w="143" w:type="pct"/>
            <w:shd w:val="clear" w:color="auto" w:fill="auto"/>
          </w:tcPr>
          <w:p w14:paraId="73B86819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7E73A8" w14:textId="3034F272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303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536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F1CD3" w14:textId="7E5E958D" w:rsidR="002B2CC9" w:rsidRPr="00527D17" w:rsidRDefault="006C77FA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</w:t>
            </w:r>
            <w:r w:rsidR="00ED5AD8" w:rsidRP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612</w:t>
            </w:r>
            <w:r w:rsidR="00ED5AD8" w:rsidRPr="00ED5AD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387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2B2CC9" w:rsidRPr="00527D17" w:rsidRDefault="002B2CC9" w:rsidP="002B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1253F" w14:textId="3A5A5325" w:rsidR="002B2CC9" w:rsidRPr="00527D17" w:rsidRDefault="006C77FA" w:rsidP="002B2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6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193</w:t>
            </w:r>
            <w:r w:rsidR="002B2CC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  <w:lang w:val="en-US"/>
              </w:rPr>
              <w:t>549</w:t>
            </w:r>
          </w:p>
        </w:tc>
      </w:tr>
      <w:tr w:rsidR="00AD0B21" w:rsidRPr="00527D17" w14:paraId="745AF0E9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3F7E36C8" w14:textId="77777777" w:rsidR="00AD0B21" w:rsidRPr="00527D17" w:rsidRDefault="00AD0B21" w:rsidP="007D7F2A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68086F38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  <w:shd w:val="clear" w:color="auto" w:fill="auto"/>
          </w:tcPr>
          <w:p w14:paraId="269FAC0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double" w:sz="4" w:space="0" w:color="auto"/>
            </w:tcBorders>
            <w:shd w:val="clear" w:color="auto" w:fill="auto"/>
          </w:tcPr>
          <w:p w14:paraId="56969B7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AD652A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B2CF21C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650ED52" w14:textId="77777777" w:rsidR="00AD0B21" w:rsidRPr="00527D17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</w:tcPr>
          <w:p w14:paraId="29AD31C4" w14:textId="77777777" w:rsidR="00AD0B21" w:rsidRPr="00527D17" w:rsidRDefault="00AD0B21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7D7F2A" w:rsidRPr="00527D17" w14:paraId="2BF6FF64" w14:textId="77777777" w:rsidTr="006A0449">
        <w:tblPrEx>
          <w:tblLook w:val="04A0" w:firstRow="1" w:lastRow="0" w:firstColumn="1" w:lastColumn="0" w:noHBand="0" w:noVBand="1"/>
        </w:tblPrEx>
        <w:tc>
          <w:tcPr>
            <w:tcW w:w="1967" w:type="pct"/>
          </w:tcPr>
          <w:p w14:paraId="6E26103B" w14:textId="32F7B4BC" w:rsidR="007D7F2A" w:rsidRPr="00527D17" w:rsidRDefault="007D7F2A" w:rsidP="007D7F2A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676" w:type="pct"/>
          </w:tcPr>
          <w:p w14:paraId="45499E92" w14:textId="63DD53C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345519B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</w:tcPr>
          <w:p w14:paraId="3FC735D3" w14:textId="3CE4F8ED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5868C50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465B9487" w14:textId="372E75F0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425DE9F7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27E58A4A" w14:textId="0C6F49DD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7D7F2A" w:rsidRPr="00527D17" w14:paraId="7A4248F1" w14:textId="77777777" w:rsidTr="006A0449">
        <w:tc>
          <w:tcPr>
            <w:tcW w:w="1967" w:type="pct"/>
          </w:tcPr>
          <w:p w14:paraId="0FB11DC2" w14:textId="1F52FA21" w:rsidR="00AC3666" w:rsidRDefault="00AC3666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/>
                <w:b/>
                <w:bCs/>
                <w:i/>
                <w:iCs/>
                <w:sz w:val="29"/>
                <w:szCs w:val="29"/>
              </w:rPr>
            </w:pPr>
          </w:p>
          <w:p w14:paraId="4D5276A4" w14:textId="77777777" w:rsidR="00627DA9" w:rsidRPr="00527D17" w:rsidRDefault="00627DA9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/>
                <w:b/>
                <w:bCs/>
                <w:i/>
                <w:iCs/>
                <w:sz w:val="29"/>
                <w:szCs w:val="29"/>
              </w:rPr>
            </w:pPr>
          </w:p>
          <w:p w14:paraId="35A6A1D8" w14:textId="3C3D1DE8" w:rsidR="007D7F2A" w:rsidRPr="00527D17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เจ้าหนี้การค้า</w:t>
            </w:r>
          </w:p>
        </w:tc>
        <w:tc>
          <w:tcPr>
            <w:tcW w:w="676" w:type="pct"/>
          </w:tcPr>
          <w:p w14:paraId="549BAF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3" w:type="pct"/>
          </w:tcPr>
          <w:p w14:paraId="73B2B2F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29879EF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52EB4F36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84ABB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47" w:type="pct"/>
          </w:tcPr>
          <w:p w14:paraId="5611E5F4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07AFB1B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7D7F2A" w:rsidRPr="00527D17" w14:paraId="6E79A16B" w14:textId="77777777" w:rsidTr="0060041F">
        <w:tc>
          <w:tcPr>
            <w:tcW w:w="1967" w:type="pct"/>
            <w:shd w:val="clear" w:color="auto" w:fill="auto"/>
          </w:tcPr>
          <w:p w14:paraId="466C3834" w14:textId="28469ECB" w:rsidR="007D7F2A" w:rsidRPr="00527D17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  <w:r w:rsidR="00327651"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  <w:shd w:val="clear" w:color="auto" w:fill="auto"/>
          </w:tcPr>
          <w:p w14:paraId="40B4F889" w14:textId="628A3CDB" w:rsidR="007D7F2A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3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402</w:t>
            </w:r>
          </w:p>
        </w:tc>
        <w:tc>
          <w:tcPr>
            <w:tcW w:w="143" w:type="pct"/>
          </w:tcPr>
          <w:p w14:paraId="79AF6AD8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57" w:type="pct"/>
          </w:tcPr>
          <w:p w14:paraId="59A2E0D2" w14:textId="40E647BD" w:rsidR="007D7F2A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3</w:t>
            </w:r>
            <w:r w:rsidR="005E1FD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845</w:t>
            </w:r>
          </w:p>
        </w:tc>
        <w:tc>
          <w:tcPr>
            <w:tcW w:w="146" w:type="pct"/>
          </w:tcPr>
          <w:p w14:paraId="5897B7F9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0" w:type="pct"/>
          </w:tcPr>
          <w:p w14:paraId="4F79A392" w14:textId="054321C5" w:rsidR="007D7F2A" w:rsidRPr="00527D17" w:rsidRDefault="006C77FA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813</w:t>
            </w:r>
          </w:p>
        </w:tc>
        <w:tc>
          <w:tcPr>
            <w:tcW w:w="147" w:type="pct"/>
          </w:tcPr>
          <w:p w14:paraId="08850942" w14:textId="77777777" w:rsidR="007D7F2A" w:rsidRPr="00527D17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 w:eastAsia="en-US"/>
              </w:rPr>
            </w:pPr>
          </w:p>
        </w:tc>
        <w:tc>
          <w:tcPr>
            <w:tcW w:w="634" w:type="pct"/>
          </w:tcPr>
          <w:p w14:paraId="72C0EE0F" w14:textId="16A3729A" w:rsidR="007D7F2A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3</w:t>
            </w:r>
            <w:r w:rsidR="005E1FD8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798</w:t>
            </w:r>
          </w:p>
        </w:tc>
      </w:tr>
      <w:tr w:rsidR="00ED338D" w:rsidRPr="00527D17" w14:paraId="7B28683F" w14:textId="77777777" w:rsidTr="0060041F">
        <w:tc>
          <w:tcPr>
            <w:tcW w:w="1967" w:type="pct"/>
            <w:shd w:val="clear" w:color="auto" w:fill="auto"/>
          </w:tcPr>
          <w:p w14:paraId="4CBE1B6A" w14:textId="2F247A46" w:rsidR="00ED338D" w:rsidRPr="00527D17" w:rsidRDefault="00ED338D" w:rsidP="00ED338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342E9C5B" w14:textId="1E6503FC" w:rsidR="00ED338D" w:rsidRPr="00527D17" w:rsidRDefault="00275D3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7B3129A5" w14:textId="77777777" w:rsidR="00ED338D" w:rsidRPr="00527D1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 w:eastAsia="en-US"/>
              </w:rPr>
            </w:pPr>
          </w:p>
        </w:tc>
        <w:tc>
          <w:tcPr>
            <w:tcW w:w="657" w:type="pct"/>
          </w:tcPr>
          <w:p w14:paraId="28178FEF" w14:textId="206FDFA1" w:rsidR="00ED338D" w:rsidRPr="00527D17" w:rsidRDefault="00ED338D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AF99A5E" w14:textId="77777777" w:rsidR="00ED338D" w:rsidRPr="00527D1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0" w:type="pct"/>
          </w:tcPr>
          <w:p w14:paraId="44A3DA1F" w14:textId="2E9FBD8E" w:rsidR="00ED338D" w:rsidRPr="00527D17" w:rsidRDefault="006C77FA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263</w:t>
            </w:r>
          </w:p>
        </w:tc>
        <w:tc>
          <w:tcPr>
            <w:tcW w:w="147" w:type="pct"/>
          </w:tcPr>
          <w:p w14:paraId="5CF3A629" w14:textId="77777777" w:rsidR="00ED338D" w:rsidRPr="00527D17" w:rsidRDefault="00ED338D" w:rsidP="00ED3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0A3A5701" w14:textId="7534BB57" w:rsidR="00ED338D" w:rsidRPr="00527D17" w:rsidRDefault="006C77FA" w:rsidP="00ED3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1</w:t>
            </w:r>
            <w:r w:rsidR="00ED338D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104</w:t>
            </w:r>
          </w:p>
        </w:tc>
      </w:tr>
      <w:tr w:rsidR="005E1FD8" w:rsidRPr="00527D17" w14:paraId="475BF01E" w14:textId="77777777" w:rsidTr="006A0449">
        <w:tc>
          <w:tcPr>
            <w:tcW w:w="1967" w:type="pct"/>
          </w:tcPr>
          <w:p w14:paraId="0D9EB71D" w14:textId="0672839E" w:rsidR="005E1FD8" w:rsidRPr="00527D17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1CE3904E" w14:textId="476F5F09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934</w:t>
            </w:r>
          </w:p>
        </w:tc>
        <w:tc>
          <w:tcPr>
            <w:tcW w:w="143" w:type="pct"/>
          </w:tcPr>
          <w:p w14:paraId="6123BFB9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337F0FAC" w14:textId="12218302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614</w:t>
            </w:r>
          </w:p>
        </w:tc>
        <w:tc>
          <w:tcPr>
            <w:tcW w:w="146" w:type="pct"/>
          </w:tcPr>
          <w:p w14:paraId="2C890FCE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1300EE8" w14:textId="32426589" w:rsidR="005E1FD8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366</w:t>
            </w:r>
          </w:p>
        </w:tc>
        <w:tc>
          <w:tcPr>
            <w:tcW w:w="147" w:type="pct"/>
          </w:tcPr>
          <w:p w14:paraId="4BB88F2E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0259BAB2" w14:textId="0367E126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237</w:t>
            </w:r>
          </w:p>
        </w:tc>
      </w:tr>
      <w:tr w:rsidR="005E1FD8" w:rsidRPr="00527D17" w14:paraId="7E2733E0" w14:textId="77777777" w:rsidTr="006A0449">
        <w:tc>
          <w:tcPr>
            <w:tcW w:w="1967" w:type="pct"/>
          </w:tcPr>
          <w:p w14:paraId="6176D2AF" w14:textId="60E62457" w:rsidR="005E1FD8" w:rsidRPr="00527D17" w:rsidRDefault="005E1FD8" w:rsidP="005E1FD8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267D711F" w14:textId="3D4BFFA6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336</w:t>
            </w:r>
          </w:p>
        </w:tc>
        <w:tc>
          <w:tcPr>
            <w:tcW w:w="143" w:type="pct"/>
          </w:tcPr>
          <w:p w14:paraId="35697B2B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2AA6F059" w14:textId="39469A07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5E1FD8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459</w:t>
            </w:r>
          </w:p>
        </w:tc>
        <w:tc>
          <w:tcPr>
            <w:tcW w:w="146" w:type="pct"/>
          </w:tcPr>
          <w:p w14:paraId="615F43FF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EC07A49" w14:textId="1A7276EC" w:rsidR="005E1FD8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442</w:t>
            </w:r>
          </w:p>
        </w:tc>
        <w:tc>
          <w:tcPr>
            <w:tcW w:w="147" w:type="pct"/>
          </w:tcPr>
          <w:p w14:paraId="59200488" w14:textId="77777777" w:rsidR="005E1FD8" w:rsidRPr="00527D17" w:rsidRDefault="005E1FD8" w:rsidP="005E1F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3C5AB038" w14:textId="7DDD143A" w:rsidR="005E1FD8" w:rsidRPr="00527D17" w:rsidRDefault="006C77FA" w:rsidP="00AC3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5</w:t>
            </w:r>
            <w:r w:rsidR="005E1FD8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139</w:t>
            </w:r>
          </w:p>
        </w:tc>
      </w:tr>
      <w:tr w:rsidR="007D7F2A" w:rsidRPr="00527D17" w14:paraId="73B5FDD1" w14:textId="77777777" w:rsidTr="006A0449">
        <w:tc>
          <w:tcPr>
            <w:tcW w:w="1967" w:type="pct"/>
          </w:tcPr>
          <w:p w14:paraId="40FE08EB" w14:textId="464BEC95" w:rsidR="007D7F2A" w:rsidRPr="00EF6B5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76" w:type="pct"/>
          </w:tcPr>
          <w:p w14:paraId="6CA8F29D" w14:textId="69BFDCB4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287069AC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7B92B00A" w14:textId="0082D7A9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4578778E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398F493E" w14:textId="369821F2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48F9B46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2E89B373" w14:textId="055B198F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527D17" w14:paraId="6780836D" w14:textId="77777777" w:rsidTr="006A0449">
        <w:tc>
          <w:tcPr>
            <w:tcW w:w="1967" w:type="pct"/>
          </w:tcPr>
          <w:p w14:paraId="27D7403A" w14:textId="12F03D52" w:rsidR="007D7F2A" w:rsidRPr="00527D17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เจ้า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หนี้อื่น</w:t>
            </w:r>
          </w:p>
        </w:tc>
        <w:tc>
          <w:tcPr>
            <w:tcW w:w="676" w:type="pct"/>
          </w:tcPr>
          <w:p w14:paraId="07C7A9F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1CF5739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</w:tcPr>
          <w:p w14:paraId="5A51E2EC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B60F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22428B91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F0EBE0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</w:tcPr>
          <w:p w14:paraId="4E95E50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A0449" w:rsidRPr="00527D17" w14:paraId="1E57B512" w14:textId="77777777" w:rsidTr="00AA51FF">
        <w:trPr>
          <w:trHeight w:val="77"/>
        </w:trPr>
        <w:tc>
          <w:tcPr>
            <w:tcW w:w="1967" w:type="pct"/>
          </w:tcPr>
          <w:p w14:paraId="483EE1C9" w14:textId="17B63EBC" w:rsidR="006A0449" w:rsidRPr="00527D17" w:rsidRDefault="00AC3666" w:rsidP="006A04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บริษัทใหญ่ในลำดับสูงสุดของกลุ่มบริษัท</w:t>
            </w:r>
          </w:p>
        </w:tc>
        <w:tc>
          <w:tcPr>
            <w:tcW w:w="676" w:type="pct"/>
          </w:tcPr>
          <w:p w14:paraId="2F68B928" w14:textId="64F8A225" w:rsidR="006A0449" w:rsidRPr="00527D17" w:rsidRDefault="006C77FA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38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241</w:t>
            </w:r>
          </w:p>
        </w:tc>
        <w:tc>
          <w:tcPr>
            <w:tcW w:w="143" w:type="pct"/>
          </w:tcPr>
          <w:p w14:paraId="5F9404E7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4C8CF5CC" w14:textId="4ADFE9C6" w:rsidR="006A0449" w:rsidRPr="00527D17" w:rsidRDefault="006C77FA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78</w:t>
            </w:r>
            <w:r w:rsidR="005E1FD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084</w:t>
            </w:r>
          </w:p>
        </w:tc>
        <w:tc>
          <w:tcPr>
            <w:tcW w:w="146" w:type="pct"/>
          </w:tcPr>
          <w:p w14:paraId="56BE71D1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</w:tcPr>
          <w:p w14:paraId="63214F8B" w14:textId="2E173365" w:rsidR="006A0449" w:rsidRPr="00527D17" w:rsidRDefault="006C77FA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36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747</w:t>
            </w:r>
          </w:p>
        </w:tc>
        <w:tc>
          <w:tcPr>
            <w:tcW w:w="147" w:type="pct"/>
          </w:tcPr>
          <w:p w14:paraId="0FF56190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</w:tcPr>
          <w:p w14:paraId="53AC9186" w14:textId="3872D8A6" w:rsidR="006A0449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77</w:t>
            </w:r>
            <w:r w:rsidR="005E1FD8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065</w:t>
            </w:r>
          </w:p>
        </w:tc>
      </w:tr>
      <w:tr w:rsidR="006A0449" w:rsidRPr="00527D17" w14:paraId="0B8B1670" w14:textId="77777777" w:rsidTr="006A0449">
        <w:tc>
          <w:tcPr>
            <w:tcW w:w="1967" w:type="pct"/>
          </w:tcPr>
          <w:p w14:paraId="188EE27C" w14:textId="6BF0860B" w:rsidR="006A0449" w:rsidRPr="00527D1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936DC3" w14:textId="07A2F786" w:rsidR="006A0449" w:rsidRPr="00527D17" w:rsidRDefault="006C77FA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575</w:t>
            </w:r>
          </w:p>
        </w:tc>
        <w:tc>
          <w:tcPr>
            <w:tcW w:w="143" w:type="pct"/>
          </w:tcPr>
          <w:p w14:paraId="7EE6ACF3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7285E1AE" w14:textId="3FC8FD10" w:rsidR="006A0449" w:rsidRPr="00527D17" w:rsidRDefault="006C77FA" w:rsidP="005E1F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665</w:t>
            </w:r>
          </w:p>
        </w:tc>
        <w:tc>
          <w:tcPr>
            <w:tcW w:w="146" w:type="pct"/>
          </w:tcPr>
          <w:p w14:paraId="152FD6B6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74CB964" w14:textId="6BA14B36" w:rsidR="006A0449" w:rsidRPr="00527D17" w:rsidRDefault="006C77FA" w:rsidP="00356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37</w:t>
            </w:r>
          </w:p>
        </w:tc>
        <w:tc>
          <w:tcPr>
            <w:tcW w:w="147" w:type="pct"/>
          </w:tcPr>
          <w:p w14:paraId="057110CA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D9DD898" w14:textId="12A9EA79" w:rsidR="006A0449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  <w:lang w:val="en-US"/>
              </w:rPr>
              <w:t>141</w:t>
            </w:r>
          </w:p>
        </w:tc>
      </w:tr>
      <w:tr w:rsidR="006A0449" w:rsidRPr="00527D17" w14:paraId="440CAE58" w14:textId="77777777" w:rsidTr="006A0449">
        <w:tc>
          <w:tcPr>
            <w:tcW w:w="1967" w:type="pct"/>
          </w:tcPr>
          <w:p w14:paraId="7E0599F9" w14:textId="0BADA8DB" w:rsidR="006A0449" w:rsidRPr="00527D17" w:rsidRDefault="006A0449" w:rsidP="006A0449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7F0DBD8" w14:textId="7D203B51" w:rsidR="006A0449" w:rsidRPr="00527D17" w:rsidRDefault="006C77FA" w:rsidP="006A0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38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816</w:t>
            </w:r>
          </w:p>
        </w:tc>
        <w:tc>
          <w:tcPr>
            <w:tcW w:w="143" w:type="pct"/>
          </w:tcPr>
          <w:p w14:paraId="2E2EC702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539573E3" w14:textId="1F6F3D6D" w:rsidR="006A0449" w:rsidRPr="00527D17" w:rsidRDefault="006C77FA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78</w:t>
            </w:r>
            <w:r w:rsidR="00C00C70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749</w:t>
            </w:r>
          </w:p>
        </w:tc>
        <w:tc>
          <w:tcPr>
            <w:tcW w:w="146" w:type="pct"/>
          </w:tcPr>
          <w:p w14:paraId="278BB557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5B89755" w14:textId="2216E2F9" w:rsidR="006A0449" w:rsidRPr="00527D17" w:rsidRDefault="006C77FA" w:rsidP="00C92F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36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784</w:t>
            </w:r>
          </w:p>
        </w:tc>
        <w:tc>
          <w:tcPr>
            <w:tcW w:w="147" w:type="pct"/>
          </w:tcPr>
          <w:p w14:paraId="059271B9" w14:textId="77777777" w:rsidR="006A0449" w:rsidRPr="00527D17" w:rsidRDefault="006A0449" w:rsidP="006A04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5E217184" w14:textId="537F98B3" w:rsidR="006A0449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77</w:t>
            </w:r>
            <w:r w:rsidR="00C00C70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206</w:t>
            </w:r>
          </w:p>
        </w:tc>
      </w:tr>
      <w:tr w:rsidR="007D7F2A" w:rsidRPr="00527D17" w14:paraId="77B6F0C1" w14:textId="77777777" w:rsidTr="006A0449">
        <w:tc>
          <w:tcPr>
            <w:tcW w:w="1967" w:type="pct"/>
          </w:tcPr>
          <w:p w14:paraId="35893432" w14:textId="422FA64C" w:rsidR="007D7F2A" w:rsidRPr="00EF6B5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A42DEA" w14:textId="390B77AB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4825C5A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DA35D" w14:textId="07FAAE98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411093D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C9C5CED" w14:textId="3708BE08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05A5BBEE" w14:textId="77777777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27460B" w14:textId="656F1750" w:rsidR="007D7F2A" w:rsidRPr="00527D17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527D17" w14:paraId="0EF0C4A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1E55649E" w14:textId="71DE532B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4D01D05F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9A3B79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78C6BE9E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8BBE6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3B13DA12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A1B2F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6D5C7491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3564" w:rsidRPr="00527D17" w14:paraId="018D6A5A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911D38" w14:textId="4899EDD9" w:rsidR="006F3564" w:rsidRPr="00527D17" w:rsidRDefault="006F3564" w:rsidP="006F3564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0A1ADDAA" w14:textId="6B83F5D8" w:rsidR="006F3564" w:rsidRPr="00275D3A" w:rsidRDefault="00275D3A" w:rsidP="00275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75D3A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3B68106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4B809AD8" w14:textId="6E347E7B" w:rsidR="006F3564" w:rsidRPr="00527D1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527D17">
              <w:rPr>
                <w:rFonts w:asciiTheme="majorBidi" w:hAnsi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FC13E3E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</w:tcPr>
          <w:p w14:paraId="537D87F8" w14:textId="6A11D4A4" w:rsidR="006F3564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278</w:t>
            </w:r>
          </w:p>
        </w:tc>
        <w:tc>
          <w:tcPr>
            <w:tcW w:w="147" w:type="pct"/>
          </w:tcPr>
          <w:p w14:paraId="11D61ED2" w14:textId="77777777" w:rsidR="006F3564" w:rsidRPr="00527D17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5E691D14" w14:textId="4D7B314B" w:rsidR="006F3564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7"/>
                <w:szCs w:val="17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11</w:t>
            </w:r>
            <w:r w:rsidR="006F3564"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455</w:t>
            </w:r>
          </w:p>
        </w:tc>
      </w:tr>
      <w:tr w:rsidR="006F3564" w:rsidRPr="00527D17" w14:paraId="4E70522B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0C4B3643" w14:textId="56E06027" w:rsidR="006F3564" w:rsidRPr="00527D17" w:rsidRDefault="006F3564" w:rsidP="006F3564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6D6DCD" w14:textId="159F7116" w:rsidR="006F3564" w:rsidRPr="00527D17" w:rsidRDefault="006C77FA" w:rsidP="00275D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138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159</w:t>
            </w:r>
          </w:p>
        </w:tc>
        <w:tc>
          <w:tcPr>
            <w:tcW w:w="143" w:type="pct"/>
          </w:tcPr>
          <w:p w14:paraId="4D1A138F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</w:tcPr>
          <w:p w14:paraId="7C6D36BA" w14:textId="1FCD0E12" w:rsidR="006F3564" w:rsidRPr="00527D17" w:rsidRDefault="006C77FA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6C77FA">
              <w:rPr>
                <w:rFonts w:asciiTheme="majorBidi" w:hAnsiTheme="majorBidi"/>
                <w:sz w:val="29"/>
                <w:szCs w:val="29"/>
              </w:rPr>
              <w:t>137</w:t>
            </w:r>
            <w:r w:rsidR="006F3564" w:rsidRPr="00527D17">
              <w:rPr>
                <w:rFonts w:asciiTheme="majorBidi" w:hAnsi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sz w:val="29"/>
                <w:szCs w:val="29"/>
              </w:rPr>
              <w:t>676</w:t>
            </w:r>
          </w:p>
        </w:tc>
        <w:tc>
          <w:tcPr>
            <w:tcW w:w="146" w:type="pct"/>
          </w:tcPr>
          <w:p w14:paraId="04D97F5A" w14:textId="77777777" w:rsidR="006F3564" w:rsidRPr="00527D17" w:rsidRDefault="006F3564" w:rsidP="006F35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6F743E3" w14:textId="21CC7136" w:rsidR="006F3564" w:rsidRPr="00527D17" w:rsidRDefault="00275D3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7" w:type="pct"/>
          </w:tcPr>
          <w:p w14:paraId="76F42B09" w14:textId="77777777" w:rsidR="006F3564" w:rsidRPr="00527D17" w:rsidRDefault="006F3564" w:rsidP="006F35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023F4BB" w14:textId="5A2B8832" w:rsidR="006F3564" w:rsidRPr="00527D17" w:rsidRDefault="006F3564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-</w:t>
            </w:r>
          </w:p>
        </w:tc>
      </w:tr>
      <w:tr w:rsidR="002E1C39" w:rsidRPr="00527D17" w14:paraId="364B616C" w14:textId="77777777" w:rsidTr="0075229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1C6407" w14:textId="7BFB0533" w:rsidR="002E1C39" w:rsidRPr="00527D17" w:rsidRDefault="002E1C39" w:rsidP="002E1C39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0C364759" w14:textId="4FE68372" w:rsidR="002E1C39" w:rsidRPr="00527D17" w:rsidRDefault="006C77FA" w:rsidP="002E1C39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138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159</w:t>
            </w:r>
          </w:p>
        </w:tc>
        <w:tc>
          <w:tcPr>
            <w:tcW w:w="143" w:type="pct"/>
          </w:tcPr>
          <w:p w14:paraId="195BDCE7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64CE7" w14:textId="2B27E34B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137</w:t>
            </w:r>
            <w:r w:rsidR="002E1C3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676</w:t>
            </w:r>
          </w:p>
        </w:tc>
        <w:tc>
          <w:tcPr>
            <w:tcW w:w="146" w:type="pct"/>
          </w:tcPr>
          <w:p w14:paraId="62312297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208F19F" w14:textId="7DE495B9" w:rsidR="002E1C39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278</w:t>
            </w:r>
          </w:p>
        </w:tc>
        <w:tc>
          <w:tcPr>
            <w:tcW w:w="147" w:type="pct"/>
          </w:tcPr>
          <w:p w14:paraId="7C2A106A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74C4A06D" w14:textId="0A2481A8" w:rsidR="002E1C39" w:rsidRPr="00527D17" w:rsidRDefault="006C77FA" w:rsidP="00210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11</w:t>
            </w:r>
            <w:r w:rsidR="002E1C39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455</w:t>
            </w:r>
          </w:p>
        </w:tc>
      </w:tr>
      <w:tr w:rsidR="007D7F2A" w:rsidRPr="00527D17" w14:paraId="12E010E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7D6755" w14:textId="256BC269" w:rsidR="007D7F2A" w:rsidRPr="00EF6B5E" w:rsidRDefault="007D7F2A" w:rsidP="007D7F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F22370" w14:textId="320E02F2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3D46475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AE124" w14:textId="5E93DEB8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0BFF71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5351F6" w14:textId="69D42CC1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67C483F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EC78B9" w14:textId="0BC5E83F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527D17" w14:paraId="2109DAC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519F7C6" w14:textId="426B5D3A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เงินกู้ยืมระยะสั้น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04336F3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</w:tcPr>
          <w:p w14:paraId="5DA0082E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F66A8F2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6C3CC3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363A715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0DAAD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745FFA15" w14:textId="77777777" w:rsidR="007D7F2A" w:rsidRPr="00527D17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0098C" w:rsidRPr="00527D17" w14:paraId="6B1BBBD9" w14:textId="77777777" w:rsidTr="00B33596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705CF81" w14:textId="7200BCFA" w:rsidR="00B0098C" w:rsidRPr="00527D17" w:rsidRDefault="00B0098C" w:rsidP="00B0098C">
            <w:pPr>
              <w:spacing w:line="360" w:lineRule="exac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74F66AC4" w14:textId="3CC8CD9E" w:rsidR="00B0098C" w:rsidRPr="00527D17" w:rsidRDefault="00275D3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2C6AD86A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19FD340D" w14:textId="3615183F" w:rsidR="00B0098C" w:rsidRPr="00527D17" w:rsidRDefault="00B0098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1C28C86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95B431" w14:textId="0F075312" w:rsidR="00B0098C" w:rsidRPr="00527D17" w:rsidRDefault="006C77FA" w:rsidP="00AC3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102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984</w:t>
            </w:r>
          </w:p>
        </w:tc>
        <w:tc>
          <w:tcPr>
            <w:tcW w:w="147" w:type="pct"/>
          </w:tcPr>
          <w:p w14:paraId="6D2E8886" w14:textId="77777777" w:rsidR="00B0098C" w:rsidRPr="00527D17" w:rsidRDefault="00B0098C" w:rsidP="00B00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87CE2" w14:textId="5DB362E3" w:rsidR="00B0098C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7"/>
                <w:szCs w:val="17"/>
                <w:highlight w:val="green"/>
              </w:rPr>
            </w:pP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4</w:t>
            </w:r>
            <w:r w:rsidR="00B0098C"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901</w:t>
            </w:r>
            <w:r w:rsidR="00B0098C" w:rsidRPr="00527D17">
              <w:rPr>
                <w:rFonts w:asciiTheme="majorBidi" w:hAnsi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/>
                <w:b/>
                <w:bCs/>
                <w:sz w:val="29"/>
                <w:szCs w:val="29"/>
              </w:rPr>
              <w:t>586</w:t>
            </w:r>
          </w:p>
        </w:tc>
      </w:tr>
      <w:tr w:rsidR="007D7F2A" w:rsidRPr="00527D17" w14:paraId="06C6E605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037C1B5" w14:textId="52EAF1F9" w:rsidR="007D7F2A" w:rsidRPr="00EF6B5E" w:rsidRDefault="007D7F2A" w:rsidP="007D7F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EF16E" w14:textId="1A51BE7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5650D709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565872" w14:textId="4D05A3D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8C07FF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1BA1C5" w14:textId="6C6C490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0B19DE22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6B707A" w14:textId="113B438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527D17" w14:paraId="598380FC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CE8D7AB" w14:textId="299B4B2C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</w:t>
            </w: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ประกันการเช่าและบริการ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BA6BABA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165631F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03C678C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014A47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62F737B5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12114F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2D2E050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17032A" w:rsidRPr="00527D17" w14:paraId="17920666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0E6A615" w14:textId="14FFBD80" w:rsidR="0017032A" w:rsidRPr="00527D17" w:rsidRDefault="0017032A" w:rsidP="0017032A">
            <w:pPr>
              <w:rPr>
                <w:rFonts w:asciiTheme="majorBidi" w:hAnsiTheme="majorBidi" w:cstheme="majorBidi"/>
                <w:sz w:val="29"/>
                <w:szCs w:val="29"/>
                <w:highlight w:val="green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1B7E37E4" w14:textId="1175A0CB" w:rsidR="0017032A" w:rsidRPr="00527D17" w:rsidRDefault="006C77F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428</w:t>
            </w:r>
          </w:p>
        </w:tc>
        <w:tc>
          <w:tcPr>
            <w:tcW w:w="143" w:type="pct"/>
          </w:tcPr>
          <w:p w14:paraId="5432EB83" w14:textId="77777777" w:rsidR="0017032A" w:rsidRPr="00527D1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</w:tcPr>
          <w:p w14:paraId="4081D795" w14:textId="4D109CAA" w:rsidR="0017032A" w:rsidRPr="00527D17" w:rsidRDefault="006C77F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="0017032A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428</w:t>
            </w:r>
          </w:p>
        </w:tc>
        <w:tc>
          <w:tcPr>
            <w:tcW w:w="146" w:type="pct"/>
          </w:tcPr>
          <w:p w14:paraId="5038448C" w14:textId="77777777" w:rsidR="0017032A" w:rsidRPr="00527D1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</w:tcPr>
          <w:p w14:paraId="19AA8B66" w14:textId="7E84EA34" w:rsidR="0017032A" w:rsidRPr="00527D17" w:rsidRDefault="00275D3A" w:rsidP="00CF1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7" w:type="pct"/>
          </w:tcPr>
          <w:p w14:paraId="3EB2880B" w14:textId="77777777" w:rsidR="0017032A" w:rsidRPr="00527D17" w:rsidRDefault="0017032A" w:rsidP="001703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</w:tcPr>
          <w:p w14:paraId="6219EC7B" w14:textId="1C967903" w:rsidR="0017032A" w:rsidRPr="00527D17" w:rsidRDefault="0017032A" w:rsidP="00CF1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7D7F2A" w:rsidRPr="00527D17" w14:paraId="2E9DED08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444BBE9" w14:textId="50647389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BE99D9B" w14:textId="38B11EDE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5C50137B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07083D2A" w14:textId="7DFA0B2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1F21D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F61132F" w14:textId="7C8AD592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2A29DE1F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233B2241" w14:textId="75302C5C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527D17" w14:paraId="399E9A9B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5FA64A1" w14:textId="5422BC08" w:rsidR="007D7F2A" w:rsidRPr="00527D17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61F34F0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</w:tcPr>
          <w:p w14:paraId="4E2A9D0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D6C9D8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20A3510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CA29F9A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5D182ED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198AFD6" w14:textId="77777777" w:rsidR="007D7F2A" w:rsidRPr="00527D17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90DBC" w:rsidRPr="00527D17" w14:paraId="4FAE1A37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E330EE6" w14:textId="658CA2DC" w:rsidR="00590DBC" w:rsidRPr="00527D17" w:rsidRDefault="00590DBC" w:rsidP="00590DBC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37CF885D" w14:textId="1521B4C1" w:rsidR="00590DBC" w:rsidRPr="00527D17" w:rsidRDefault="00275D3A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2FAF2689" w14:textId="77777777" w:rsidR="00590DBC" w:rsidRPr="00527D17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</w:tcPr>
          <w:p w14:paraId="6D662BEF" w14:textId="5BE28ED7" w:rsidR="00590DBC" w:rsidRPr="00527D17" w:rsidRDefault="00590DBC" w:rsidP="00CC08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03B06BAF" w14:textId="77777777" w:rsidR="00590DBC" w:rsidRPr="00527D17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</w:tcPr>
          <w:p w14:paraId="221FD5CB" w14:textId="561FD7E6" w:rsidR="00590DBC" w:rsidRPr="00527D17" w:rsidRDefault="006C77FA" w:rsidP="00590D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20</w:t>
            </w:r>
            <w:r w:rsidR="00275D3A" w:rsidRPr="00275D3A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145</w:t>
            </w:r>
          </w:p>
        </w:tc>
        <w:tc>
          <w:tcPr>
            <w:tcW w:w="147" w:type="pct"/>
          </w:tcPr>
          <w:p w14:paraId="3A598F95" w14:textId="77777777" w:rsidR="00590DBC" w:rsidRPr="00527D17" w:rsidRDefault="00590DBC" w:rsidP="00590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</w:tcPr>
          <w:p w14:paraId="18E621DF" w14:textId="56849879" w:rsidR="00590DBC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855</w:t>
            </w:r>
          </w:p>
        </w:tc>
      </w:tr>
      <w:tr w:rsidR="002E1C39" w:rsidRPr="00527D17" w14:paraId="31F1F07E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250967" w14:textId="422E6A2C" w:rsidR="002E1C39" w:rsidRPr="00527D17" w:rsidRDefault="002E1C39" w:rsidP="002E1C3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FE6AD0D" w14:textId="0BC52817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170</w:t>
            </w:r>
            <w:r w:rsidR="00275D3A" w:rsidRPr="00275D3A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478</w:t>
            </w:r>
          </w:p>
        </w:tc>
        <w:tc>
          <w:tcPr>
            <w:tcW w:w="143" w:type="pct"/>
          </w:tcPr>
          <w:p w14:paraId="7F89B67E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612AF9D4" w14:textId="37D3D5CF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2E1C3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281</w:t>
            </w:r>
            <w:r w:rsidR="002E1C39" w:rsidRPr="00527D1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994</w:t>
            </w:r>
          </w:p>
        </w:tc>
        <w:tc>
          <w:tcPr>
            <w:tcW w:w="146" w:type="pct"/>
          </w:tcPr>
          <w:p w14:paraId="48BF362C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A8E0EFF" w14:textId="22DF2378" w:rsidR="002E1C39" w:rsidRPr="00527D17" w:rsidRDefault="006C77FA" w:rsidP="002E1C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3</w:t>
            </w:r>
            <w:r w:rsidR="00275D3A" w:rsidRPr="00275D3A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392</w:t>
            </w:r>
            <w:r w:rsidR="00275D3A" w:rsidRPr="00275D3A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557</w:t>
            </w:r>
          </w:p>
        </w:tc>
        <w:tc>
          <w:tcPr>
            <w:tcW w:w="147" w:type="pct"/>
          </w:tcPr>
          <w:p w14:paraId="66E244BF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17433BF" w14:textId="7A834E8C" w:rsidR="002E1C39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3</w:t>
            </w:r>
            <w:r w:rsidR="002E1C39"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466</w:t>
            </w:r>
            <w:r w:rsidR="002E1C39" w:rsidRPr="00527D17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sz w:val="29"/>
                <w:szCs w:val="29"/>
              </w:rPr>
              <w:t>707</w:t>
            </w:r>
          </w:p>
        </w:tc>
      </w:tr>
      <w:tr w:rsidR="002E1C39" w:rsidRPr="00527D17" w14:paraId="376E7B00" w14:textId="77777777" w:rsidTr="00403EDD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CD246A9" w14:textId="30D46FDA" w:rsidR="002E1C39" w:rsidRPr="00527D17" w:rsidRDefault="002E1C39" w:rsidP="002E1C39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9ED9D08" w14:textId="53F33498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170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478</w:t>
            </w:r>
          </w:p>
        </w:tc>
        <w:tc>
          <w:tcPr>
            <w:tcW w:w="143" w:type="pct"/>
          </w:tcPr>
          <w:p w14:paraId="6BAE1B5D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</w:tcPr>
          <w:p w14:paraId="115CA85D" w14:textId="5C0E8D40" w:rsidR="002E1C39" w:rsidRPr="00527D17" w:rsidRDefault="006C77FA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2E1C3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281</w:t>
            </w:r>
            <w:r w:rsidR="002E1C39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994</w:t>
            </w:r>
          </w:p>
        </w:tc>
        <w:tc>
          <w:tcPr>
            <w:tcW w:w="146" w:type="pct"/>
          </w:tcPr>
          <w:p w14:paraId="2AB3A8B7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495C3F69" w14:textId="070FE1AA" w:rsidR="002E1C39" w:rsidRPr="00527D17" w:rsidRDefault="006C77FA" w:rsidP="002E1C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412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702</w:t>
            </w:r>
          </w:p>
        </w:tc>
        <w:tc>
          <w:tcPr>
            <w:tcW w:w="147" w:type="pct"/>
          </w:tcPr>
          <w:p w14:paraId="72F96B32" w14:textId="77777777" w:rsidR="002E1C39" w:rsidRPr="00527D17" w:rsidRDefault="002E1C39" w:rsidP="002E1C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5924503" w14:textId="179E1204" w:rsidR="002E1C39" w:rsidRPr="00527D17" w:rsidRDefault="006C77FA" w:rsidP="008F47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3</w:t>
            </w:r>
            <w:r w:rsidR="002E1C39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467</w:t>
            </w:r>
            <w:r w:rsidR="002E1C39" w:rsidRPr="00527D17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  <w:t>562</w:t>
            </w:r>
          </w:p>
        </w:tc>
      </w:tr>
      <w:tr w:rsidR="009D0299" w:rsidRPr="00527D17" w14:paraId="4B2E70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8DAEA4F" w14:textId="77777777" w:rsidR="009D0299" w:rsidRPr="00EF6B5E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15BBE01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7794F604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28AEE680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8CD7778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D6D0E8F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3BD4673B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5E890FC2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527D17" w14:paraId="4624469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9977E64" w14:textId="77777777" w:rsidR="009D0299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</w:rPr>
            </w:pPr>
          </w:p>
          <w:p w14:paraId="3DF560FA" w14:textId="77777777" w:rsidR="00592FF4" w:rsidRPr="00527D17" w:rsidRDefault="00592FF4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09962D71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</w:tcPr>
          <w:p w14:paraId="6159FAA0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53F0BD44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599BE2E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621DACF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5BD3E07C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A57D21B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527D17" w14:paraId="36A52B34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BD2DAE3" w14:textId="5920FBC8" w:rsidR="009D0299" w:rsidRPr="00527D17" w:rsidRDefault="009D0299" w:rsidP="009D0299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32401C4" w14:textId="6168039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4764AB19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7" w:type="pct"/>
            <w:tcBorders>
              <w:left w:val="nil"/>
              <w:right w:val="nil"/>
            </w:tcBorders>
            <w:vAlign w:val="bottom"/>
          </w:tcPr>
          <w:p w14:paraId="7C04B153" w14:textId="6E5EB32F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5B13B5C9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1E31CAF2" w14:textId="420D118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7743611B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vAlign w:val="bottom"/>
          </w:tcPr>
          <w:p w14:paraId="6EF135AD" w14:textId="0A6640D6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9D0299" w:rsidRPr="00527D17" w14:paraId="633D5AB3" w14:textId="77777777" w:rsidTr="006A0449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1413777" w14:textId="7CAA8506" w:rsidR="009D0299" w:rsidRPr="00527D17" w:rsidRDefault="009D0299" w:rsidP="009D0299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บริษัทใหญ่</w:t>
            </w:r>
            <w:r w:rsidR="00327651" w:rsidRPr="00527D17">
              <w:rPr>
                <w:rFonts w:asciiTheme="majorBidi" w:hAnsiTheme="majorBidi" w:hint="cs"/>
                <w:sz w:val="29"/>
                <w:szCs w:val="29"/>
                <w:cs/>
              </w:rPr>
              <w:t>ของกลุ่มบริษัท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F9BD8D" w14:textId="01DBCB01" w:rsidR="009D0299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905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886</w:t>
            </w:r>
          </w:p>
        </w:tc>
        <w:tc>
          <w:tcPr>
            <w:tcW w:w="143" w:type="pct"/>
          </w:tcPr>
          <w:p w14:paraId="00E9A497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</w:p>
        </w:tc>
        <w:tc>
          <w:tcPr>
            <w:tcW w:w="65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5BEA95" w14:textId="03D6006F" w:rsidR="009D0299" w:rsidRPr="00527D17" w:rsidRDefault="006C77FA" w:rsidP="00137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600EE3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906</w:t>
            </w:r>
            <w:r w:rsidR="00600EE3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557</w:t>
            </w:r>
          </w:p>
        </w:tc>
        <w:tc>
          <w:tcPr>
            <w:tcW w:w="146" w:type="pct"/>
          </w:tcPr>
          <w:p w14:paraId="474312AC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302CD5" w14:textId="50BC680A" w:rsidR="009D0299" w:rsidRPr="00527D17" w:rsidRDefault="006C77FA" w:rsidP="00137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905</w:t>
            </w:r>
            <w:r w:rsidR="00275D3A" w:rsidRPr="00275D3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886</w:t>
            </w:r>
          </w:p>
        </w:tc>
        <w:tc>
          <w:tcPr>
            <w:tcW w:w="147" w:type="pct"/>
          </w:tcPr>
          <w:p w14:paraId="1A34CF88" w14:textId="77777777" w:rsidR="009D0299" w:rsidRPr="00527D17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3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0A5A76" w14:textId="279C9579" w:rsidR="009D0299" w:rsidRPr="00527D17" w:rsidRDefault="006C77FA" w:rsidP="00137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green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600EE3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906</w:t>
            </w:r>
            <w:r w:rsidR="00600EE3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557</w:t>
            </w:r>
          </w:p>
        </w:tc>
      </w:tr>
    </w:tbl>
    <w:p w14:paraId="065FEE14" w14:textId="77777777" w:rsidR="00816570" w:rsidRPr="008B4F06" w:rsidRDefault="00816570" w:rsidP="008B4F06">
      <w:pPr>
        <w:ind w:left="547" w:right="38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3A7016C1" w14:textId="5971796C" w:rsidR="009D0299" w:rsidRPr="00527D17" w:rsidRDefault="00816570" w:rsidP="00816570">
      <w:pPr>
        <w:ind w:left="547" w:right="38"/>
        <w:jc w:val="thaiDistribute"/>
        <w:rPr>
          <w:rFonts w:ascii="Angsana New" w:hAnsi="Angsana New"/>
          <w:b/>
          <w:bCs/>
          <w:i/>
          <w:iCs/>
          <w:sz w:val="29"/>
          <w:szCs w:val="29"/>
        </w:rPr>
      </w:pPr>
      <w:r w:rsidRPr="00527D17">
        <w:rPr>
          <w:rFonts w:ascii="Angsana New" w:hAnsi="Angsana New" w:hint="cs"/>
          <w:b/>
          <w:bCs/>
          <w:i/>
          <w:iCs/>
          <w:sz w:val="29"/>
          <w:szCs w:val="29"/>
          <w:cs/>
        </w:rPr>
        <w:t>สัญญาสำคัญที่มีกับกิจการที่เกี่ยวข้องกัน</w:t>
      </w:r>
    </w:p>
    <w:p w14:paraId="156DD07B" w14:textId="30E3C232" w:rsidR="002F0166" w:rsidRPr="00527D17" w:rsidRDefault="002F0166" w:rsidP="00142A42">
      <w:pPr>
        <w:ind w:right="38"/>
        <w:jc w:val="thaiDistribute"/>
        <w:rPr>
          <w:rFonts w:asciiTheme="majorBidi" w:hAnsiTheme="majorBidi"/>
          <w:sz w:val="29"/>
          <w:szCs w:val="29"/>
        </w:rPr>
      </w:pPr>
    </w:p>
    <w:p w14:paraId="2C9DC4E4" w14:textId="57351313" w:rsidR="002F0166" w:rsidRPr="00527D17" w:rsidRDefault="002F0166" w:rsidP="00816570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ในการประชุมคณะกรรมการบริษัท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เมื่อวันที่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8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พฤศจิกายน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คณะกรรมการได้มีมติอนุมัติรับความช่วยเหลือทางการเงินจากบริษัท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ซีพีเอ็น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พัทยา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จำกัด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ซึ่งเป็นผู้ถือหุ้นรายใหญ่ของบริษัท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ด้วยวงเงิน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</w:t>
      </w:r>
      <w:r w:rsidRPr="00527D17">
        <w:rPr>
          <w:rFonts w:asciiTheme="majorBidi" w:hAnsiTheme="majorBidi"/>
          <w:sz w:val="29"/>
          <w:szCs w:val="29"/>
        </w:rPr>
        <w:t>,</w:t>
      </w:r>
      <w:r w:rsidR="006C77FA" w:rsidRPr="006C77FA">
        <w:rPr>
          <w:rFonts w:asciiTheme="majorBidi" w:hAnsiTheme="majorBidi"/>
          <w:sz w:val="29"/>
          <w:szCs w:val="29"/>
        </w:rPr>
        <w:t>500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ล้านบาทแบบไม่มีหลักประกัน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กำหนดระยะเวลาคืนเงินต้นไม่เกิน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1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ปีนับจากวันที่ทำรายการ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ในอัตราดอกเบี้ยไม่เกินร้อยละ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6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ซีพีเอ็น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พัทยา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จำกัด</w:t>
      </w:r>
    </w:p>
    <w:p w14:paraId="658A0AB5" w14:textId="77777777" w:rsidR="00394207" w:rsidRPr="00527D17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21"/>
          <w:szCs w:val="21"/>
        </w:rPr>
      </w:pPr>
    </w:p>
    <w:p w14:paraId="5DB492F8" w14:textId="78B45D66" w:rsidR="00AA6563" w:rsidRPr="00527D17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527D17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3"/>
          <w:szCs w:val="23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185"/>
      </w:tblGrid>
      <w:tr w:rsidR="00013A6A" w:rsidRPr="00527D17" w14:paraId="2E5C7052" w14:textId="77777777" w:rsidTr="007D4FE2">
        <w:trPr>
          <w:tblHeader/>
        </w:trPr>
        <w:tc>
          <w:tcPr>
            <w:tcW w:w="3600" w:type="dxa"/>
            <w:vMerge w:val="restart"/>
          </w:tcPr>
          <w:p w14:paraId="3851995E" w14:textId="77777777" w:rsidR="00013A6A" w:rsidRPr="00527D17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790" w:type="dxa"/>
            <w:gridSpan w:val="3"/>
            <w:hideMark/>
          </w:tcPr>
          <w:p w14:paraId="2D756EBC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25F5FF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715" w:type="dxa"/>
            <w:gridSpan w:val="3"/>
            <w:hideMark/>
          </w:tcPr>
          <w:p w14:paraId="045AE6FF" w14:textId="77777777" w:rsidR="00013A6A" w:rsidRPr="00527D17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204CA" w:rsidRPr="00527D17" w14:paraId="3572B92A" w14:textId="77777777" w:rsidTr="007D4FE2">
        <w:trPr>
          <w:tblHeader/>
        </w:trPr>
        <w:tc>
          <w:tcPr>
            <w:tcW w:w="3600" w:type="dxa"/>
            <w:vMerge/>
          </w:tcPr>
          <w:p w14:paraId="4BEF7FC6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E05A3AD" w14:textId="19F31493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30</w:t>
            </w:r>
            <w:r w:rsidR="00B017AC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406275"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ม</w:t>
            </w:r>
            <w:r w:rsidR="00ED0185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ิถุนายน</w:t>
            </w:r>
          </w:p>
        </w:tc>
        <w:tc>
          <w:tcPr>
            <w:tcW w:w="270" w:type="dxa"/>
            <w:vAlign w:val="center"/>
          </w:tcPr>
          <w:p w14:paraId="7964E807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2F265FFC" w14:textId="134362FD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270" w:type="dxa"/>
          </w:tcPr>
          <w:p w14:paraId="6E3D21B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A44054F" w14:textId="64569DBF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30</w:t>
            </w:r>
            <w:r w:rsidR="00ED0185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ED0185"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ม</w:t>
            </w:r>
            <w:r w:rsidR="00ED0185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ิถุนายน</w:t>
            </w:r>
          </w:p>
        </w:tc>
        <w:tc>
          <w:tcPr>
            <w:tcW w:w="270" w:type="dxa"/>
            <w:vAlign w:val="center"/>
          </w:tcPr>
          <w:p w14:paraId="5E8C83A2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4FA2D92F" w14:textId="2AB0F5A5" w:rsidR="00564F87" w:rsidRPr="00527D17" w:rsidRDefault="006C77FA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5204CA" w:rsidRPr="00527D17" w14:paraId="53E6106A" w14:textId="77777777" w:rsidTr="007D4FE2">
        <w:trPr>
          <w:tblHeader/>
        </w:trPr>
        <w:tc>
          <w:tcPr>
            <w:tcW w:w="3600" w:type="dxa"/>
            <w:vMerge/>
          </w:tcPr>
          <w:p w14:paraId="2B4DCFA9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63244003" w14:textId="336C167F" w:rsidR="00564F87" w:rsidRPr="00527D17" w:rsidRDefault="006C77FA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  <w:tc>
          <w:tcPr>
            <w:tcW w:w="270" w:type="dxa"/>
            <w:vAlign w:val="center"/>
          </w:tcPr>
          <w:p w14:paraId="00B8A715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46EE8AFF" w14:textId="582E9EF7" w:rsidR="00564F87" w:rsidRPr="00527D17" w:rsidRDefault="006C77FA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  <w:tc>
          <w:tcPr>
            <w:tcW w:w="270" w:type="dxa"/>
          </w:tcPr>
          <w:p w14:paraId="48574595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57154E7A" w14:textId="45E6BB66" w:rsidR="00564F87" w:rsidRPr="00527D17" w:rsidRDefault="006C77FA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  <w:tc>
          <w:tcPr>
            <w:tcW w:w="270" w:type="dxa"/>
            <w:vAlign w:val="center"/>
          </w:tcPr>
          <w:p w14:paraId="677086FE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62F7B4F5" w14:textId="2BDF7845" w:rsidR="00564F87" w:rsidRPr="00527D17" w:rsidRDefault="006C77FA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</w:tr>
      <w:tr w:rsidR="00564F87" w:rsidRPr="00527D17" w14:paraId="4CAF0E70" w14:textId="77777777" w:rsidTr="007D4FE2">
        <w:trPr>
          <w:tblHeader/>
        </w:trPr>
        <w:tc>
          <w:tcPr>
            <w:tcW w:w="3600" w:type="dxa"/>
          </w:tcPr>
          <w:p w14:paraId="3C10A48D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5775" w:type="dxa"/>
            <w:gridSpan w:val="7"/>
            <w:hideMark/>
          </w:tcPr>
          <w:p w14:paraId="65857A3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6959FE" w:rsidRPr="00527D17" w14:paraId="1A5FBB3E" w14:textId="77777777" w:rsidTr="007D4FE2">
        <w:tc>
          <w:tcPr>
            <w:tcW w:w="3600" w:type="dxa"/>
          </w:tcPr>
          <w:p w14:paraId="72C9B2D4" w14:textId="77777777" w:rsidR="006959FE" w:rsidRPr="00527D17" w:rsidRDefault="006959FE" w:rsidP="006959F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อสังหาริมทรัพย์ระหว่างพัฒนา</w:t>
            </w:r>
          </w:p>
        </w:tc>
        <w:tc>
          <w:tcPr>
            <w:tcW w:w="1260" w:type="dxa"/>
            <w:vAlign w:val="bottom"/>
          </w:tcPr>
          <w:p w14:paraId="3EDE6E8B" w14:textId="02454BDC" w:rsidR="006959FE" w:rsidRPr="00527D17" w:rsidRDefault="006C77FA" w:rsidP="00713B49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870</w:t>
            </w:r>
          </w:p>
        </w:tc>
        <w:tc>
          <w:tcPr>
            <w:tcW w:w="270" w:type="dxa"/>
          </w:tcPr>
          <w:p w14:paraId="7643AA54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CEA3E92" w14:textId="2A0F8362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880</w:t>
            </w:r>
          </w:p>
        </w:tc>
        <w:tc>
          <w:tcPr>
            <w:tcW w:w="270" w:type="dxa"/>
          </w:tcPr>
          <w:p w14:paraId="616F29CC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00A3713F" w14:textId="567F03D8" w:rsidR="006959FE" w:rsidRPr="00527D17" w:rsidRDefault="006C77FA" w:rsidP="006959F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623</w:t>
            </w:r>
          </w:p>
        </w:tc>
        <w:tc>
          <w:tcPr>
            <w:tcW w:w="270" w:type="dxa"/>
          </w:tcPr>
          <w:p w14:paraId="193C3436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35ABC98B" w14:textId="1F6F9CB9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623</w:t>
            </w:r>
          </w:p>
        </w:tc>
      </w:tr>
      <w:tr w:rsidR="006959FE" w:rsidRPr="00527D17" w14:paraId="4FC92CB9" w14:textId="77777777" w:rsidTr="007D4FE2">
        <w:tc>
          <w:tcPr>
            <w:tcW w:w="3600" w:type="dxa"/>
          </w:tcPr>
          <w:p w14:paraId="659EFE4E" w14:textId="77777777" w:rsidR="006959FE" w:rsidRPr="00527D17" w:rsidRDefault="006959FE" w:rsidP="006959F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อสังหาริมทรัพย์ที่พัฒนาแล้ว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8EECCD" w14:textId="6168E737" w:rsidR="006959FE" w:rsidRPr="00527D17" w:rsidRDefault="006C77FA" w:rsidP="00713B49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51</w:t>
            </w:r>
          </w:p>
        </w:tc>
        <w:tc>
          <w:tcPr>
            <w:tcW w:w="270" w:type="dxa"/>
          </w:tcPr>
          <w:p w14:paraId="491F2E9E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4C4C3B70" w14:textId="74B6C032" w:rsidR="006959FE" w:rsidRPr="00527D17" w:rsidRDefault="006C77FA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46</w:t>
            </w:r>
          </w:p>
        </w:tc>
        <w:tc>
          <w:tcPr>
            <w:tcW w:w="270" w:type="dxa"/>
          </w:tcPr>
          <w:p w14:paraId="239121F0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1CFBD65" w14:textId="472E0A0A" w:rsidR="006959FE" w:rsidRPr="00527D17" w:rsidRDefault="00275D3A" w:rsidP="00587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69A190EC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7641A7A4" w14:textId="6F178F38" w:rsidR="006959FE" w:rsidRPr="00527D17" w:rsidRDefault="006959FE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6959FE" w:rsidRPr="00527D17" w14:paraId="63B0A05F" w14:textId="77777777" w:rsidTr="007D4FE2">
        <w:tc>
          <w:tcPr>
            <w:tcW w:w="3600" w:type="dxa"/>
            <w:hideMark/>
          </w:tcPr>
          <w:p w14:paraId="73C58FA5" w14:textId="77777777" w:rsidR="006959FE" w:rsidRPr="00527D17" w:rsidRDefault="006959FE" w:rsidP="006959FE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6A59358B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921</w:t>
            </w:r>
          </w:p>
        </w:tc>
        <w:tc>
          <w:tcPr>
            <w:tcW w:w="270" w:type="dxa"/>
          </w:tcPr>
          <w:p w14:paraId="7EB50891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5F60B060" w:rsidR="006959FE" w:rsidRPr="00527D17" w:rsidRDefault="006C77FA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926</w:t>
            </w:r>
          </w:p>
        </w:tc>
        <w:tc>
          <w:tcPr>
            <w:tcW w:w="270" w:type="dxa"/>
          </w:tcPr>
          <w:p w14:paraId="3A425A2D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707226A9" w:rsidR="006959FE" w:rsidRPr="00527D17" w:rsidRDefault="006C77FA" w:rsidP="00AD273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370E417D" w14:textId="77777777" w:rsidR="006959FE" w:rsidRPr="00527D17" w:rsidRDefault="006959FE" w:rsidP="00695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0EB45A01" w:rsidR="006959FE" w:rsidRPr="00527D17" w:rsidRDefault="006C77FA" w:rsidP="00713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623</w:t>
            </w:r>
          </w:p>
        </w:tc>
      </w:tr>
      <w:tr w:rsidR="005204CA" w:rsidRPr="00527D17" w14:paraId="02B824D0" w14:textId="77777777" w:rsidTr="007D4FE2">
        <w:tc>
          <w:tcPr>
            <w:tcW w:w="3600" w:type="dxa"/>
          </w:tcPr>
          <w:p w14:paraId="7CE30CFB" w14:textId="77777777" w:rsidR="00915903" w:rsidRPr="00527D17" w:rsidRDefault="00915903" w:rsidP="00915903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D75F87D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270" w:type="dxa"/>
          </w:tcPr>
          <w:p w14:paraId="21CA9E44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5265BC9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5B9C19FD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E9DF560" w14:textId="77777777" w:rsidR="00915903" w:rsidRPr="00527D17" w:rsidRDefault="00915903" w:rsidP="00915903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</w:pPr>
          </w:p>
        </w:tc>
        <w:tc>
          <w:tcPr>
            <w:tcW w:w="270" w:type="dxa"/>
          </w:tcPr>
          <w:p w14:paraId="5CDB1E05" w14:textId="77777777" w:rsidR="00915903" w:rsidRPr="00527D17" w:rsidRDefault="00915903" w:rsidP="00915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tcBorders>
              <w:left w:val="nil"/>
              <w:right w:val="nil"/>
            </w:tcBorders>
            <w:vAlign w:val="bottom"/>
          </w:tcPr>
          <w:p w14:paraId="5D1B7DDB" w14:textId="77777777" w:rsidR="00915903" w:rsidRPr="00527D17" w:rsidRDefault="00915903" w:rsidP="00713B49">
            <w:pPr>
              <w:pStyle w:val="acctfourfigures"/>
              <w:tabs>
                <w:tab w:val="clear" w:pos="765"/>
                <w:tab w:val="decimal" w:pos="702"/>
                <w:tab w:val="decimal" w:pos="882"/>
              </w:tabs>
              <w:spacing w:line="240" w:lineRule="atLeast"/>
              <w:ind w:left="-79" w:right="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</w:tbl>
    <w:p w14:paraId="67A6DEC7" w14:textId="77777777" w:rsidR="00B93483" w:rsidRPr="00527D17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</w:p>
    <w:p w14:paraId="07A555C4" w14:textId="77777777" w:rsidR="00B93483" w:rsidRPr="00527D17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  <w:r w:rsidRPr="00527D17">
        <w:rPr>
          <w:rFonts w:ascii="Angsana New" w:hAnsi="Angsana New"/>
          <w:b/>
          <w:bCs/>
          <w:sz w:val="29"/>
          <w:szCs w:val="29"/>
          <w:cs/>
          <w:lang w:val="th-TH" w:eastAsia="x-none"/>
        </w:rPr>
        <w:br w:type="page"/>
      </w:r>
    </w:p>
    <w:p w14:paraId="2DEADBDB" w14:textId="504D543E" w:rsidR="00D41207" w:rsidRPr="00527D17" w:rsidRDefault="00175035" w:rsidP="0070168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3"/>
          <w:szCs w:val="23"/>
          <w:lang w:val="en-US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อสังหาริมทรัพย์เพื่อการลงทุน</w:t>
      </w:r>
    </w:p>
    <w:p w14:paraId="459BA996" w14:textId="77777777" w:rsidR="00062328" w:rsidRPr="00527D17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3"/>
          <w:szCs w:val="23"/>
          <w:cs/>
        </w:rPr>
      </w:pPr>
    </w:p>
    <w:tbl>
      <w:tblPr>
        <w:tblW w:w="92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3"/>
        <w:gridCol w:w="1076"/>
        <w:gridCol w:w="272"/>
        <w:gridCol w:w="1074"/>
        <w:gridCol w:w="270"/>
        <w:gridCol w:w="1076"/>
        <w:gridCol w:w="271"/>
        <w:gridCol w:w="1220"/>
      </w:tblGrid>
      <w:tr w:rsidR="00062328" w:rsidRPr="00527D17" w14:paraId="54C54EDE" w14:textId="77777777" w:rsidTr="000F4521">
        <w:trPr>
          <w:tblHeader/>
        </w:trPr>
        <w:tc>
          <w:tcPr>
            <w:tcW w:w="3943" w:type="dxa"/>
          </w:tcPr>
          <w:p w14:paraId="7FC5BF9F" w14:textId="77777777" w:rsidR="00062328" w:rsidRPr="00527D17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422" w:type="dxa"/>
            <w:gridSpan w:val="3"/>
          </w:tcPr>
          <w:p w14:paraId="605538B0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567" w:type="dxa"/>
            <w:gridSpan w:val="3"/>
          </w:tcPr>
          <w:p w14:paraId="1FF35309" w14:textId="77777777" w:rsidR="00062328" w:rsidRPr="00527D17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062328" w:rsidRPr="00527D17" w14:paraId="6D662509" w14:textId="77777777" w:rsidTr="000F4521">
        <w:trPr>
          <w:tblHeader/>
        </w:trPr>
        <w:tc>
          <w:tcPr>
            <w:tcW w:w="3943" w:type="dxa"/>
          </w:tcPr>
          <w:p w14:paraId="306F893E" w14:textId="77777777" w:rsidR="00062328" w:rsidRPr="00527D17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41F0ED42" w14:textId="720BC1F4" w:rsidR="00062328" w:rsidRPr="00527D17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  <w:tc>
          <w:tcPr>
            <w:tcW w:w="272" w:type="dxa"/>
          </w:tcPr>
          <w:p w14:paraId="52CADFBB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</w:tcPr>
          <w:p w14:paraId="4BF5F235" w14:textId="5CE35D85" w:rsidR="00062328" w:rsidRPr="00527D17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Cs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3559BCF6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4EB2FDD0" w14:textId="104B9D86" w:rsidR="00062328" w:rsidRPr="00527D17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  <w:tc>
          <w:tcPr>
            <w:tcW w:w="271" w:type="dxa"/>
          </w:tcPr>
          <w:p w14:paraId="43BFE33D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</w:tcPr>
          <w:p w14:paraId="337D6A5C" w14:textId="0E4FE1FF" w:rsidR="00062328" w:rsidRPr="00527D17" w:rsidRDefault="006C77FA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bCs/>
                <w:sz w:val="29"/>
                <w:szCs w:val="29"/>
              </w:rPr>
              <w:t>2566</w:t>
            </w:r>
          </w:p>
        </w:tc>
      </w:tr>
      <w:tr w:rsidR="00062328" w:rsidRPr="00527D17" w14:paraId="169F3D2D" w14:textId="77777777" w:rsidTr="000F4521">
        <w:trPr>
          <w:tblHeader/>
        </w:trPr>
        <w:tc>
          <w:tcPr>
            <w:tcW w:w="3943" w:type="dxa"/>
          </w:tcPr>
          <w:p w14:paraId="02A7AD67" w14:textId="77777777" w:rsidR="00062328" w:rsidRPr="00527D17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FF0000"/>
                <w:sz w:val="29"/>
                <w:szCs w:val="29"/>
              </w:rPr>
            </w:pPr>
          </w:p>
        </w:tc>
        <w:tc>
          <w:tcPr>
            <w:tcW w:w="5259" w:type="dxa"/>
            <w:gridSpan w:val="7"/>
          </w:tcPr>
          <w:p w14:paraId="75B407E1" w14:textId="77777777" w:rsidR="00062328" w:rsidRPr="00527D17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062328" w:rsidRPr="00527D17" w14:paraId="0E6415A1" w14:textId="77777777" w:rsidTr="000F4521">
        <w:tc>
          <w:tcPr>
            <w:tcW w:w="3943" w:type="dxa"/>
          </w:tcPr>
          <w:p w14:paraId="75FAAA41" w14:textId="66D39909" w:rsidR="00062328" w:rsidRPr="00527D17" w:rsidRDefault="00062328" w:rsidP="00062328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มกราคม </w:t>
            </w:r>
          </w:p>
        </w:tc>
        <w:tc>
          <w:tcPr>
            <w:tcW w:w="1076" w:type="dxa"/>
            <w:shd w:val="clear" w:color="auto" w:fill="auto"/>
          </w:tcPr>
          <w:p w14:paraId="2C6287AF" w14:textId="151748B7" w:rsidR="00062328" w:rsidRPr="00527D17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22</w:t>
            </w:r>
            <w:r w:rsidR="000C4C2F"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412</w:t>
            </w:r>
          </w:p>
        </w:tc>
        <w:tc>
          <w:tcPr>
            <w:tcW w:w="272" w:type="dxa"/>
          </w:tcPr>
          <w:p w14:paraId="5AFC1904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074" w:type="dxa"/>
          </w:tcPr>
          <w:p w14:paraId="1458A37E" w14:textId="3EAA5FA2" w:rsidR="00062328" w:rsidRPr="00527D17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22</w:t>
            </w:r>
            <w:r w:rsidR="008A0C24"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507</w:t>
            </w:r>
          </w:p>
        </w:tc>
        <w:tc>
          <w:tcPr>
            <w:tcW w:w="270" w:type="dxa"/>
          </w:tcPr>
          <w:p w14:paraId="2784E7F9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076" w:type="dxa"/>
          </w:tcPr>
          <w:p w14:paraId="30C41513" w14:textId="555A4558" w:rsidR="00062328" w:rsidRPr="00527D17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0C4C2F"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382</w:t>
            </w:r>
          </w:p>
        </w:tc>
        <w:tc>
          <w:tcPr>
            <w:tcW w:w="271" w:type="dxa"/>
          </w:tcPr>
          <w:p w14:paraId="6D6936AB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20" w:type="dxa"/>
          </w:tcPr>
          <w:p w14:paraId="786323DF" w14:textId="5E02A46C" w:rsidR="00062328" w:rsidRPr="00527D17" w:rsidRDefault="006C77FA" w:rsidP="0006232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97375F"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300</w:t>
            </w:r>
          </w:p>
        </w:tc>
      </w:tr>
      <w:tr w:rsidR="00BB05B6" w:rsidRPr="00527D17" w14:paraId="769C3B3D" w14:textId="77777777" w:rsidTr="000F4521">
        <w:tc>
          <w:tcPr>
            <w:tcW w:w="3943" w:type="dxa"/>
          </w:tcPr>
          <w:p w14:paraId="309E7F75" w14:textId="77777777" w:rsidR="00BB05B6" w:rsidRPr="00527D17" w:rsidRDefault="00BB05B6" w:rsidP="00BB05B6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076" w:type="dxa"/>
            <w:shd w:val="clear" w:color="auto" w:fill="auto"/>
          </w:tcPr>
          <w:p w14:paraId="4B8C674C" w14:textId="39D6C1D2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45</w:t>
            </w:r>
          </w:p>
        </w:tc>
        <w:tc>
          <w:tcPr>
            <w:tcW w:w="272" w:type="dxa"/>
          </w:tcPr>
          <w:p w14:paraId="6463A680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</w:tcPr>
          <w:p w14:paraId="5DF758CF" w14:textId="16531D30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94</w:t>
            </w:r>
          </w:p>
        </w:tc>
        <w:tc>
          <w:tcPr>
            <w:tcW w:w="270" w:type="dxa"/>
          </w:tcPr>
          <w:p w14:paraId="7516F502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</w:tcPr>
          <w:p w14:paraId="0CC23894" w14:textId="53ABEB40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11</w:t>
            </w:r>
          </w:p>
        </w:tc>
        <w:tc>
          <w:tcPr>
            <w:tcW w:w="271" w:type="dxa"/>
          </w:tcPr>
          <w:p w14:paraId="12013A25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</w:tcPr>
          <w:p w14:paraId="54204FA4" w14:textId="79FEFD32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37</w:t>
            </w:r>
          </w:p>
        </w:tc>
      </w:tr>
      <w:tr w:rsidR="00704E7D" w:rsidRPr="00527D17" w14:paraId="7F737A7C" w14:textId="77777777" w:rsidTr="000F4521">
        <w:tc>
          <w:tcPr>
            <w:tcW w:w="3943" w:type="dxa"/>
          </w:tcPr>
          <w:p w14:paraId="62998C3E" w14:textId="77777777" w:rsidR="00704E7D" w:rsidRPr="00527D17" w:rsidRDefault="00704E7D" w:rsidP="00704E7D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ตัด</w:t>
            </w: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76" w:type="dxa"/>
            <w:shd w:val="clear" w:color="auto" w:fill="auto"/>
            <w:vAlign w:val="bottom"/>
          </w:tcPr>
          <w:p w14:paraId="37A614BE" w14:textId="39D9BB24" w:rsidR="00704E7D" w:rsidRPr="00527D17" w:rsidRDefault="00AD273E" w:rsidP="00AD2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2" w:type="dxa"/>
            <w:vAlign w:val="bottom"/>
          </w:tcPr>
          <w:p w14:paraId="79769E47" w14:textId="77777777" w:rsidR="00704E7D" w:rsidRPr="00527D17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vAlign w:val="bottom"/>
          </w:tcPr>
          <w:p w14:paraId="56A30127" w14:textId="6B7F4097" w:rsidR="00704E7D" w:rsidRPr="00527D17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70" w:type="dxa"/>
          </w:tcPr>
          <w:p w14:paraId="46701CA5" w14:textId="77777777" w:rsidR="00704E7D" w:rsidRPr="00527D17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vAlign w:val="bottom"/>
          </w:tcPr>
          <w:p w14:paraId="5607B9DC" w14:textId="12CA91ED" w:rsidR="00704E7D" w:rsidRPr="00527D17" w:rsidRDefault="00AD273E" w:rsidP="00CC0878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0172178D" w14:textId="77777777" w:rsidR="00704E7D" w:rsidRPr="00527D17" w:rsidRDefault="00704E7D" w:rsidP="00704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vAlign w:val="bottom"/>
          </w:tcPr>
          <w:p w14:paraId="10FE1B8C" w14:textId="5A77498A" w:rsidR="00704E7D" w:rsidRPr="00527D17" w:rsidRDefault="00704E7D" w:rsidP="00704E7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BB05B6" w:rsidRPr="00527D17" w14:paraId="28FC8A22" w14:textId="77777777" w:rsidTr="000F4521">
        <w:tc>
          <w:tcPr>
            <w:tcW w:w="3943" w:type="dxa"/>
          </w:tcPr>
          <w:p w14:paraId="488AC5EA" w14:textId="2F2A4C95" w:rsidR="00BB05B6" w:rsidRPr="00527D17" w:rsidRDefault="000F4521" w:rsidP="00BB05B6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กำไร 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BB05B6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</w:t>
            </w:r>
            <w:r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) </w:t>
            </w:r>
            <w:r w:rsidR="00BB05B6"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จากการปรับมูลค่ายุติธรรม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655799B5" w:rsidR="00BB05B6" w:rsidRPr="00527D17" w:rsidRDefault="00AD273E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104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7C04A202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58C82A4D" w14:textId="4F40CD86" w:rsidR="00BB05B6" w:rsidRPr="00527D17" w:rsidRDefault="008A0C24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160</w:t>
            </w:r>
            <w:r w:rsidRPr="00527D17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20BA451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63AB70D2" w14:textId="5F3798E2" w:rsidR="00BB05B6" w:rsidRPr="00527D17" w:rsidRDefault="00AD273E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70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1" w:type="dxa"/>
          </w:tcPr>
          <w:p w14:paraId="43140760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26BB49B" w14:textId="2A07C5C9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74</w:t>
            </w:r>
          </w:p>
        </w:tc>
      </w:tr>
      <w:tr w:rsidR="00BB05B6" w:rsidRPr="00527D17" w14:paraId="0173A771" w14:textId="77777777" w:rsidTr="000F4521">
        <w:tc>
          <w:tcPr>
            <w:tcW w:w="3943" w:type="dxa"/>
          </w:tcPr>
          <w:p w14:paraId="7B4BFC83" w14:textId="1FE70596" w:rsidR="00BB05B6" w:rsidRPr="00527D17" w:rsidRDefault="00BB05B6" w:rsidP="00BB05B6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6C77FA"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30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</w:t>
            </w:r>
            <w:r w:rsidR="00406275"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ม</w:t>
            </w:r>
            <w:r w:rsidR="00ED0185"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ิถุนายน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/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  <w:t xml:space="preserve"> </w:t>
            </w:r>
            <w:r w:rsidR="006C77FA"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>31</w:t>
            </w: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 xml:space="preserve"> </w:t>
            </w: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  <w:lang w:eastAsia="ja-JP"/>
              </w:rPr>
              <w:t>ธันวาคม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0471EB27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</w:t>
            </w:r>
            <w:r w:rsidR="00AD273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352</w:t>
            </w:r>
          </w:p>
        </w:tc>
        <w:tc>
          <w:tcPr>
            <w:tcW w:w="272" w:type="dxa"/>
          </w:tcPr>
          <w:p w14:paraId="361CDF0C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50D36284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</w:t>
            </w:r>
            <w:r w:rsidR="008A0C24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412</w:t>
            </w:r>
          </w:p>
        </w:tc>
        <w:tc>
          <w:tcPr>
            <w:tcW w:w="270" w:type="dxa"/>
          </w:tcPr>
          <w:p w14:paraId="4A337CE1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0A390E0A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</w:t>
            </w:r>
            <w:r w:rsidR="00AD273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323</w:t>
            </w:r>
          </w:p>
        </w:tc>
        <w:tc>
          <w:tcPr>
            <w:tcW w:w="271" w:type="dxa"/>
          </w:tcPr>
          <w:p w14:paraId="2FC24EF6" w14:textId="77777777" w:rsidR="00BB05B6" w:rsidRPr="00527D17" w:rsidRDefault="00BB05B6" w:rsidP="00BB0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2310074B" w:rsidR="00BB05B6" w:rsidRPr="00527D17" w:rsidRDefault="006C77FA" w:rsidP="00BB05B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</w:t>
            </w:r>
            <w:r w:rsidR="0097375F"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382</w:t>
            </w:r>
          </w:p>
        </w:tc>
      </w:tr>
    </w:tbl>
    <w:p w14:paraId="4EBE31EC" w14:textId="718DF835" w:rsidR="00062328" w:rsidRPr="00527D17" w:rsidRDefault="00062328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3"/>
          <w:szCs w:val="23"/>
        </w:rPr>
      </w:pPr>
    </w:p>
    <w:p w14:paraId="1331C229" w14:textId="0F4ED813" w:rsidR="00404EC5" w:rsidRPr="00527D17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หนี้สินที่มีภาระดอกเบี้ย</w:t>
      </w:r>
    </w:p>
    <w:p w14:paraId="76F26C11" w14:textId="49611153" w:rsidR="00404EC5" w:rsidRPr="00527D17" w:rsidRDefault="00404EC5" w:rsidP="00ED111B">
      <w:pPr>
        <w:ind w:left="547" w:right="38"/>
        <w:jc w:val="thaiDistribute"/>
        <w:rPr>
          <w:rFonts w:asciiTheme="majorBidi" w:hAnsiTheme="majorBidi" w:cstheme="majorBidi"/>
          <w:sz w:val="23"/>
          <w:szCs w:val="23"/>
          <w:cs/>
        </w:rPr>
      </w:pPr>
    </w:p>
    <w:p w14:paraId="27A2FAFA" w14:textId="119E4126" w:rsidR="0010187B" w:rsidRPr="00527D17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เงินกู้ยืมระยะ</w:t>
      </w:r>
      <w:r w:rsidR="0059548C" w:rsidRPr="00527D17">
        <w:rPr>
          <w:rFonts w:asciiTheme="majorBidi" w:hAnsiTheme="majorBidi" w:cstheme="majorBidi" w:hint="cs"/>
          <w:i/>
          <w:iCs/>
          <w:sz w:val="29"/>
          <w:szCs w:val="29"/>
          <w:cs/>
        </w:rPr>
        <w:t>ยาว</w:t>
      </w: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จากสถาบันการเงิน</w:t>
      </w:r>
    </w:p>
    <w:p w14:paraId="32830D28" w14:textId="460C749C" w:rsidR="0010187B" w:rsidRPr="00527D17" w:rsidRDefault="0010187B" w:rsidP="0010187B">
      <w:pPr>
        <w:ind w:left="547" w:right="38"/>
        <w:jc w:val="thaiDistribute"/>
        <w:rPr>
          <w:rFonts w:asciiTheme="majorBidi" w:hAnsiTheme="majorBidi" w:cstheme="majorBidi"/>
          <w:sz w:val="23"/>
          <w:szCs w:val="23"/>
        </w:rPr>
      </w:pPr>
    </w:p>
    <w:p w14:paraId="371CAC22" w14:textId="3AED6CAC" w:rsidR="00AD43A2" w:rsidRPr="00AD43A2" w:rsidRDefault="00666579" w:rsidP="00AD43A2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ในเดือน</w:t>
      </w:r>
      <w:r w:rsidR="003C3A7E" w:rsidRPr="00527D17">
        <w:rPr>
          <w:rFonts w:asciiTheme="majorBidi" w:hAnsiTheme="majorBidi" w:cstheme="majorBidi" w:hint="cs"/>
          <w:sz w:val="29"/>
          <w:szCs w:val="29"/>
          <w:cs/>
        </w:rPr>
        <w:t>กันยายน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2553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กลุ่มบริษัทได้ทำสัญญาเงินกู้ยืมภายในวงเงินไม่เกิน </w:t>
      </w:r>
      <w:r w:rsidR="006C77FA" w:rsidRPr="006C77FA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>,</w:t>
      </w:r>
      <w:r w:rsidR="006C77FA" w:rsidRPr="006C77FA">
        <w:rPr>
          <w:rFonts w:asciiTheme="majorBidi" w:hAnsiTheme="majorBidi" w:cstheme="majorBidi"/>
          <w:sz w:val="29"/>
          <w:szCs w:val="29"/>
        </w:rPr>
        <w:t>100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ล้านบาทกับสถาบันการเงินแห่งห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>นึ่ง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สัญญาดังกล่าวกำหนดให้บริษัทชำระเงินต้นที่เหลือทั้งจำนวนภายใน </w:t>
      </w:r>
      <w:r w:rsidR="006C77FA" w:rsidRPr="006C77FA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ปีนับจากวันที่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6C77FA" w:rsidRPr="006C77FA">
        <w:rPr>
          <w:rFonts w:asciiTheme="majorBidi" w:hAnsiTheme="majorBidi" w:cstheme="majorBidi"/>
          <w:sz w:val="29"/>
          <w:szCs w:val="29"/>
        </w:rPr>
        <w:t>2562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6C77FA">
        <w:rPr>
          <w:rFonts w:asciiTheme="majorBidi" w:hAnsiTheme="majorBidi" w:cstheme="majorBidi"/>
          <w:sz w:val="29"/>
          <w:szCs w:val="29"/>
          <w:cs/>
        </w:rPr>
        <w:br/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ในเดือนกรกฎาคม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2565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กลุ่มบริษัทได้ทำ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 xml:space="preserve">ดังกล่าว โดยเปลี่ยนระยะเวลาชำระคืนเงินต้นเป็นภายในวันที่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6C77FA" w:rsidRPr="006C77FA">
        <w:rPr>
          <w:rFonts w:asciiTheme="majorBidi" w:hAnsiTheme="majorBidi" w:cstheme="majorBidi"/>
          <w:sz w:val="29"/>
          <w:szCs w:val="29"/>
        </w:rPr>
        <w:t>2567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และเปลี่ยนอัตราดอกเบี้ยตามที่ตกลงกั</w:t>
      </w:r>
      <w:r w:rsidRPr="00AD273E">
        <w:rPr>
          <w:rFonts w:asciiTheme="majorBidi" w:hAnsiTheme="majorBidi" w:cstheme="majorBidi" w:hint="cs"/>
          <w:sz w:val="29"/>
          <w:szCs w:val="29"/>
          <w:cs/>
        </w:rPr>
        <w:t xml:space="preserve">น </w:t>
      </w:r>
      <w:r w:rsidR="00CE225D" w:rsidRPr="00AD273E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AD43A2">
        <w:rPr>
          <w:rFonts w:asciiTheme="majorBidi" w:hAnsiTheme="majorBidi" w:hint="cs"/>
          <w:sz w:val="29"/>
          <w:szCs w:val="29"/>
          <w:cs/>
        </w:rPr>
        <w:t xml:space="preserve">ในเดือนกรกฎาคม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="00AD43A2">
        <w:rPr>
          <w:rFonts w:asciiTheme="majorBidi" w:hAnsiTheme="majorBidi"/>
          <w:sz w:val="29"/>
          <w:szCs w:val="29"/>
        </w:rPr>
        <w:t xml:space="preserve"> </w:t>
      </w:r>
      <w:r w:rsidR="00AD43A2">
        <w:rPr>
          <w:rFonts w:asciiTheme="majorBidi" w:hAnsiTheme="majorBidi" w:hint="cs"/>
          <w:sz w:val="29"/>
          <w:szCs w:val="29"/>
          <w:cs/>
        </w:rPr>
        <w:t>กลุ่มบริษัทได้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ทำ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ดังกล่าว โดยเปลี่ยนระยะเวลาชำระคืนเงินต้น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และดอกเบี้ยทุกๆ </w:t>
      </w:r>
      <w:r w:rsidR="006C77FA">
        <w:rPr>
          <w:rFonts w:asciiTheme="majorBidi" w:hAnsiTheme="majorBidi" w:cstheme="majorBidi"/>
          <w:sz w:val="29"/>
          <w:szCs w:val="29"/>
        </w:rPr>
        <w:t>6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 เดือนและชำระเงินต้นที่เหลือทั้งจำนวน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ภายใน</w:t>
      </w:r>
      <w:r w:rsidR="00AD43A2" w:rsidRPr="00AD273E">
        <w:rPr>
          <w:rFonts w:asciiTheme="majorBidi" w:hAnsiTheme="majorBidi" w:cstheme="majorBidi" w:hint="cs"/>
          <w:sz w:val="29"/>
          <w:szCs w:val="29"/>
          <w:cs/>
        </w:rPr>
        <w:t xml:space="preserve">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30</w:t>
      </w:r>
      <w:r w:rsidR="00AD273E" w:rsidRPr="00AD273E">
        <w:rPr>
          <w:rFonts w:asciiTheme="majorBidi" w:hAnsiTheme="majorBidi" w:cstheme="majorBidi"/>
          <w:sz w:val="29"/>
          <w:szCs w:val="29"/>
        </w:rPr>
        <w:t xml:space="preserve"> </w:t>
      </w:r>
      <w:r w:rsidR="00AD273E" w:rsidRPr="00AD273E">
        <w:rPr>
          <w:rFonts w:asciiTheme="majorBidi" w:hAnsiTheme="majorBidi" w:cstheme="majorBidi" w:hint="cs"/>
          <w:sz w:val="29"/>
          <w:szCs w:val="29"/>
          <w:cs/>
        </w:rPr>
        <w:t xml:space="preserve">มิถุนายน </w:t>
      </w:r>
      <w:r w:rsidR="006C77FA" w:rsidRPr="006C77FA">
        <w:rPr>
          <w:rFonts w:asciiTheme="majorBidi" w:hAnsiTheme="majorBidi" w:cstheme="majorBidi"/>
          <w:sz w:val="29"/>
          <w:szCs w:val="29"/>
        </w:rPr>
        <w:t>2570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และเปลี่ยนอัตราดอกเบี้ยตามที่ตกลงกัน ทั้งนี้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 xml:space="preserve">ณ วันที่ </w:t>
      </w:r>
      <w:r w:rsidR="006C77FA" w:rsidRPr="006C77FA">
        <w:rPr>
          <w:rFonts w:asciiTheme="majorBidi" w:hAnsiTheme="majorBidi" w:cstheme="majorBidi"/>
          <w:sz w:val="29"/>
          <w:szCs w:val="29"/>
        </w:rPr>
        <w:t>30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 xml:space="preserve">มิถุนายน </w:t>
      </w:r>
      <w:r w:rsidR="006C77FA" w:rsidRPr="006C77FA">
        <w:rPr>
          <w:rFonts w:asciiTheme="majorBidi" w:hAnsiTheme="majorBidi" w:cstheme="majorBidi"/>
          <w:sz w:val="29"/>
          <w:szCs w:val="29"/>
        </w:rPr>
        <w:t>2567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กลุ่มบริษัทได้เบิกใช้เงินกู้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2</w:t>
      </w:r>
      <w:r w:rsidR="00AD273E">
        <w:rPr>
          <w:rFonts w:asciiTheme="majorBidi" w:hAnsiTheme="majorBidi" w:cstheme="majorBidi"/>
          <w:sz w:val="29"/>
          <w:szCs w:val="29"/>
        </w:rPr>
        <w:t>,</w:t>
      </w:r>
      <w:r w:rsidR="006C77FA" w:rsidRPr="006C77FA">
        <w:rPr>
          <w:rFonts w:asciiTheme="majorBidi" w:hAnsiTheme="majorBidi" w:cstheme="majorBidi"/>
          <w:sz w:val="29"/>
          <w:szCs w:val="29"/>
        </w:rPr>
        <w:t>532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 xml:space="preserve">ล้านบาท </w:t>
      </w:r>
    </w:p>
    <w:p w14:paraId="1A99E498" w14:textId="4EA395DF" w:rsidR="003F0689" w:rsidRPr="003357CA" w:rsidRDefault="003F0689" w:rsidP="003357CA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2EA3529E" w14:textId="416ECA6A" w:rsidR="001F1243" w:rsidRPr="00527D17" w:rsidRDefault="001F1243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ในเดือนมกราคม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="001D0211"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</w:t>
      </w:r>
      <w:r w:rsidR="00FE6180" w:rsidRPr="00527D17">
        <w:rPr>
          <w:rFonts w:asciiTheme="majorBidi" w:hAnsiTheme="majorBidi" w:hint="cs"/>
          <w:sz w:val="29"/>
          <w:szCs w:val="29"/>
          <w:cs/>
        </w:rPr>
        <w:t>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290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2</w:t>
      </w:r>
      <w:r w:rsidR="00FE6180" w:rsidRPr="00527D17">
        <w:rPr>
          <w:rFonts w:asciiTheme="majorBidi" w:hAnsiTheme="majorBidi"/>
          <w:sz w:val="29"/>
          <w:szCs w:val="29"/>
        </w:rPr>
        <w:t xml:space="preserve"> 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ปี </w:t>
      </w:r>
      <w:r w:rsidRPr="00527D17">
        <w:rPr>
          <w:rFonts w:asciiTheme="majorBidi" w:hAnsiTheme="majorBidi" w:hint="cs"/>
          <w:sz w:val="29"/>
          <w:szCs w:val="29"/>
          <w:cs/>
        </w:rPr>
        <w:t>หลังจาก</w:t>
      </w:r>
      <w:r w:rsidR="00FE6180" w:rsidRPr="00527D17">
        <w:rPr>
          <w:rFonts w:asciiTheme="majorBidi" w:hAnsiTheme="majorBidi" w:hint="cs"/>
          <w:sz w:val="29"/>
          <w:szCs w:val="29"/>
          <w:cs/>
        </w:rPr>
        <w:t>วันที่</w:t>
      </w:r>
      <w:r w:rsidRPr="00527D17">
        <w:rPr>
          <w:rFonts w:asciiTheme="majorBidi" w:hAnsiTheme="majorBidi" w:hint="cs"/>
          <w:sz w:val="29"/>
          <w:szCs w:val="29"/>
          <w:cs/>
        </w:rPr>
        <w:t>เบิกเงินกู้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 โดยจะต้องชำระเงินต้นและดอกเบี้ยทุกๆ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="00FE6180" w:rsidRPr="00527D17">
        <w:rPr>
          <w:rFonts w:asciiTheme="majorBidi" w:hAnsiTheme="majorBidi"/>
          <w:sz w:val="29"/>
          <w:szCs w:val="29"/>
        </w:rPr>
        <w:t xml:space="preserve"> </w:t>
      </w:r>
      <w:r w:rsidR="00FE6180" w:rsidRPr="00527D17">
        <w:rPr>
          <w:rFonts w:asciiTheme="majorBidi" w:hAnsiTheme="majorBidi" w:hint="cs"/>
          <w:sz w:val="29"/>
          <w:szCs w:val="29"/>
          <w:cs/>
        </w:rPr>
        <w:t xml:space="preserve">เดือน </w:t>
      </w:r>
    </w:p>
    <w:p w14:paraId="3895B302" w14:textId="77777777" w:rsidR="00315C30" w:rsidRPr="00527D17" w:rsidRDefault="00315C30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BEEFCA1" w14:textId="52582CBB" w:rsidR="00315C30" w:rsidRPr="00527D17" w:rsidRDefault="00315C30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ในเดือนพฤศจิกายน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800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737290" w:rsidRPr="00527D17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2</w:t>
      </w:r>
      <w:r w:rsidR="00737290" w:rsidRPr="00527D17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และชำระดอกเบี้ยเป็นรายเดือน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14D5200D" w14:textId="77777777" w:rsidR="00E53C27" w:rsidRPr="00527D17" w:rsidRDefault="00E53C27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36553758" w14:textId="3677054F" w:rsidR="004976C2" w:rsidRDefault="00E53C27" w:rsidP="00195D51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AD43A2">
        <w:rPr>
          <w:rFonts w:asciiTheme="majorBidi" w:hAnsiTheme="majorBidi" w:hint="cs"/>
          <w:sz w:val="29"/>
          <w:szCs w:val="29"/>
          <w:cs/>
        </w:rPr>
        <w:t>ในเดือนมีนาคม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Pr="00AD43A2">
        <w:rPr>
          <w:rFonts w:asciiTheme="majorBidi" w:hAnsiTheme="majorBidi"/>
          <w:sz w:val="29"/>
          <w:szCs w:val="29"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300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AD43A2">
        <w:rPr>
          <w:rFonts w:asciiTheme="majorBidi" w:hAnsiTheme="majorBidi"/>
          <w:sz w:val="29"/>
          <w:szCs w:val="29"/>
          <w:cs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6C77FA" w:rsidRPr="006C77FA">
        <w:rPr>
          <w:rFonts w:asciiTheme="majorBidi" w:hAnsiTheme="majorBidi"/>
          <w:sz w:val="29"/>
          <w:szCs w:val="29"/>
        </w:rPr>
        <w:t>4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โดยจะต้องชำระเงินต้นและดอกเบี้ยทุกๆ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="00737290" w:rsidRPr="00AD43A2">
        <w:rPr>
          <w:rFonts w:asciiTheme="majorBidi" w:hAnsiTheme="majorBidi"/>
          <w:sz w:val="29"/>
          <w:szCs w:val="29"/>
        </w:rPr>
        <w:t xml:space="preserve"> </w:t>
      </w:r>
      <w:r w:rsidR="00737290" w:rsidRPr="00AD43A2">
        <w:rPr>
          <w:rFonts w:asciiTheme="majorBidi" w:hAnsiTheme="majorBidi" w:hint="cs"/>
          <w:sz w:val="29"/>
          <w:szCs w:val="29"/>
          <w:cs/>
        </w:rPr>
        <w:t>เดือน</w:t>
      </w:r>
      <w:r w:rsidRPr="00AD43A2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525C32B8" w14:textId="77777777" w:rsidR="00576981" w:rsidRPr="00195D51" w:rsidRDefault="00576981" w:rsidP="00576981">
      <w:pPr>
        <w:ind w:right="38"/>
        <w:jc w:val="thaiDistribute"/>
        <w:rPr>
          <w:rFonts w:asciiTheme="majorBidi" w:hAnsiTheme="majorBidi"/>
          <w:sz w:val="29"/>
          <w:szCs w:val="29"/>
          <w:cs/>
        </w:rPr>
      </w:pPr>
    </w:p>
    <w:p w14:paraId="50C9A8FC" w14:textId="0870FADC" w:rsidR="003C410D" w:rsidRPr="00527D17" w:rsidRDefault="005A433E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lastRenderedPageBreak/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</w:t>
      </w:r>
      <w:r w:rsidR="003C410D" w:rsidRPr="00527D17">
        <w:rPr>
          <w:rFonts w:asciiTheme="majorBidi" w:hAnsiTheme="majorBidi" w:cstheme="majorBidi" w:hint="cs"/>
          <w:sz w:val="29"/>
          <w:szCs w:val="29"/>
          <w:cs/>
        </w:rPr>
        <w:t>น</w:t>
      </w:r>
      <w:r w:rsidRPr="00527D17">
        <w:rPr>
          <w:rFonts w:asciiTheme="majorBidi" w:hAnsiTheme="majorBidi" w:cstheme="majorBidi"/>
          <w:sz w:val="29"/>
          <w:szCs w:val="29"/>
          <w:cs/>
        </w:rPr>
        <w:t>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71548F4E" w14:textId="77777777" w:rsidR="00F2642E" w:rsidRPr="00527D17" w:rsidRDefault="00F2642E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669D1162" w14:textId="5CC0C21E" w:rsidR="00EC2FF8" w:rsidRPr="00527D17" w:rsidRDefault="00F37707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อสังหาริมทรัพย์พัฒนาเพื่อขาย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อสังหาริมทรัพย์เพื่อการลงทุน</w:t>
      </w:r>
      <w:r w:rsidR="0037314C" w:rsidRPr="00527D17">
        <w:rPr>
          <w:rFonts w:asciiTheme="majorBidi" w:hAnsiTheme="majorBidi"/>
          <w:sz w:val="29"/>
          <w:szCs w:val="29"/>
        </w:rPr>
        <w:t xml:space="preserve"> </w:t>
      </w:r>
      <w:r w:rsidR="0037314C" w:rsidRPr="00527D17">
        <w:rPr>
          <w:rFonts w:asciiTheme="majorBidi" w:hAnsiTheme="majorBidi" w:hint="cs"/>
          <w:sz w:val="29"/>
          <w:szCs w:val="29"/>
          <w:cs/>
        </w:rPr>
        <w:t>ที่ดิน อาคารและอุปกรณ์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เงินฝากประจำ</w:t>
      </w:r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ใช้เป็นหลักประกันวงเงินกู้ยืม</w:t>
      </w:r>
      <w:bookmarkStart w:id="2" w:name="_Hlk22746948"/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="00230980" w:rsidRPr="00527D17">
        <w:rPr>
          <w:rFonts w:asciiTheme="majorBidi" w:hAnsiTheme="majorBidi" w:hint="cs"/>
          <w:sz w:val="29"/>
          <w:szCs w:val="29"/>
          <w:cs/>
        </w:rPr>
        <w:t xml:space="preserve">ณ วันที่ </w:t>
      </w:r>
      <w:r w:rsidR="006C77FA" w:rsidRPr="006C77FA">
        <w:rPr>
          <w:rFonts w:asciiTheme="majorBidi" w:hAnsiTheme="majorBidi"/>
          <w:sz w:val="29"/>
          <w:szCs w:val="29"/>
        </w:rPr>
        <w:t>30</w:t>
      </w:r>
      <w:r w:rsidR="00B017AC" w:rsidRPr="00527D17">
        <w:rPr>
          <w:rFonts w:asciiTheme="majorBidi" w:hAnsiTheme="majorBidi"/>
          <w:sz w:val="29"/>
          <w:szCs w:val="29"/>
        </w:rPr>
        <w:t xml:space="preserve"> </w:t>
      </w:r>
      <w:r w:rsidR="00406275" w:rsidRPr="00527D17">
        <w:rPr>
          <w:rFonts w:asciiTheme="majorBidi" w:hAnsiTheme="majorBidi"/>
          <w:sz w:val="29"/>
          <w:szCs w:val="29"/>
          <w:cs/>
        </w:rPr>
        <w:t>ม</w:t>
      </w:r>
      <w:r w:rsidR="00ED0185" w:rsidRPr="00527D17">
        <w:rPr>
          <w:rFonts w:asciiTheme="majorBidi" w:hAnsiTheme="majorBidi" w:hint="cs"/>
          <w:sz w:val="29"/>
          <w:szCs w:val="29"/>
          <w:cs/>
        </w:rPr>
        <w:t>ิถุนายน</w:t>
      </w:r>
      <w:r w:rsidR="00180FB0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2567</w:t>
      </w:r>
      <w:r w:rsidR="00230980" w:rsidRPr="00527D17">
        <w:rPr>
          <w:rFonts w:asciiTheme="majorBidi" w:hAnsiTheme="majorBidi"/>
          <w:sz w:val="29"/>
          <w:szCs w:val="29"/>
        </w:rPr>
        <w:t xml:space="preserve"> </w:t>
      </w:r>
      <w:r w:rsidR="00EC2FF8" w:rsidRPr="00527D17">
        <w:rPr>
          <w:rFonts w:asciiTheme="majorBidi" w:hAnsiTheme="majorBidi" w:hint="cs"/>
          <w:sz w:val="29"/>
          <w:szCs w:val="29"/>
          <w:cs/>
        </w:rPr>
        <w:t>กลุ่มบริษัทมีวงเงินสินเชื่อที่ยัง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>มิได้เบิกใช้</w:t>
      </w:r>
      <w:bookmarkEnd w:id="2"/>
      <w:r w:rsidR="00EC2FF8" w:rsidRPr="00527D17">
        <w:rPr>
          <w:rFonts w:asciiTheme="majorBidi" w:hAnsiTheme="majorBidi" w:cstheme="majorBidi"/>
          <w:sz w:val="29"/>
          <w:szCs w:val="29"/>
          <w:cs/>
        </w:rPr>
        <w:t>เป็นจำนวน</w:t>
      </w:r>
      <w:r w:rsidR="00230980" w:rsidRPr="00527D17">
        <w:rPr>
          <w:rFonts w:asciiTheme="majorBidi" w:hAnsiTheme="majorBidi" w:cstheme="majorBidi" w:hint="cs"/>
          <w:sz w:val="29"/>
          <w:szCs w:val="29"/>
          <w:cs/>
        </w:rPr>
        <w:t>เงินรวม</w:t>
      </w:r>
      <w:r w:rsidR="0037314C" w:rsidRPr="00527D17">
        <w:rPr>
          <w:rFonts w:asciiTheme="majorBidi" w:hAnsiTheme="majorBidi" w:cstheme="majorBidi" w:hint="cs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</w:rPr>
        <w:t>740</w:t>
      </w:r>
      <w:r w:rsidR="00252E07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 xml:space="preserve">ล้านบาท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(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31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ธันวาคม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2566</w:t>
      </w:r>
      <w:r w:rsidR="0028498F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: </w:t>
      </w:r>
      <w:r w:rsidR="006C77FA" w:rsidRPr="006C77FA">
        <w:rPr>
          <w:rFonts w:asciiTheme="majorBidi" w:hAnsiTheme="majorBidi" w:cstheme="majorBidi"/>
          <w:i/>
          <w:iCs/>
          <w:sz w:val="29"/>
          <w:szCs w:val="29"/>
        </w:rPr>
        <w:t>360</w:t>
      </w:r>
      <w:r w:rsidR="00F82EAD" w:rsidRPr="00527D17">
        <w:rPr>
          <w:rFonts w:asciiTheme="majorBidi" w:hAnsiTheme="majorBidi" w:cstheme="majorBidi"/>
          <w:i/>
          <w:iCs/>
          <w:color w:val="000000" w:themeColor="text1"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ล้านบาท)</w:t>
      </w:r>
    </w:p>
    <w:p w14:paraId="789F714F" w14:textId="40C7EC4A" w:rsidR="006B3AF6" w:rsidRPr="00AD43A2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921E590" w14:textId="5BCBB498" w:rsidR="00404EC5" w:rsidRPr="00527D17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ส่วนงานดำเนินงานและ</w:t>
      </w:r>
      <w:r w:rsidR="005A433E"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การ</w:t>
      </w:r>
      <w:r w:rsidR="00721330"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จำแนก</w:t>
      </w: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รายได้</w:t>
      </w:r>
    </w:p>
    <w:p w14:paraId="2470BCAD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  <w:cs/>
        </w:rPr>
      </w:pPr>
    </w:p>
    <w:p w14:paraId="1402F9F7" w14:textId="77777777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40A80593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0B95A925" w14:textId="77777777" w:rsidR="00404EC5" w:rsidRPr="00527D17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ส่วนงานภูมิศาสตร์</w:t>
      </w:r>
    </w:p>
    <w:p w14:paraId="0786B621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605C09E" w14:textId="34F72340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66CFE1" w14:textId="77777777" w:rsidR="00217DB9" w:rsidRPr="00527D17" w:rsidRDefault="00217DB9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</w:p>
    <w:p w14:paraId="6BFF2876" w14:textId="2DBA9EB2" w:rsidR="00404EC5" w:rsidRPr="00527D17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ส่วนงานธุรกิจ</w:t>
      </w:r>
    </w:p>
    <w:p w14:paraId="36C01D38" w14:textId="77777777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032DCBFB" w14:textId="34BBF366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 xml:space="preserve">บริษัทและบริษัทย่อยมีส่วนงานธุรกิจ </w:t>
      </w:r>
      <w:r w:rsidR="006C77FA" w:rsidRPr="006C77FA">
        <w:rPr>
          <w:rFonts w:ascii="Angsana New" w:hAnsi="Angsana New" w:hint="cs"/>
          <w:sz w:val="29"/>
          <w:szCs w:val="29"/>
        </w:rPr>
        <w:t>2</w:t>
      </w:r>
      <w:r w:rsidRPr="00527D17">
        <w:rPr>
          <w:rFonts w:ascii="Angsana New" w:hAnsi="Angsana New" w:hint="cs"/>
          <w:sz w:val="29"/>
          <w:szCs w:val="29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</w:t>
      </w:r>
      <w:r w:rsidR="00DB276C" w:rsidRPr="00527D17">
        <w:rPr>
          <w:rFonts w:ascii="Angsana New" w:hAnsi="Angsana New" w:hint="cs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และธุรกิจอสังหาริมทรัพย์เพื่อให้เช่าพื้นที่และบริการ ซึ่งประกอบด้วยโครงการอาคารสำนักงาน</w:t>
      </w:r>
      <w:r w:rsidR="00464CE4" w:rsidRPr="00527D17">
        <w:rPr>
          <w:rFonts w:ascii="Angsana New" w:hAnsi="Angsana New" w:hint="cs"/>
          <w:sz w:val="29"/>
          <w:szCs w:val="29"/>
          <w:cs/>
        </w:rPr>
        <w:t>และพื้นที่ให้เช่า</w:t>
      </w:r>
    </w:p>
    <w:p w14:paraId="0B9191B5" w14:textId="77777777" w:rsidR="00DA7A00" w:rsidRPr="00527D17" w:rsidRDefault="00DA7A00" w:rsidP="000644A1">
      <w:pPr>
        <w:jc w:val="thaiDistribute"/>
        <w:rPr>
          <w:rFonts w:ascii="Angsana New" w:hAnsi="Angsana New"/>
          <w:sz w:val="29"/>
          <w:szCs w:val="29"/>
        </w:rPr>
      </w:pPr>
    </w:p>
    <w:p w14:paraId="116DFD81" w14:textId="5AF2508F" w:rsidR="0012325A" w:rsidRPr="00527D17" w:rsidRDefault="00F37707" w:rsidP="00542490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527D17">
        <w:rPr>
          <w:rFonts w:ascii="Angsana New" w:hAnsi="Angsana New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527D17">
        <w:rPr>
          <w:rFonts w:ascii="Angsana New" w:hAnsi="Angsana New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Pr="00527D17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</w:p>
    <w:p w14:paraId="6833973E" w14:textId="15AD21E5" w:rsidR="003C410D" w:rsidRPr="00527D17" w:rsidRDefault="00404EC5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  <w:cs/>
        </w:rPr>
      </w:pPr>
      <w:r w:rsidRPr="00527D17">
        <w:rPr>
          <w:rFonts w:ascii="Angsana New" w:hAnsi="Angsana New" w:hint="cs"/>
          <w:spacing w:val="-2"/>
          <w:sz w:val="29"/>
          <w:szCs w:val="29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3C410D" w:rsidRPr="00527D17" w14:paraId="67F47DB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B67FF60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2070" w:type="dxa"/>
            <w:gridSpan w:val="3"/>
          </w:tcPr>
          <w:p w14:paraId="7FBCC868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614960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AAA4" w14:textId="3D83FD60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9C702F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42CA5A3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</w:tr>
      <w:tr w:rsidR="00A639E0" w:rsidRPr="00527D17" w14:paraId="5870C66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020E17D" w14:textId="1DACA8B2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627DA9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หก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  <w:p w14:paraId="6FE3E93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2F04D05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66B8BE7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</w:t>
            </w:r>
          </w:p>
        </w:tc>
      </w:tr>
      <w:tr w:rsidR="00A639E0" w:rsidRPr="00527D17" w14:paraId="17CEE343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9786D6D" w14:textId="67E6E27D" w:rsidR="00A639E0" w:rsidRPr="00527D17" w:rsidRDefault="00A639E0" w:rsidP="007700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สิ้นสุดวันที่ 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B017AC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ED0185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มิถุนายน</w:t>
            </w:r>
          </w:p>
        </w:tc>
        <w:tc>
          <w:tcPr>
            <w:tcW w:w="900" w:type="dxa"/>
          </w:tcPr>
          <w:p w14:paraId="1C0AF326" w14:textId="5F7FB4D3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7EFC145B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</w:tcPr>
          <w:p w14:paraId="6732DAAA" w14:textId="233CBF94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1DAAD32F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3EA8F4E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00" w:type="dxa"/>
          </w:tcPr>
          <w:p w14:paraId="72C8A88B" w14:textId="2969A9DC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7582AA43" w:rsidR="00A639E0" w:rsidRPr="00527D17" w:rsidRDefault="006C77F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</w:tr>
      <w:tr w:rsidR="00A639E0" w:rsidRPr="00527D17" w14:paraId="67A497EF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  <w:lang w:val="en-GB"/>
              </w:rPr>
              <w:t>(ล้านบาท)</w:t>
            </w:r>
          </w:p>
        </w:tc>
      </w:tr>
      <w:tr w:rsidR="00A639E0" w:rsidRPr="00527D17" w14:paraId="2E3FDFAC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12E77C4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ED0185" w:rsidRPr="00527D17" w14:paraId="5EB804E8" w14:textId="77777777" w:rsidTr="004A0CB1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6E77A947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6C77FA">
              <w:rPr>
                <w:rFonts w:ascii="Angsana New" w:hAnsi="Angsana New"/>
                <w:color w:val="000000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2116E3F" w14:textId="22A21F59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  <w:cs/>
              </w:rPr>
            </w:pPr>
            <w:r w:rsidRPr="006C77FA">
              <w:rPr>
                <w:rFonts w:ascii="Angsana New" w:hAnsi="Angsana New" w:hint="cs"/>
                <w:color w:val="000000"/>
                <w:sz w:val="29"/>
                <w:szCs w:val="29"/>
              </w:rPr>
              <w:t>145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59B2C5A2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64</w:t>
            </w:r>
            <w:r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62FD3A9E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61</w:t>
            </w: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70" w:type="dxa"/>
          </w:tcPr>
          <w:p w14:paraId="627E398C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1F728A00" w14:textId="45040E4F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77</w:t>
            </w:r>
            <w:r>
              <w:rPr>
                <w:rFonts w:ascii="Angsana New" w:hAnsi="Angsana New"/>
                <w:sz w:val="29"/>
                <w:szCs w:val="29"/>
              </w:rPr>
              <w:t>6</w:t>
            </w:r>
          </w:p>
        </w:tc>
        <w:tc>
          <w:tcPr>
            <w:tcW w:w="270" w:type="dxa"/>
            <w:vAlign w:val="bottom"/>
          </w:tcPr>
          <w:p w14:paraId="0824E930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B1278FC" w14:textId="6C380755" w:rsidR="00ED0185" w:rsidRPr="00527D17" w:rsidRDefault="006C77FA" w:rsidP="00E01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76</w:t>
            </w:r>
            <w:r w:rsidRPr="006C77FA">
              <w:rPr>
                <w:rFonts w:ascii="Angsana New" w:hAnsi="Angsana New"/>
                <w:sz w:val="29"/>
                <w:szCs w:val="29"/>
              </w:rPr>
              <w:t>2</w:t>
            </w:r>
          </w:p>
        </w:tc>
      </w:tr>
      <w:tr w:rsidR="00ED0185" w:rsidRPr="00527D17" w14:paraId="4F3A38AB" w14:textId="77777777" w:rsidTr="005C1D0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4A11C4F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รายได้ระหว่าง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ส่วน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63E0E90F" w:rsidR="00ED0185" w:rsidRPr="00527D17" w:rsidRDefault="004976C2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3D59D63E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61454189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10</w:t>
            </w:r>
            <w:r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1CC4F62A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98</w:t>
            </w:r>
          </w:p>
        </w:tc>
        <w:tc>
          <w:tcPr>
            <w:tcW w:w="270" w:type="dxa"/>
          </w:tcPr>
          <w:p w14:paraId="110EB6A2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7C810DD5" w14:textId="3C45DEBF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10</w:t>
            </w:r>
            <w:r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270" w:type="dxa"/>
            <w:vAlign w:val="bottom"/>
          </w:tcPr>
          <w:p w14:paraId="7DFCB24A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250C248" w14:textId="4F9B8C39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98</w:t>
            </w:r>
          </w:p>
        </w:tc>
      </w:tr>
      <w:tr w:rsidR="00ED0185" w:rsidRPr="00527D17" w14:paraId="3E0243DD" w14:textId="77777777" w:rsidTr="00A73A88">
        <w:tc>
          <w:tcPr>
            <w:tcW w:w="2700" w:type="dxa"/>
            <w:tcBorders>
              <w:left w:val="nil"/>
              <w:right w:val="nil"/>
            </w:tcBorders>
          </w:tcPr>
          <w:p w14:paraId="079CE346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395D9FE6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55386674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4F8F8E31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743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56A10C80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sz w:val="29"/>
                <w:szCs w:val="29"/>
              </w:rPr>
              <w:t>71</w:t>
            </w: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5</w:t>
            </w:r>
          </w:p>
        </w:tc>
        <w:tc>
          <w:tcPr>
            <w:tcW w:w="270" w:type="dxa"/>
          </w:tcPr>
          <w:p w14:paraId="4D2BBB6F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6BD9F9E8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879</w:t>
            </w:r>
          </w:p>
        </w:tc>
        <w:tc>
          <w:tcPr>
            <w:tcW w:w="270" w:type="dxa"/>
            <w:vAlign w:val="bottom"/>
          </w:tcPr>
          <w:p w14:paraId="3C61E73D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60EDA6B6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sz w:val="29"/>
                <w:szCs w:val="29"/>
              </w:rPr>
              <w:t>8</w:t>
            </w: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60</w:t>
            </w:r>
          </w:p>
        </w:tc>
      </w:tr>
      <w:tr w:rsidR="00A73A88" w:rsidRPr="00527D17" w14:paraId="07876192" w14:textId="77777777" w:rsidTr="00A73A88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B873509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0A5490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5AFE4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DA3EE3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AB7AC8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922F4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2CDB30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7E187D8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</w:tcPr>
          <w:p w14:paraId="52254747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7B2C5883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70" w:type="dxa"/>
            <w:vAlign w:val="bottom"/>
          </w:tcPr>
          <w:p w14:paraId="6F4CA51B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A66DF0A" w14:textId="77777777" w:rsidR="00A73A88" w:rsidRPr="00527D17" w:rsidRDefault="00A73A8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062328" w:rsidRPr="00527D17" w14:paraId="2201F595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กำไรตา</w:t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ม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ส่วนงาน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ก่อนหัก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br/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 xml:space="preserve">   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21049C23" w:rsidR="00062328" w:rsidRPr="00527D17" w:rsidRDefault="006C77FA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06F7ABFE" w:rsidR="00062328" w:rsidRPr="00527D17" w:rsidRDefault="006C77FA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67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37E3FA58" w:rsidR="00062328" w:rsidRPr="00527D17" w:rsidRDefault="006C77FA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584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5F19DE04" w:rsidR="00062328" w:rsidRPr="00527D17" w:rsidRDefault="006C77FA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5</w:t>
            </w:r>
            <w:r>
              <w:rPr>
                <w:rFonts w:ascii="Angsana New" w:hAnsi="Angsana New"/>
                <w:sz w:val="29"/>
                <w:szCs w:val="29"/>
              </w:rPr>
              <w:t>4</w:t>
            </w:r>
            <w:r w:rsidRPr="006C77FA"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70" w:type="dxa"/>
          </w:tcPr>
          <w:p w14:paraId="47D8D453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45643A6" w14:textId="6F1510D4" w:rsidR="00062328" w:rsidRPr="00527D17" w:rsidRDefault="006C77FA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647</w:t>
            </w:r>
          </w:p>
        </w:tc>
        <w:tc>
          <w:tcPr>
            <w:tcW w:w="270" w:type="dxa"/>
            <w:vAlign w:val="bottom"/>
          </w:tcPr>
          <w:p w14:paraId="5C6E2CC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9B93A65" w14:textId="2B36E1BC" w:rsidR="00062328" w:rsidRPr="00527D17" w:rsidRDefault="006C77FA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6</w:t>
            </w:r>
            <w:r>
              <w:rPr>
                <w:rFonts w:ascii="Angsana New" w:hAnsi="Angsana New"/>
                <w:sz w:val="29"/>
                <w:szCs w:val="29"/>
              </w:rPr>
              <w:t>0</w:t>
            </w: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</w:p>
        </w:tc>
      </w:tr>
      <w:tr w:rsidR="00062328" w:rsidRPr="00527D17" w14:paraId="43F5FDA8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2DFB82F9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062328" w:rsidRPr="00527D17" w14:paraId="1BDC8E0E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F10EDA0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6ECCA304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63073A91" w14:textId="77777777" w:rsidTr="00B81398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7426C39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197E4619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675A5E8A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534B3955" w:rsidR="00627DA9" w:rsidRPr="00527D17" w:rsidRDefault="004976C2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14C9433B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67E8CD0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90FAB3D" w14:textId="58CF2023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136</w:t>
            </w:r>
          </w:p>
        </w:tc>
        <w:tc>
          <w:tcPr>
            <w:tcW w:w="270" w:type="dxa"/>
            <w:vAlign w:val="bottom"/>
          </w:tcPr>
          <w:p w14:paraId="1929277E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ADCC891" w14:textId="701A373F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30"/>
                <w:szCs w:val="30"/>
              </w:rPr>
              <w:t>145</w:t>
            </w:r>
          </w:p>
        </w:tc>
      </w:tr>
      <w:tr w:rsidR="00627DA9" w:rsidRPr="00527D17" w14:paraId="5400B9C4" w14:textId="77777777" w:rsidTr="0001438F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75EA8FD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00E67E2E" w:rsidR="00627DA9" w:rsidRPr="00527D17" w:rsidRDefault="004976C2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68BFF304" w14:textId="09A7DF13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58CB6FAB" w:rsidR="00627DA9" w:rsidRPr="00527D17" w:rsidRDefault="006C77FA" w:rsidP="00627DA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64</w:t>
            </w:r>
            <w:r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12AC2712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61</w:t>
            </w: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70" w:type="dxa"/>
          </w:tcPr>
          <w:p w14:paraId="21BB029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1D55AA20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/>
                <w:sz w:val="29"/>
                <w:szCs w:val="29"/>
              </w:rPr>
              <w:t>64</w:t>
            </w:r>
            <w:r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70" w:type="dxa"/>
            <w:vAlign w:val="bottom"/>
          </w:tcPr>
          <w:p w14:paraId="3C152E5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169C1726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30"/>
                <w:szCs w:val="30"/>
              </w:rPr>
              <w:t>61</w:t>
            </w:r>
            <w:r w:rsidRPr="006C77FA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627DA9" w:rsidRPr="00527D17" w14:paraId="704DDCF2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AE378E8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43D4871E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2DD48F9F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sz w:val="29"/>
                <w:szCs w:val="29"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6B38A3B9" w:rsidR="00627DA9" w:rsidRPr="00527D17" w:rsidRDefault="006C77FA" w:rsidP="00627DA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64</w:t>
            </w:r>
            <w:r>
              <w:rPr>
                <w:rFonts w:ascii="Angsana New" w:hAnsi="Angsana New"/>
                <w:b/>
                <w:bCs/>
                <w:sz w:val="29"/>
                <w:szCs w:val="29"/>
              </w:rPr>
              <w:t>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55BCF441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sz w:val="29"/>
                <w:szCs w:val="29"/>
              </w:rPr>
              <w:t>61</w:t>
            </w: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7</w:t>
            </w:r>
          </w:p>
        </w:tc>
        <w:tc>
          <w:tcPr>
            <w:tcW w:w="270" w:type="dxa"/>
          </w:tcPr>
          <w:p w14:paraId="3F6329C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104037F4" w:rsidR="006C77FA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</w:rPr>
              <w:t>77</w:t>
            </w:r>
            <w:r>
              <w:rPr>
                <w:rFonts w:ascii="Angsana New" w:hAnsi="Angsana New"/>
                <w:b/>
                <w:bCs/>
                <w:sz w:val="29"/>
                <w:szCs w:val="29"/>
              </w:rPr>
              <w:t>6</w:t>
            </w:r>
          </w:p>
        </w:tc>
        <w:tc>
          <w:tcPr>
            <w:tcW w:w="270" w:type="dxa"/>
            <w:vAlign w:val="bottom"/>
          </w:tcPr>
          <w:p w14:paraId="5395E8A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1EE9614F" w:rsidR="00627DA9" w:rsidRPr="00527D17" w:rsidRDefault="006C77FA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b/>
                <w:bCs/>
                <w:sz w:val="30"/>
                <w:szCs w:val="30"/>
              </w:rPr>
              <w:t>76</w:t>
            </w:r>
            <w:r w:rsidRPr="006C77FA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</w:tbl>
    <w:p w14:paraId="09FEC426" w14:textId="0DB7A965" w:rsidR="00A639E0" w:rsidRPr="00527D17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620"/>
        <w:gridCol w:w="270"/>
        <w:gridCol w:w="1721"/>
      </w:tblGrid>
      <w:tr w:rsidR="00A639E0" w:rsidRPr="00527D17" w14:paraId="4B08A386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A639E0" w:rsidRPr="00527D17" w14:paraId="56C81E46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10183121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627DA9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หก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สิ้นสุดวันที่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6C77FA" w:rsidRPr="006C77FA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B017AC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406275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ม</w:t>
            </w:r>
            <w:r w:rsidR="00527D17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0CAF28D8" w:rsidR="00A639E0" w:rsidRPr="00527D17" w:rsidRDefault="006C77FA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6C77FA">
              <w:rPr>
                <w:rFonts w:ascii="Angsana New" w:hAnsi="Angsana New"/>
                <w:sz w:val="29"/>
                <w:szCs w:val="29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75F86F5E" w:rsidR="00A639E0" w:rsidRPr="00527D17" w:rsidRDefault="006C77FA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6C77FA">
              <w:rPr>
                <w:rFonts w:ascii="Angsana New" w:hAnsi="Angsana New"/>
                <w:sz w:val="29"/>
                <w:szCs w:val="29"/>
              </w:rPr>
              <w:t>6</w:t>
            </w:r>
          </w:p>
        </w:tc>
      </w:tr>
      <w:tr w:rsidR="00A639E0" w:rsidRPr="00527D17" w14:paraId="12DA09DC" w14:textId="77777777" w:rsidTr="00ED0185">
        <w:trPr>
          <w:tblHeader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791814" w:rsidRPr="00527D17" w14:paraId="1ACCD98A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1B8FC16" w14:textId="77777777" w:rsidR="00791814" w:rsidRPr="00527D17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ABB68D" w14:textId="77777777" w:rsidR="00791814" w:rsidRPr="00527D17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8721E8" w14:textId="77777777" w:rsidR="00791814" w:rsidRPr="00527D17" w:rsidRDefault="00791814" w:rsidP="0079181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2C7D39" w14:textId="31C9979E" w:rsidR="00791814" w:rsidRPr="00527D17" w:rsidRDefault="00791814" w:rsidP="00791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ED0185" w:rsidRPr="00527D17" w14:paraId="14FAE0A6" w14:textId="77777777" w:rsidTr="00321AD4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รวม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กำไร</w:t>
            </w: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ก่อนภาษีเงินได้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จากส่วนงานที่รายงาน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4AF095E5" w:rsidR="00ED0185" w:rsidRPr="00527D17" w:rsidRDefault="006C77FA" w:rsidP="00ED0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0D09" w14:textId="20DFE67C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sz w:val="29"/>
                <w:szCs w:val="29"/>
              </w:rPr>
              <w:t>6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07</w:t>
            </w:r>
          </w:p>
        </w:tc>
      </w:tr>
      <w:tr w:rsidR="00ED0185" w:rsidRPr="00527D17" w14:paraId="60F71E3D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กำไรอื่น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1AFABE8B" w:rsidR="00ED0185" w:rsidRPr="00527D17" w:rsidRDefault="006C77FA" w:rsidP="00ED0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0820EA88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sz w:val="29"/>
                <w:szCs w:val="29"/>
              </w:rPr>
              <w:t>4</w:t>
            </w:r>
            <w:r w:rsidRPr="006C77FA">
              <w:rPr>
                <w:rFonts w:asciiTheme="majorBidi" w:hAnsiTheme="majorBidi" w:cstheme="majorBidi"/>
                <w:sz w:val="29"/>
                <w:szCs w:val="29"/>
              </w:rPr>
              <w:t>8</w:t>
            </w:r>
          </w:p>
        </w:tc>
      </w:tr>
      <w:tr w:rsidR="00ED0185" w:rsidRPr="00527D17" w14:paraId="76AFD40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71C7FB9B" w:rsidR="00ED0185" w:rsidRPr="00527D17" w:rsidRDefault="006C77FA" w:rsidP="00ED0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01F95F54" w:rsidR="00ED0185" w:rsidRPr="00527D17" w:rsidRDefault="006C77FA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</w:rPr>
              <w:t>655</w:t>
            </w:r>
          </w:p>
        </w:tc>
      </w:tr>
      <w:tr w:rsidR="00ED0185" w:rsidRPr="00527D17" w14:paraId="68EDBE4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0A7DCA8B" w:rsidR="00ED0185" w:rsidRPr="00527D17" w:rsidRDefault="004976C2" w:rsidP="00ED0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293D7ECA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</w:rPr>
              <w:t>54</w:t>
            </w: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)</w:t>
            </w:r>
          </w:p>
        </w:tc>
      </w:tr>
      <w:tr w:rsidR="00062328" w:rsidRPr="00527D17" w14:paraId="6373906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062328" w:rsidRPr="00527D17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062328" w:rsidRPr="00527D17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062328" w:rsidRPr="00527D17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062328" w:rsidRPr="00527D17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ED0185" w:rsidRPr="00527D17" w14:paraId="23323E3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ED0185" w:rsidRPr="00527D17" w:rsidRDefault="00ED0185" w:rsidP="00911C01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ขาดทุน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จากการเปลี่ยนแปลงมูลค่ายุติธรรมของ</w:t>
            </w:r>
            <w:r w:rsidRPr="00527D17">
              <w:rPr>
                <w:rFonts w:ascii="Angsana New" w:hAnsi="Angsana New"/>
                <w:sz w:val="29"/>
                <w:szCs w:val="29"/>
              </w:rPr>
              <w:br/>
              <w:t xml:space="preserve">   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13777" w14:textId="77777777" w:rsidR="004976C2" w:rsidRPr="004976C2" w:rsidRDefault="004976C2" w:rsidP="004976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6F98136B" w14:textId="024A0A7D" w:rsidR="00ED0185" w:rsidRPr="00527D17" w:rsidRDefault="004976C2" w:rsidP="004976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104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A81CC9E" w14:textId="77777777" w:rsidR="00ED0185" w:rsidRPr="00527D17" w:rsidRDefault="00ED0185" w:rsidP="00ED0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22F81B0B" w14:textId="14E59309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(</w:t>
            </w:r>
            <w:r w:rsidR="006C77FA" w:rsidRPr="006C77FA">
              <w:rPr>
                <w:rFonts w:asciiTheme="majorBidi" w:hAnsiTheme="majorBidi" w:cstheme="majorBidi" w:hint="cs"/>
                <w:sz w:val="29"/>
                <w:szCs w:val="29"/>
              </w:rPr>
              <w:t>109</w:t>
            </w: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)</w:t>
            </w:r>
          </w:p>
        </w:tc>
      </w:tr>
      <w:tr w:rsidR="00ED0185" w:rsidRPr="00527D17" w14:paraId="079FD3B6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ED0185" w:rsidRPr="00527D17" w:rsidRDefault="00ED0185" w:rsidP="00ED018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sz w:val="29"/>
                <w:szCs w:val="29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72DCFBE7" w:rsidR="00ED0185" w:rsidRPr="00527D17" w:rsidRDefault="004976C2" w:rsidP="004976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271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23B0E9B5" w:rsidR="00ED0185" w:rsidRPr="00527D17" w:rsidRDefault="00ED0185" w:rsidP="00ED0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(</w:t>
            </w:r>
            <w:r w:rsidR="006C77FA" w:rsidRPr="006C77FA">
              <w:rPr>
                <w:rFonts w:asciiTheme="majorBidi" w:hAnsiTheme="majorBidi" w:cstheme="majorBidi" w:hint="cs"/>
                <w:sz w:val="29"/>
                <w:szCs w:val="29"/>
              </w:rPr>
              <w:t>2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6C77FA" w:rsidRPr="006C77FA">
              <w:rPr>
                <w:rFonts w:asciiTheme="majorBidi" w:hAnsiTheme="majorBidi" w:cstheme="majorBidi" w:hint="cs"/>
                <w:sz w:val="29"/>
                <w:szCs w:val="29"/>
              </w:rPr>
              <w:t>6</w:t>
            </w: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)</w:t>
            </w:r>
          </w:p>
        </w:tc>
      </w:tr>
      <w:tr w:rsidR="00ED0185" w:rsidRPr="00527D17" w14:paraId="75260601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4267E67" w14:textId="352729AA" w:rsidR="00ED0185" w:rsidRPr="00527D17" w:rsidRDefault="006C77FA" w:rsidP="00ED018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CBFCD4" w14:textId="3373ED81" w:rsidR="00ED0185" w:rsidRPr="00527D17" w:rsidRDefault="004976C2" w:rsidP="004976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3AF0876" w14:textId="77777777" w:rsidR="00ED0185" w:rsidRPr="00527D17" w:rsidRDefault="00ED0185" w:rsidP="00ED01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48097" w14:textId="7F721616" w:rsidR="00ED0185" w:rsidRPr="00527D17" w:rsidRDefault="006C77FA" w:rsidP="004976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sz w:val="29"/>
                <w:szCs w:val="29"/>
              </w:rPr>
              <w:t>1</w:t>
            </w:r>
          </w:p>
        </w:tc>
      </w:tr>
      <w:tr w:rsidR="00062328" w:rsidRPr="00527D17" w14:paraId="53BADE5B" w14:textId="77777777" w:rsidTr="00BE440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1412F8B8" w:rsidR="00062328" w:rsidRPr="00527D17" w:rsidRDefault="008D5ED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กำไรก่อนภาษีเงินได้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43849DB7" w:rsidR="00062328" w:rsidRPr="00527D17" w:rsidRDefault="006C77FA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26</w:t>
            </w:r>
            <w:r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062328" w:rsidRPr="00527D17" w:rsidRDefault="00062328" w:rsidP="000623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20D76C0A" w:rsidR="00062328" w:rsidRPr="00527D17" w:rsidRDefault="006C77FA" w:rsidP="00240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6C77FA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24</w:t>
            </w: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</w:t>
            </w:r>
          </w:p>
        </w:tc>
      </w:tr>
    </w:tbl>
    <w:p w14:paraId="41C2B933" w14:textId="7CB258E3" w:rsidR="003357CA" w:rsidRDefault="003357CA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3357CA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เงินปันผล</w:t>
      </w:r>
    </w:p>
    <w:p w14:paraId="6108F566" w14:textId="2FBB2A7D" w:rsidR="003357CA" w:rsidRPr="003357CA" w:rsidRDefault="003357CA" w:rsidP="003357CA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1CF75A96" w14:textId="743AE4DD" w:rsidR="00CB4947" w:rsidRPr="003718A2" w:rsidRDefault="00CB4947" w:rsidP="00CB4947">
      <w:pPr>
        <w:pStyle w:val="a"/>
        <w:tabs>
          <w:tab w:val="clear" w:pos="1080"/>
          <w:tab w:val="left" w:pos="540"/>
        </w:tabs>
        <w:ind w:left="540"/>
        <w:jc w:val="thaiDistribute"/>
        <w:rPr>
          <w:rFonts w:ascii="Angsana New" w:hAnsi="Angsana New" w:cs="Angsana New"/>
          <w:lang w:val="en-US"/>
        </w:rPr>
      </w:pPr>
      <w:r w:rsidRPr="003718A2">
        <w:rPr>
          <w:rFonts w:ascii="Angsana New" w:hAnsi="Angsana New" w:cs="Angsana New" w:hint="cs"/>
          <w:cs/>
          <w:lang w:val="en-US"/>
        </w:rPr>
        <w:t xml:space="preserve">รายละเอียดเงินปันผลในระหว่างปี </w:t>
      </w:r>
      <w:r w:rsidR="006C77FA" w:rsidRPr="006C77FA">
        <w:rPr>
          <w:rFonts w:ascii="Angsana New" w:hAnsi="Angsana New" w:cs="Angsana New" w:hint="cs"/>
          <w:lang w:val="en-US"/>
        </w:rPr>
        <w:t>256</w:t>
      </w:r>
      <w:r w:rsidR="006C77FA" w:rsidRPr="006C77FA">
        <w:rPr>
          <w:rFonts w:ascii="Angsana New" w:hAnsi="Angsana New" w:cs="Angsana New"/>
          <w:lang w:val="en-US"/>
        </w:rPr>
        <w:t>7</w:t>
      </w:r>
      <w:r w:rsidRPr="003718A2">
        <w:rPr>
          <w:rFonts w:ascii="Angsana New" w:hAnsi="Angsana New" w:cs="Angsana New" w:hint="cs"/>
          <w:cs/>
          <w:lang w:val="en-US"/>
        </w:rPr>
        <w:t xml:space="preserve"> มีดังนี้</w:t>
      </w:r>
    </w:p>
    <w:p w14:paraId="585AFA87" w14:textId="77777777" w:rsidR="00CB4947" w:rsidRPr="003718A2" w:rsidRDefault="00CB4947" w:rsidP="00CB4947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38"/>
        <w:gridCol w:w="2762"/>
        <w:gridCol w:w="270"/>
        <w:gridCol w:w="1620"/>
        <w:gridCol w:w="1710"/>
        <w:gridCol w:w="1080"/>
      </w:tblGrid>
      <w:tr w:rsidR="00AB008B" w:rsidRPr="003718A2" w14:paraId="1B185926" w14:textId="77777777" w:rsidTr="00AB008B">
        <w:trPr>
          <w:tblHeader/>
        </w:trPr>
        <w:tc>
          <w:tcPr>
            <w:tcW w:w="1738" w:type="dxa"/>
            <w:vAlign w:val="bottom"/>
          </w:tcPr>
          <w:p w14:paraId="354A00EC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62" w:type="dxa"/>
            <w:hideMark/>
          </w:tcPr>
          <w:p w14:paraId="1983DB43" w14:textId="2D656A9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  <w:hideMark/>
          </w:tcPr>
          <w:p w14:paraId="727F617E" w14:textId="5B99ACB6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  <w:hideMark/>
          </w:tcPr>
          <w:p w14:paraId="1BCC1BE8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05753F3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710" w:type="dxa"/>
            <w:vAlign w:val="bottom"/>
            <w:hideMark/>
          </w:tcPr>
          <w:p w14:paraId="313C3B63" w14:textId="7E43F55E" w:rsidR="00AB008B" w:rsidRPr="00AC3FCB" w:rsidRDefault="00AB008B" w:rsidP="00AB008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</w:t>
            </w:r>
          </w:p>
          <w:p w14:paraId="6EBF21F3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80" w:type="dxa"/>
            <w:vAlign w:val="bottom"/>
            <w:hideMark/>
          </w:tcPr>
          <w:p w14:paraId="7F091931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AB008B" w:rsidRPr="003718A2" w14:paraId="64F50D5D" w14:textId="77777777" w:rsidTr="00AB008B">
        <w:trPr>
          <w:tblHeader/>
        </w:trPr>
        <w:tc>
          <w:tcPr>
            <w:tcW w:w="1738" w:type="dxa"/>
          </w:tcPr>
          <w:p w14:paraId="1020D376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62" w:type="dxa"/>
          </w:tcPr>
          <w:p w14:paraId="565D0260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930F2AB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5DA6322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561A0776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C3FC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hideMark/>
          </w:tcPr>
          <w:p w14:paraId="0906CD0C" w14:textId="77777777" w:rsidR="00AB008B" w:rsidRPr="00AC3FCB" w:rsidRDefault="00AB008B" w:rsidP="00D345AE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C3FC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C3FCB" w:rsidRPr="003718A2" w14:paraId="7C14C2B4" w14:textId="77777777" w:rsidTr="00AC3FCB">
        <w:tc>
          <w:tcPr>
            <w:tcW w:w="4500" w:type="dxa"/>
            <w:gridSpan w:val="2"/>
          </w:tcPr>
          <w:p w14:paraId="6BCD1A14" w14:textId="77777777" w:rsidR="00AC3FCB" w:rsidRPr="00AC3FCB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 xml:space="preserve">ที่ประชุมสามัญผู้ถือหุ้นมีมติอนุมัติเงินปันผลประจำปี </w:t>
            </w:r>
          </w:p>
        </w:tc>
        <w:tc>
          <w:tcPr>
            <w:tcW w:w="270" w:type="dxa"/>
          </w:tcPr>
          <w:p w14:paraId="364D4E1D" w14:textId="1D694D74" w:rsidR="00AC3FCB" w:rsidRPr="00AC3FCB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EBA8201" w14:textId="0510F4A3" w:rsidR="00AC3FCB" w:rsidRPr="00AC3FCB" w:rsidRDefault="00AC3FC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641A478A" w14:textId="3C7C3BDA" w:rsidR="00AC3FCB" w:rsidRPr="00AC3FCB" w:rsidRDefault="00AC3FC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26443D" w14:textId="57038117" w:rsidR="00AC3FCB" w:rsidRPr="00AC3FCB" w:rsidRDefault="00AC3FC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B008B" w:rsidRPr="003718A2" w14:paraId="13418285" w14:textId="77777777" w:rsidTr="00AB008B">
        <w:tc>
          <w:tcPr>
            <w:tcW w:w="4500" w:type="dxa"/>
            <w:gridSpan w:val="2"/>
          </w:tcPr>
          <w:p w14:paraId="2FEF2FA1" w14:textId="2BE7D2A2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 xml:space="preserve">  เมื่อวันที่ </w:t>
            </w:r>
            <w:r w:rsidRPr="00AC3FCB">
              <w:rPr>
                <w:rFonts w:ascii="Angsana New" w:hAnsi="Angsana New"/>
                <w:sz w:val="30"/>
                <w:szCs w:val="30"/>
              </w:rPr>
              <w:t>18</w:t>
            </w: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 </w:t>
            </w:r>
            <w:r w:rsidRPr="00AC3FCB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AC3FC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602F31B" w14:textId="77777777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5" w:hanging="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A350E74" w14:textId="41617E90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/>
                <w:sz w:val="30"/>
                <w:szCs w:val="30"/>
              </w:rPr>
              <w:t xml:space="preserve">9 </w:t>
            </w:r>
            <w:r w:rsidRPr="00AC3FCB"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AC3FCB">
              <w:rPr>
                <w:rFonts w:ascii="Angsana New" w:hAnsi="Angsana New" w:hint="cs"/>
                <w:sz w:val="30"/>
                <w:szCs w:val="30"/>
              </w:rPr>
              <w:t xml:space="preserve"> 256</w:t>
            </w:r>
            <w:r w:rsidRPr="00AC3FC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20784219" w14:textId="544137E6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/>
                <w:sz w:val="30"/>
                <w:szCs w:val="30"/>
              </w:rPr>
              <w:t>0.025</w:t>
            </w:r>
          </w:p>
        </w:tc>
        <w:tc>
          <w:tcPr>
            <w:tcW w:w="1080" w:type="dxa"/>
          </w:tcPr>
          <w:p w14:paraId="67C88920" w14:textId="650A475F" w:rsidR="00AB008B" w:rsidRPr="00AC3FCB" w:rsidRDefault="00AB008B" w:rsidP="00AB0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AC3FCB">
              <w:rPr>
                <w:rFonts w:ascii="Angsana New" w:hAnsi="Angsana New"/>
                <w:sz w:val="30"/>
                <w:szCs w:val="30"/>
              </w:rPr>
              <w:t>162.5</w:t>
            </w:r>
          </w:p>
        </w:tc>
      </w:tr>
    </w:tbl>
    <w:p w14:paraId="69C55BD9" w14:textId="77777777" w:rsidR="003357CA" w:rsidRPr="003357CA" w:rsidRDefault="003357CA" w:rsidP="003357CA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4026290C" w14:textId="410396F3" w:rsidR="00404EC5" w:rsidRPr="00527D17" w:rsidRDefault="00404EC5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ภาระผูกพันกับบุคคลหรือกิจการที่ไม่เกี่ยวข้องกัน</w:t>
      </w:r>
    </w:p>
    <w:p w14:paraId="130189B4" w14:textId="085B59B5" w:rsidR="00404EC5" w:rsidRPr="00527D17" w:rsidRDefault="00404EC5" w:rsidP="00EB765C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7"/>
        <w:gridCol w:w="270"/>
        <w:gridCol w:w="1711"/>
      </w:tblGrid>
      <w:tr w:rsidR="009C7422" w:rsidRPr="00527D17" w14:paraId="216509C0" w14:textId="77777777" w:rsidTr="005C1D02">
        <w:trPr>
          <w:trHeight w:val="846"/>
          <w:tblHeader/>
        </w:trPr>
        <w:tc>
          <w:tcPr>
            <w:tcW w:w="3033" w:type="pct"/>
          </w:tcPr>
          <w:p w14:paraId="28E17E02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6DABDC61" w14:textId="79840270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ณ วันที่ </w:t>
            </w:r>
            <w:r w:rsidR="006C77FA" w:rsidRPr="006C77FA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30</w:t>
            </w:r>
            <w:r w:rsidR="00B017AC"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="00406275"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ม</w:t>
            </w:r>
            <w:r w:rsidR="00527D17" w:rsidRPr="00527D17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ิถุนายน</w:t>
            </w:r>
            <w:r w:rsidRPr="00527D17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6C77FA" w:rsidRPr="006C77FA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2567</w:t>
            </w:r>
          </w:p>
        </w:tc>
        <w:tc>
          <w:tcPr>
            <w:tcW w:w="890" w:type="pct"/>
          </w:tcPr>
          <w:p w14:paraId="7532644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  <w:p w14:paraId="293DFF7D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A7F3673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</w:tcPr>
          <w:p w14:paraId="0D58C40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C7422" w:rsidRPr="00527D17" w14:paraId="745BC27F" w14:textId="77777777" w:rsidTr="005C1D02">
        <w:trPr>
          <w:trHeight w:val="423"/>
          <w:tblHeader/>
        </w:trPr>
        <w:tc>
          <w:tcPr>
            <w:tcW w:w="3033" w:type="pct"/>
          </w:tcPr>
          <w:p w14:paraId="3C33CFFC" w14:textId="77777777" w:rsidR="009C7422" w:rsidRPr="00527D17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967" w:type="pct"/>
            <w:gridSpan w:val="3"/>
          </w:tcPr>
          <w:p w14:paraId="2ABECA18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9C7422" w:rsidRPr="00527D17" w14:paraId="17F87F09" w14:textId="77777777" w:rsidTr="005C1D02">
        <w:trPr>
          <w:trHeight w:val="436"/>
        </w:trPr>
        <w:tc>
          <w:tcPr>
            <w:tcW w:w="3033" w:type="pct"/>
          </w:tcPr>
          <w:p w14:paraId="7F4182C9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ภาระผูกพันรายจ่ายฝ่ายทุน</w:t>
            </w:r>
          </w:p>
        </w:tc>
        <w:tc>
          <w:tcPr>
            <w:tcW w:w="890" w:type="pct"/>
            <w:shd w:val="clear" w:color="auto" w:fill="FFFFFF"/>
          </w:tcPr>
          <w:p w14:paraId="0F435494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7" w:type="pct"/>
          </w:tcPr>
          <w:p w14:paraId="25107979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shd w:val="clear" w:color="auto" w:fill="FFFFFF"/>
          </w:tcPr>
          <w:p w14:paraId="0410EA48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527D17" w:rsidRPr="00527D17" w14:paraId="3592ACE8" w14:textId="77777777" w:rsidTr="00DA2F1B">
        <w:trPr>
          <w:trHeight w:val="423"/>
        </w:trPr>
        <w:tc>
          <w:tcPr>
            <w:tcW w:w="3033" w:type="pct"/>
          </w:tcPr>
          <w:p w14:paraId="73BFA5FA" w14:textId="58F4878C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  <w:t>อาคารและงานระบบสาธารณูปโภค</w:t>
            </w:r>
          </w:p>
        </w:tc>
        <w:tc>
          <w:tcPr>
            <w:tcW w:w="890" w:type="pct"/>
            <w:shd w:val="clear" w:color="auto" w:fill="auto"/>
            <w:vAlign w:val="bottom"/>
          </w:tcPr>
          <w:p w14:paraId="1A4F4A34" w14:textId="17825666" w:rsidR="00527D17" w:rsidRPr="00527D17" w:rsidRDefault="006C77FA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52</w:t>
            </w:r>
          </w:p>
        </w:tc>
        <w:tc>
          <w:tcPr>
            <w:tcW w:w="147" w:type="pct"/>
          </w:tcPr>
          <w:p w14:paraId="6EDE7365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shd w:val="clear" w:color="auto" w:fill="FFFFFF"/>
            <w:vAlign w:val="bottom"/>
          </w:tcPr>
          <w:p w14:paraId="66FDE6F8" w14:textId="18594FEC" w:rsidR="00527D17" w:rsidRPr="00527D17" w:rsidRDefault="006C77FA" w:rsidP="005F4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46</w:t>
            </w:r>
          </w:p>
        </w:tc>
      </w:tr>
      <w:tr w:rsidR="00527D17" w:rsidRPr="00527D17" w14:paraId="39F20986" w14:textId="77777777" w:rsidTr="00DA2F1B">
        <w:trPr>
          <w:trHeight w:val="423"/>
        </w:trPr>
        <w:tc>
          <w:tcPr>
            <w:tcW w:w="3033" w:type="pct"/>
          </w:tcPr>
          <w:p w14:paraId="4878A996" w14:textId="428F3075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15AFBDA7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19</w:t>
            </w:r>
          </w:p>
        </w:tc>
        <w:tc>
          <w:tcPr>
            <w:tcW w:w="147" w:type="pct"/>
          </w:tcPr>
          <w:p w14:paraId="468A1354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A145AF4" w14:textId="527F29F2" w:rsidR="00527D17" w:rsidRPr="00527D17" w:rsidRDefault="008B3C53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527D17" w:rsidRPr="00527D17" w14:paraId="591D049F" w14:textId="77777777" w:rsidTr="00DA2F1B">
        <w:trPr>
          <w:trHeight w:val="423"/>
        </w:trPr>
        <w:tc>
          <w:tcPr>
            <w:tcW w:w="3033" w:type="pct"/>
          </w:tcPr>
          <w:p w14:paraId="794F1DFA" w14:textId="619C0349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5A561D7F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71</w:t>
            </w:r>
          </w:p>
        </w:tc>
        <w:tc>
          <w:tcPr>
            <w:tcW w:w="147" w:type="pct"/>
          </w:tcPr>
          <w:p w14:paraId="43FB5EDB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D72D333" w14:textId="1FB6586F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46</w:t>
            </w:r>
          </w:p>
        </w:tc>
      </w:tr>
      <w:tr w:rsidR="009C7422" w:rsidRPr="00527D17" w14:paraId="721C5F10" w14:textId="77777777" w:rsidTr="005C1D02">
        <w:trPr>
          <w:trHeight w:val="116"/>
        </w:trPr>
        <w:tc>
          <w:tcPr>
            <w:tcW w:w="3033" w:type="pct"/>
          </w:tcPr>
          <w:p w14:paraId="49473156" w14:textId="77777777" w:rsidR="009C7422" w:rsidRPr="00527D17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14:paraId="4B3C8775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47" w:type="pct"/>
          </w:tcPr>
          <w:p w14:paraId="6C257DD3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930" w:type="pct"/>
            <w:tcBorders>
              <w:top w:val="double" w:sz="4" w:space="0" w:color="auto"/>
            </w:tcBorders>
          </w:tcPr>
          <w:p w14:paraId="7558FE30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</w:tr>
      <w:tr w:rsidR="009C7422" w:rsidRPr="00527D17" w14:paraId="25F29618" w14:textId="77777777" w:rsidTr="005C1D02">
        <w:trPr>
          <w:trHeight w:val="436"/>
        </w:trPr>
        <w:tc>
          <w:tcPr>
            <w:tcW w:w="3033" w:type="pct"/>
          </w:tcPr>
          <w:p w14:paraId="4577CABE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ภาระผูกพันอื่น</w:t>
            </w: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ๆ</w:t>
            </w:r>
          </w:p>
        </w:tc>
        <w:tc>
          <w:tcPr>
            <w:tcW w:w="890" w:type="pct"/>
          </w:tcPr>
          <w:p w14:paraId="1FA9C473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7" w:type="pct"/>
          </w:tcPr>
          <w:p w14:paraId="4EE2390E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</w:tcPr>
          <w:p w14:paraId="57B3C0A6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527D17" w:rsidRPr="00527D17" w14:paraId="3469D2B6" w14:textId="77777777" w:rsidTr="005C1D02">
        <w:trPr>
          <w:trHeight w:val="410"/>
        </w:trPr>
        <w:tc>
          <w:tcPr>
            <w:tcW w:w="3033" w:type="pct"/>
          </w:tcPr>
          <w:p w14:paraId="2A33FF79" w14:textId="77777777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สัญญาบริการ</w:t>
            </w:r>
          </w:p>
        </w:tc>
        <w:tc>
          <w:tcPr>
            <w:tcW w:w="890" w:type="pct"/>
            <w:vAlign w:val="bottom"/>
          </w:tcPr>
          <w:p w14:paraId="27DC91E9" w14:textId="57CDAC7D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67</w:t>
            </w:r>
          </w:p>
        </w:tc>
        <w:tc>
          <w:tcPr>
            <w:tcW w:w="147" w:type="pct"/>
            <w:vAlign w:val="bottom"/>
          </w:tcPr>
          <w:p w14:paraId="53D66006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30" w:type="pct"/>
            <w:vAlign w:val="bottom"/>
          </w:tcPr>
          <w:p w14:paraId="622EB1DA" w14:textId="28DAC492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</w:t>
            </w:r>
          </w:p>
        </w:tc>
      </w:tr>
      <w:tr w:rsidR="00527D17" w:rsidRPr="00527D17" w14:paraId="30485D7F" w14:textId="77777777" w:rsidTr="00150847">
        <w:trPr>
          <w:trHeight w:val="410"/>
        </w:trPr>
        <w:tc>
          <w:tcPr>
            <w:tcW w:w="3033" w:type="pct"/>
          </w:tcPr>
          <w:p w14:paraId="5AC553C7" w14:textId="77777777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หนังสือค้ำประกันจากธนาคาร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bottom"/>
          </w:tcPr>
          <w:p w14:paraId="5F2BD3F4" w14:textId="3DE14A5D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20</w:t>
            </w:r>
          </w:p>
        </w:tc>
        <w:tc>
          <w:tcPr>
            <w:tcW w:w="147" w:type="pct"/>
            <w:vAlign w:val="bottom"/>
          </w:tcPr>
          <w:p w14:paraId="2F6F2F9A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30" w:type="pct"/>
            <w:vAlign w:val="bottom"/>
          </w:tcPr>
          <w:p w14:paraId="5781F95E" w14:textId="5A576F11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</w:p>
        </w:tc>
      </w:tr>
      <w:tr w:rsidR="00527D17" w:rsidRPr="00527D17" w14:paraId="538F1C95" w14:textId="77777777" w:rsidTr="00150847">
        <w:trPr>
          <w:trHeight w:val="436"/>
        </w:trPr>
        <w:tc>
          <w:tcPr>
            <w:tcW w:w="3033" w:type="pct"/>
          </w:tcPr>
          <w:p w14:paraId="63379C83" w14:textId="77777777" w:rsidR="00527D17" w:rsidRPr="00527D17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315F0F03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87</w:t>
            </w:r>
          </w:p>
        </w:tc>
        <w:tc>
          <w:tcPr>
            <w:tcW w:w="147" w:type="pct"/>
            <w:vAlign w:val="bottom"/>
          </w:tcPr>
          <w:p w14:paraId="25348844" w14:textId="77777777" w:rsidR="00527D17" w:rsidRPr="00527D17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0E12811A" w:rsidR="00527D17" w:rsidRPr="00527D17" w:rsidRDefault="006C77FA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10</w:t>
            </w:r>
          </w:p>
        </w:tc>
      </w:tr>
    </w:tbl>
    <w:p w14:paraId="086B1224" w14:textId="77777777" w:rsidR="00CD6B9F" w:rsidRPr="00CB4947" w:rsidRDefault="00CD6B9F" w:rsidP="00CB4947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bookmarkStart w:id="3" w:name="_Hlk54876951"/>
    </w:p>
    <w:p w14:paraId="033B3639" w14:textId="77777777" w:rsidR="00CB4947" w:rsidRDefault="00CB49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  <w:lang w:val="th-TH" w:eastAsia="x-none"/>
        </w:rPr>
      </w:pPr>
      <w:r>
        <w:rPr>
          <w:rFonts w:ascii="Angsana New" w:hAnsi="Angsana New"/>
          <w:sz w:val="29"/>
          <w:szCs w:val="29"/>
          <w:cs/>
          <w:lang w:val="th-TH"/>
        </w:rPr>
        <w:br w:type="page"/>
      </w:r>
    </w:p>
    <w:p w14:paraId="38FC0B24" w14:textId="7D60BCE2" w:rsidR="00404EC5" w:rsidRPr="00527D17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คดีฟ้องร้อง</w:t>
      </w:r>
    </w:p>
    <w:bookmarkEnd w:id="3"/>
    <w:p w14:paraId="2542C487" w14:textId="77777777" w:rsidR="006D6000" w:rsidRPr="00527D17" w:rsidRDefault="006D6000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19"/>
          <w:szCs w:val="19"/>
        </w:rPr>
      </w:pPr>
    </w:p>
    <w:p w14:paraId="54139884" w14:textId="7F32DF9E" w:rsidR="008B312D" w:rsidRPr="00527D17" w:rsidRDefault="00177375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  <w:r w:rsidRPr="000431A7">
        <w:rPr>
          <w:rFonts w:asciiTheme="majorBidi" w:hAnsiTheme="majorBidi" w:hint="cs"/>
          <w:sz w:val="29"/>
          <w:szCs w:val="29"/>
          <w:cs/>
        </w:rPr>
        <w:t>ในเดือนตุลาคม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2564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0431A7">
        <w:rPr>
          <w:rFonts w:asciiTheme="majorBidi" w:hAnsiTheme="majorBidi"/>
          <w:sz w:val="29"/>
          <w:szCs w:val="29"/>
          <w:cs/>
        </w:rPr>
        <w:t xml:space="preserve"> (</w:t>
      </w:r>
      <w:r w:rsidRPr="000431A7">
        <w:rPr>
          <w:rFonts w:asciiTheme="majorBidi" w:hAnsiTheme="majorBidi" w:hint="cs"/>
          <w:sz w:val="29"/>
          <w:szCs w:val="29"/>
          <w:cs/>
        </w:rPr>
        <w:t>ผู้ฟ้อง</w:t>
      </w:r>
      <w:r w:rsidRPr="000431A7">
        <w:rPr>
          <w:rFonts w:asciiTheme="majorBidi" w:hAnsiTheme="majorBidi"/>
          <w:sz w:val="29"/>
          <w:szCs w:val="29"/>
          <w:cs/>
        </w:rPr>
        <w:t xml:space="preserve">) </w:t>
      </w:r>
      <w:r w:rsidRPr="000431A7">
        <w:rPr>
          <w:rFonts w:asciiTheme="majorBidi" w:hAnsiTheme="majorBidi" w:hint="cs"/>
          <w:sz w:val="29"/>
          <w:szCs w:val="29"/>
          <w:cs/>
        </w:rPr>
        <w:t>โดยฟ้องขอให้ชำระเงินค่าเสียหายในฐานความผิดสัญญาการเช่า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และเรียกค่าเสียหายเป็นจำนวนเงิน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51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ล้านบาท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ศาลชั้นต้นพิพากษา</w:t>
      </w:r>
      <w:r w:rsidR="003C410D" w:rsidRPr="000431A7">
        <w:rPr>
          <w:rFonts w:asciiTheme="majorBidi" w:hAnsiTheme="majorBidi"/>
          <w:sz w:val="29"/>
          <w:szCs w:val="29"/>
          <w:cs/>
        </w:rPr>
        <w:br/>
      </w:r>
      <w:r w:rsidRPr="000431A7">
        <w:rPr>
          <w:rFonts w:asciiTheme="majorBidi" w:hAnsiTheme="majorBidi" w:hint="cs"/>
          <w:sz w:val="29"/>
          <w:szCs w:val="29"/>
          <w:cs/>
        </w:rPr>
        <w:t>ยกฟ้องในวันที่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3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พฤษภาคม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ต่อมาเมื่อวันที่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27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กรกฎาคม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โจทก์ได้ยื่นอุทธรณ์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และในวันที่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ตุลาคม</w:t>
      </w:r>
      <w:r w:rsidR="005F4079">
        <w:rPr>
          <w:rFonts w:asciiTheme="majorBidi" w:hAnsiTheme="majorBidi"/>
          <w:sz w:val="29"/>
          <w:szCs w:val="29"/>
        </w:rPr>
        <w:t xml:space="preserve"> </w:t>
      </w:r>
      <w:r w:rsidR="006C77FA" w:rsidRPr="006C77FA">
        <w:rPr>
          <w:rFonts w:asciiTheme="majorBidi" w:hAnsiTheme="majorBidi"/>
          <w:sz w:val="29"/>
          <w:szCs w:val="29"/>
        </w:rPr>
        <w:t>2566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บริษัทย่อยได้ยื่นคำแก้อุทธรณ์ต่อ</w:t>
      </w:r>
      <w:r w:rsidR="001D27A9" w:rsidRPr="001D27A9">
        <w:rPr>
          <w:rFonts w:asciiTheme="majorBidi" w:hAnsiTheme="majorBidi" w:hint="cs"/>
          <w:sz w:val="29"/>
          <w:szCs w:val="29"/>
          <w:cs/>
        </w:rPr>
        <w:t>ศาลอุทธรณ์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โดยศาลมีคำสั่งรับคำแก้อุทธรณ์แล้ว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ทั้งนี้ตามความเห็นของฝ่ายบริหารและฝ่ายกฎหมายของกลุ่มบริษัท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พิจารณาว่าปัจจุบันยังไม่มีความเป็นไปได้ที่กลุ่มบริษัทจะต้องจ่ายชำระค่าเสียหาย</w:t>
      </w:r>
      <w:r w:rsidRPr="000431A7">
        <w:rPr>
          <w:rFonts w:asciiTheme="majorBidi" w:hAnsiTheme="majorBidi"/>
          <w:sz w:val="29"/>
          <w:szCs w:val="29"/>
          <w:cs/>
        </w:rPr>
        <w:t xml:space="preserve"> </w:t>
      </w:r>
      <w:r w:rsidRPr="000431A7">
        <w:rPr>
          <w:rFonts w:asciiTheme="majorBidi" w:hAnsiTheme="majorBidi" w:hint="cs"/>
          <w:sz w:val="29"/>
          <w:szCs w:val="29"/>
          <w:cs/>
        </w:rPr>
        <w:t>จึงไม่ได้บันทึกประมาณการหนี้สินจากคดีดังกล่าว</w:t>
      </w:r>
    </w:p>
    <w:p w14:paraId="5301ABA0" w14:textId="5023914A" w:rsidR="00527D17" w:rsidRPr="00527D17" w:rsidRDefault="00527D17" w:rsidP="001773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  <w:cs/>
        </w:rPr>
      </w:pPr>
    </w:p>
    <w:p w14:paraId="1DAB23F0" w14:textId="45798030" w:rsidR="00C927F9" w:rsidRPr="0046030E" w:rsidRDefault="00C927F9" w:rsidP="00472CC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46030E">
        <w:rPr>
          <w:rFonts w:ascii="Angsana New" w:hAnsi="Angsana New" w:cs="Angsana New" w:hint="cs"/>
          <w:sz w:val="29"/>
          <w:szCs w:val="29"/>
          <w:cs/>
          <w:lang w:val="th-TH"/>
        </w:rPr>
        <w:t>เหตุการณ์ภายหลังรอบระยะเวลาที่รายงาน</w:t>
      </w:r>
    </w:p>
    <w:p w14:paraId="61379B76" w14:textId="14CE738B" w:rsidR="00C927F9" w:rsidRPr="00527D17" w:rsidRDefault="00C927F9" w:rsidP="00AE0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16C400A4" w14:textId="5B19EA35" w:rsidR="00E12388" w:rsidRDefault="00BA1F75" w:rsidP="00582F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  <w:r w:rsidRPr="00BA1F75">
        <w:rPr>
          <w:rFonts w:asciiTheme="majorBidi" w:hAnsiTheme="majorBidi" w:hint="cs"/>
          <w:sz w:val="29"/>
          <w:szCs w:val="29"/>
          <w:cs/>
        </w:rPr>
        <w:t>ในเดือนกรกฎาคม</w:t>
      </w:r>
      <w:r w:rsidR="00582F18">
        <w:rPr>
          <w:rFonts w:asciiTheme="majorBidi" w:hAnsiTheme="majorBidi"/>
          <w:sz w:val="29"/>
          <w:szCs w:val="29"/>
        </w:rPr>
        <w:t xml:space="preserve"> 2567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>
        <w:rPr>
          <w:rFonts w:asciiTheme="majorBidi" w:hAnsiTheme="majorBidi"/>
          <w:sz w:val="29"/>
          <w:szCs w:val="29"/>
        </w:rPr>
        <w:t>300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สัญญาดังกล่าวกำหนดให้บริษัทชำระคืนเงินต้นทั้งหมดภายใน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>
        <w:rPr>
          <w:rFonts w:asciiTheme="majorBidi" w:hAnsiTheme="majorBidi"/>
          <w:sz w:val="29"/>
          <w:szCs w:val="29"/>
        </w:rPr>
        <w:t>3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ปี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หลังจากวันที่เบิกเงินกู้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โดยจะต้องชำระเงินต้นและดอกเบี้ย</w:t>
      </w:r>
      <w:r w:rsidR="00FD79DC">
        <w:rPr>
          <w:rFonts w:asciiTheme="majorBidi" w:hAnsiTheme="majorBidi"/>
          <w:sz w:val="29"/>
          <w:szCs w:val="29"/>
        </w:rPr>
        <w:br/>
      </w:r>
      <w:r w:rsidRPr="00BA1F75">
        <w:rPr>
          <w:rFonts w:asciiTheme="majorBidi" w:hAnsiTheme="majorBidi" w:hint="cs"/>
          <w:sz w:val="29"/>
          <w:szCs w:val="29"/>
          <w:cs/>
        </w:rPr>
        <w:t>ทุกๆ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="000E5A4D">
        <w:rPr>
          <w:rFonts w:asciiTheme="majorBidi" w:hAnsiTheme="majorBidi"/>
          <w:sz w:val="29"/>
          <w:szCs w:val="29"/>
        </w:rPr>
        <w:t>1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  <w:r w:rsidRPr="00BA1F75">
        <w:rPr>
          <w:rFonts w:asciiTheme="majorBidi" w:hAnsiTheme="majorBidi" w:hint="cs"/>
          <w:sz w:val="29"/>
          <w:szCs w:val="29"/>
          <w:cs/>
        </w:rPr>
        <w:t>เดือน</w:t>
      </w:r>
      <w:r w:rsidRPr="00BA1F75">
        <w:rPr>
          <w:rFonts w:asciiTheme="majorBidi" w:hAnsiTheme="majorBidi"/>
          <w:sz w:val="29"/>
          <w:szCs w:val="29"/>
          <w:cs/>
        </w:rPr>
        <w:t xml:space="preserve"> </w:t>
      </w:r>
    </w:p>
    <w:p w14:paraId="5613D477" w14:textId="77777777" w:rsidR="00BA1F75" w:rsidRDefault="00BA1F75" w:rsidP="00786CB7">
      <w:pPr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09A44D8F" w14:textId="514183E8" w:rsidR="00BD4B3A" w:rsidRPr="000431A7" w:rsidRDefault="00852260" w:rsidP="00BD4B3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0431A7">
        <w:rPr>
          <w:rFonts w:ascii="Angsana New" w:hAnsi="Angsana New" w:cs="Angsana New" w:hint="cs"/>
          <w:sz w:val="29"/>
          <w:szCs w:val="29"/>
          <w:cs/>
          <w:lang w:val="th-TH"/>
        </w:rPr>
        <w:t>การจัดประเภทรายการใหม่</w:t>
      </w:r>
    </w:p>
    <w:p w14:paraId="7F401F5E" w14:textId="77777777" w:rsidR="00BD4B3A" w:rsidRPr="00527D17" w:rsidRDefault="00BD4B3A" w:rsidP="00BD4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21"/>
          <w:szCs w:val="21"/>
          <w:cs/>
        </w:rPr>
      </w:pPr>
    </w:p>
    <w:p w14:paraId="0C8FB7BE" w14:textId="5B2714EE" w:rsidR="00BD4B3A" w:rsidRPr="000431A7" w:rsidRDefault="00BD4B3A" w:rsidP="00BD4B3A">
      <w:pPr>
        <w:pStyle w:val="block"/>
        <w:spacing w:after="0" w:line="240" w:lineRule="atLeast"/>
        <w:ind w:left="540"/>
        <w:jc w:val="thaiDistribute"/>
        <w:rPr>
          <w:rFonts w:asciiTheme="majorBidi" w:eastAsia="Cordia New" w:hAnsiTheme="majorBidi" w:cstheme="majorBidi"/>
          <w:i/>
          <w:iCs/>
          <w:sz w:val="29"/>
          <w:szCs w:val="29"/>
          <w:lang w:val="th-TH" w:eastAsia="th-TH" w:bidi="th-TH"/>
        </w:rPr>
      </w:pPr>
      <w:r w:rsidRPr="000431A7">
        <w:rPr>
          <w:rFonts w:asciiTheme="majorBidi" w:hAnsiTheme="majorBidi" w:cstheme="majorBidi"/>
          <w:sz w:val="29"/>
          <w:szCs w:val="29"/>
          <w:cs/>
        </w:rPr>
        <w:t>รายการบางรายการในงบกำไรขาดทุน</w:t>
      </w:r>
      <w:r w:rsidRPr="000431A7">
        <w:rPr>
          <w:rFonts w:asciiTheme="majorBidi" w:hAnsiTheme="majorBidi" w:cstheme="majorBidi" w:hint="cs"/>
          <w:sz w:val="29"/>
          <w:szCs w:val="29"/>
          <w:cs/>
          <w:lang w:bidi="th-TH"/>
        </w:rPr>
        <w:t>เบ็ดเสร็จ</w:t>
      </w:r>
      <w:r w:rsidRPr="000431A7">
        <w:rPr>
          <w:rFonts w:asciiTheme="majorBidi" w:hAnsiTheme="majorBidi" w:cstheme="majorBidi"/>
          <w:sz w:val="29"/>
          <w:szCs w:val="29"/>
          <w:cs/>
        </w:rPr>
        <w:t>สำหรับ</w:t>
      </w:r>
      <w:r w:rsidR="00686CBA" w:rsidRPr="000431A7">
        <w:rPr>
          <w:rFonts w:asciiTheme="majorBidi" w:hAnsiTheme="majorBidi" w:cstheme="majorBidi" w:hint="cs"/>
          <w:sz w:val="29"/>
          <w:szCs w:val="29"/>
          <w:cs/>
          <w:lang w:bidi="th-TH"/>
        </w:rPr>
        <w:t>งวดสามเดือนและง</w:t>
      </w:r>
      <w:r w:rsidRPr="000431A7">
        <w:rPr>
          <w:rFonts w:asciiTheme="majorBidi" w:hAnsiTheme="majorBidi" w:cstheme="majorBidi"/>
          <w:sz w:val="29"/>
          <w:szCs w:val="29"/>
          <w:cs/>
        </w:rPr>
        <w:t>วด</w:t>
      </w:r>
      <w:r w:rsidR="00686CBA" w:rsidRPr="000431A7">
        <w:rPr>
          <w:rFonts w:asciiTheme="majorBidi" w:hAnsiTheme="majorBidi" w:cstheme="majorBidi" w:hint="cs"/>
          <w:sz w:val="29"/>
          <w:szCs w:val="29"/>
          <w:cs/>
          <w:lang w:bidi="th-TH"/>
        </w:rPr>
        <w:t>หก</w:t>
      </w:r>
      <w:r w:rsidRPr="000431A7">
        <w:rPr>
          <w:rFonts w:asciiTheme="majorBidi" w:hAnsiTheme="majorBidi" w:cstheme="majorBidi"/>
          <w:sz w:val="29"/>
          <w:szCs w:val="29"/>
          <w:cs/>
        </w:rPr>
        <w:t>เดือน</w:t>
      </w:r>
      <w:r w:rsidR="009D06DA" w:rsidRPr="000431A7">
        <w:rPr>
          <w:rFonts w:asciiTheme="majorBidi" w:hAnsiTheme="majorBidi" w:cstheme="majorBidi" w:hint="cs"/>
          <w:sz w:val="29"/>
          <w:szCs w:val="29"/>
          <w:cs/>
          <w:lang w:bidi="th-TH"/>
        </w:rPr>
        <w:t>สิ้นสุดวันที่</w:t>
      </w:r>
      <w:r w:rsidRPr="000431A7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  <w:lang w:val="en-US"/>
        </w:rPr>
        <w:t>30</w:t>
      </w:r>
      <w:r w:rsidR="00680934" w:rsidRPr="000431A7">
        <w:rPr>
          <w:rFonts w:asciiTheme="majorBidi" w:hAnsiTheme="majorBidi" w:cstheme="majorBidi"/>
          <w:sz w:val="29"/>
          <w:szCs w:val="29"/>
        </w:rPr>
        <w:t xml:space="preserve"> </w:t>
      </w:r>
      <w:r w:rsidR="00680934" w:rsidRPr="000431A7">
        <w:rPr>
          <w:rFonts w:asciiTheme="majorBidi" w:hAnsiTheme="majorBidi" w:cstheme="majorBidi" w:hint="cs"/>
          <w:sz w:val="29"/>
          <w:szCs w:val="29"/>
          <w:cs/>
          <w:lang w:bidi="th-TH"/>
        </w:rPr>
        <w:t>มิถุนายน</w:t>
      </w:r>
      <w:r w:rsidRPr="000431A7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6C77FA" w:rsidRPr="006C77FA">
        <w:rPr>
          <w:rFonts w:asciiTheme="majorBidi" w:hAnsiTheme="majorBidi" w:cstheme="majorBidi"/>
          <w:sz w:val="29"/>
          <w:szCs w:val="29"/>
          <w:lang w:val="en-US"/>
        </w:rPr>
        <w:t>256</w:t>
      </w:r>
      <w:r w:rsidR="006C77FA" w:rsidRPr="006C77FA">
        <w:rPr>
          <w:rFonts w:asciiTheme="majorBidi" w:hAnsiTheme="majorBidi" w:cstheme="majorBidi"/>
          <w:sz w:val="29"/>
          <w:szCs w:val="29"/>
          <w:lang w:val="en-US" w:bidi="th-TH"/>
        </w:rPr>
        <w:t>6</w:t>
      </w:r>
      <w:r w:rsidRPr="000431A7">
        <w:rPr>
          <w:rFonts w:asciiTheme="majorBidi" w:hAnsiTheme="majorBidi" w:cstheme="majorBidi"/>
          <w:sz w:val="29"/>
          <w:szCs w:val="29"/>
        </w:rPr>
        <w:t xml:space="preserve"> </w:t>
      </w:r>
      <w:r w:rsidRPr="000431A7">
        <w:rPr>
          <w:rFonts w:asciiTheme="majorBidi" w:hAnsiTheme="majorBidi" w:cstheme="majorBidi"/>
          <w:sz w:val="29"/>
          <w:szCs w:val="29"/>
          <w:cs/>
        </w:rPr>
        <w:t xml:space="preserve">ซึ่งรวมอยู่ในงบการเงินระหว่างกาลปี </w:t>
      </w:r>
      <w:r w:rsidR="006C77FA" w:rsidRPr="006C77FA">
        <w:rPr>
          <w:rFonts w:asciiTheme="majorBidi" w:hAnsiTheme="majorBidi" w:cstheme="majorBidi"/>
          <w:sz w:val="29"/>
          <w:szCs w:val="29"/>
          <w:lang w:val="en-US"/>
        </w:rPr>
        <w:t>2567</w:t>
      </w:r>
      <w:r w:rsidRPr="000431A7">
        <w:rPr>
          <w:rFonts w:asciiTheme="majorBidi" w:hAnsiTheme="majorBidi" w:cstheme="majorBidi"/>
          <w:sz w:val="29"/>
          <w:szCs w:val="29"/>
        </w:rPr>
        <w:t xml:space="preserve"> </w:t>
      </w:r>
      <w:r w:rsidRPr="000431A7">
        <w:rPr>
          <w:rFonts w:asciiTheme="majorBidi" w:hAnsiTheme="majorBidi" w:cstheme="majorBidi"/>
          <w:sz w:val="29"/>
          <w:szCs w:val="29"/>
          <w:cs/>
        </w:rPr>
        <w:t>เพื่อวัตถุประสงค์ในการเปรียบเทียบ</w:t>
      </w:r>
      <w:r w:rsidRPr="000431A7">
        <w:rPr>
          <w:rFonts w:asciiTheme="majorBidi" w:hAnsiTheme="majorBidi" w:cstheme="majorBidi"/>
          <w:sz w:val="29"/>
          <w:szCs w:val="29"/>
        </w:rPr>
        <w:t xml:space="preserve"> </w:t>
      </w:r>
      <w:r w:rsidRPr="000431A7">
        <w:rPr>
          <w:rFonts w:asciiTheme="majorBidi" w:hAnsiTheme="majorBidi" w:cstheme="majorBidi"/>
          <w:sz w:val="29"/>
          <w:szCs w:val="29"/>
          <w:cs/>
        </w:rPr>
        <w:t xml:space="preserve">ได้มีการจัดประเภทรายการใหม่เพื่อให้สอดคล้องกับการนำเสนองบการเงินระหว่างกาลปี </w:t>
      </w:r>
      <w:r w:rsidR="006C77FA" w:rsidRPr="006C77FA">
        <w:rPr>
          <w:rFonts w:asciiTheme="majorBidi" w:hAnsiTheme="majorBidi" w:cstheme="majorBidi"/>
          <w:sz w:val="29"/>
          <w:szCs w:val="29"/>
          <w:lang w:val="en-US"/>
        </w:rPr>
        <w:t>2567</w:t>
      </w:r>
      <w:r w:rsidRPr="000431A7">
        <w:rPr>
          <w:rFonts w:asciiTheme="majorBidi" w:hAnsiTheme="majorBidi" w:cstheme="majorBidi"/>
          <w:sz w:val="29"/>
          <w:szCs w:val="29"/>
        </w:rPr>
        <w:t xml:space="preserve"> </w:t>
      </w:r>
      <w:r w:rsidRPr="000431A7">
        <w:rPr>
          <w:rFonts w:asciiTheme="majorBidi" w:hAnsiTheme="majorBidi" w:cstheme="majorBidi"/>
          <w:sz w:val="29"/>
          <w:szCs w:val="29"/>
          <w:cs/>
        </w:rPr>
        <w:t>การจัดประเภทรายการที่มีสาระสำคัญมีดังนี้</w:t>
      </w:r>
    </w:p>
    <w:p w14:paraId="28596C81" w14:textId="59334C58" w:rsidR="00BD4B3A" w:rsidRPr="00686CBA" w:rsidRDefault="00BD4B3A" w:rsidP="00786CB7">
      <w:pPr>
        <w:ind w:left="540"/>
        <w:jc w:val="thaiDistribute"/>
        <w:rPr>
          <w:rFonts w:asciiTheme="majorBidi" w:hAnsiTheme="majorBidi"/>
          <w:sz w:val="29"/>
          <w:szCs w:val="29"/>
          <w:highlight w:val="yellow"/>
          <w:lang w:bidi="ar-SA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BD4B3A" w:rsidRPr="00686CBA" w14:paraId="48F43D04" w14:textId="77777777" w:rsidTr="00740F3B">
        <w:trPr>
          <w:tblHeader/>
        </w:trPr>
        <w:tc>
          <w:tcPr>
            <w:tcW w:w="3528" w:type="dxa"/>
            <w:shd w:val="clear" w:color="auto" w:fill="auto"/>
          </w:tcPr>
          <w:p w14:paraId="70AF8175" w14:textId="77777777" w:rsidR="00BD4B3A" w:rsidRPr="00686CBA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14:paraId="180668EE" w14:textId="77777777" w:rsidR="00BD4B3A" w:rsidRPr="00686CBA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  <w:cs/>
              </w:rPr>
            </w:pPr>
            <w:r w:rsidRPr="000431A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BD4B3A" w:rsidRPr="00686CBA" w14:paraId="7D35F7BC" w14:textId="77777777" w:rsidTr="00740F3B">
        <w:trPr>
          <w:tblHeader/>
        </w:trPr>
        <w:tc>
          <w:tcPr>
            <w:tcW w:w="3528" w:type="dxa"/>
            <w:shd w:val="clear" w:color="auto" w:fill="auto"/>
          </w:tcPr>
          <w:p w14:paraId="5CD59207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14:paraId="084FECA4" w14:textId="13709936" w:rsidR="00BD4B3A" w:rsidRPr="000431A7" w:rsidRDefault="006C77F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</w:tr>
      <w:tr w:rsidR="00BD4B3A" w:rsidRPr="00686CBA" w14:paraId="11770313" w14:textId="77777777" w:rsidTr="00740F3B">
        <w:trPr>
          <w:trHeight w:val="439"/>
          <w:tblHeader/>
        </w:trPr>
        <w:tc>
          <w:tcPr>
            <w:tcW w:w="3528" w:type="dxa"/>
            <w:shd w:val="clear" w:color="auto" w:fill="auto"/>
          </w:tcPr>
          <w:p w14:paraId="1A6DF54A" w14:textId="77777777" w:rsidR="00BD4B3A" w:rsidRPr="000431A7" w:rsidRDefault="00BD4B3A" w:rsidP="009C5DB1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767D374" w14:textId="77777777" w:rsidR="00BD4B3A" w:rsidRPr="000431A7" w:rsidRDefault="00BD4B3A" w:rsidP="009C5DB1">
            <w:pPr>
              <w:pStyle w:val="BodyText"/>
              <w:tabs>
                <w:tab w:val="clear" w:pos="1644"/>
                <w:tab w:val="clear" w:pos="3515"/>
                <w:tab w:val="left" w:pos="1476"/>
                <w:tab w:val="left" w:pos="1668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 xml:space="preserve"> </w:t>
            </w: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ก่อนจัดประเภทใหม่</w:t>
            </w:r>
          </w:p>
        </w:tc>
        <w:tc>
          <w:tcPr>
            <w:tcW w:w="270" w:type="dxa"/>
            <w:shd w:val="clear" w:color="auto" w:fill="auto"/>
          </w:tcPr>
          <w:p w14:paraId="3527CC21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2CED04D" w14:textId="77777777" w:rsidR="00BD4B3A" w:rsidRPr="000431A7" w:rsidRDefault="00BD4B3A" w:rsidP="009C5DB1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จัดประเภทใหม่</w:t>
            </w:r>
          </w:p>
        </w:tc>
        <w:tc>
          <w:tcPr>
            <w:tcW w:w="270" w:type="dxa"/>
            <w:shd w:val="clear" w:color="auto" w:fill="auto"/>
          </w:tcPr>
          <w:p w14:paraId="6319EA4B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vAlign w:val="center"/>
          </w:tcPr>
          <w:p w14:paraId="743E34A8" w14:textId="77777777" w:rsidR="00BD4B3A" w:rsidRPr="000431A7" w:rsidRDefault="00BD4B3A" w:rsidP="009C5DB1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หลังจัดประเภทใหม่</w:t>
            </w:r>
          </w:p>
        </w:tc>
      </w:tr>
      <w:tr w:rsidR="00BD4B3A" w:rsidRPr="00686CBA" w14:paraId="24A10F3C" w14:textId="77777777" w:rsidTr="00740F3B">
        <w:trPr>
          <w:tblHeader/>
        </w:trPr>
        <w:tc>
          <w:tcPr>
            <w:tcW w:w="3528" w:type="dxa"/>
            <w:shd w:val="clear" w:color="auto" w:fill="auto"/>
          </w:tcPr>
          <w:p w14:paraId="1DBDB510" w14:textId="77777777" w:rsidR="00BD4B3A" w:rsidRPr="00686CBA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14:paraId="11D7F364" w14:textId="77777777" w:rsidR="00BD4B3A" w:rsidRPr="000431A7" w:rsidRDefault="00BD4B3A" w:rsidP="009C5DB1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(พันบาท)</w:t>
            </w:r>
          </w:p>
        </w:tc>
      </w:tr>
      <w:tr w:rsidR="00BD4B3A" w:rsidRPr="00686CBA" w14:paraId="0244333D" w14:textId="77777777" w:rsidTr="00740F3B">
        <w:tc>
          <w:tcPr>
            <w:tcW w:w="3528" w:type="dxa"/>
            <w:shd w:val="clear" w:color="auto" w:fill="auto"/>
          </w:tcPr>
          <w:p w14:paraId="51D22459" w14:textId="77777777" w:rsidR="00BD4B3A" w:rsidRPr="000431A7" w:rsidRDefault="00BD4B3A" w:rsidP="009D06DA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งบกำไรขาดทุน</w:t>
            </w:r>
            <w:r w:rsidRPr="000431A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t>เบ็ดเสร็จ</w:t>
            </w:r>
          </w:p>
        </w:tc>
        <w:tc>
          <w:tcPr>
            <w:tcW w:w="1800" w:type="dxa"/>
            <w:shd w:val="clear" w:color="auto" w:fill="auto"/>
          </w:tcPr>
          <w:p w14:paraId="05C942FA" w14:textId="77777777" w:rsidR="00BD4B3A" w:rsidRPr="00686CBA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151B1FBA" w14:textId="77777777" w:rsidR="00BD4B3A" w:rsidRPr="00686CBA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4C9CF12B" w14:textId="77777777" w:rsidR="00BD4B3A" w:rsidRPr="00686CBA" w:rsidRDefault="00BD4B3A" w:rsidP="009C5DB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3BDCED37" w14:textId="77777777" w:rsidR="00BD4B3A" w:rsidRPr="00686CBA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</w:tcPr>
          <w:p w14:paraId="258534B8" w14:textId="77777777" w:rsidR="00BD4B3A" w:rsidRPr="00686CBA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A91031" w:rsidRPr="00686CBA" w14:paraId="35E5DE1D" w14:textId="77777777" w:rsidTr="00740F3B">
        <w:tc>
          <w:tcPr>
            <w:tcW w:w="3528" w:type="dxa"/>
            <w:shd w:val="clear" w:color="auto" w:fill="auto"/>
          </w:tcPr>
          <w:p w14:paraId="10B2ACE7" w14:textId="62BCBE83" w:rsidR="00A91031" w:rsidRPr="000431A7" w:rsidRDefault="00A91031" w:rsidP="00A910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สำหรับ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สาม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เดือนสิ้นสุด</w:t>
            </w:r>
          </w:p>
          <w:p w14:paraId="17EAE317" w14:textId="0B12D1FD" w:rsidR="00A91031" w:rsidRPr="000431A7" w:rsidRDefault="00A91031" w:rsidP="00911C01">
            <w:pPr>
              <w:pStyle w:val="BodyText"/>
              <w:tabs>
                <w:tab w:val="clear" w:pos="227"/>
                <w:tab w:val="left" w:pos="342"/>
              </w:tabs>
              <w:spacing w:after="0" w:line="340" w:lineRule="exact"/>
              <w:ind w:left="162"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วันที่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30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มิถุนายน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2566</w:t>
            </w:r>
          </w:p>
        </w:tc>
        <w:tc>
          <w:tcPr>
            <w:tcW w:w="1800" w:type="dxa"/>
            <w:shd w:val="clear" w:color="auto" w:fill="auto"/>
          </w:tcPr>
          <w:p w14:paraId="291694E4" w14:textId="77777777" w:rsidR="00A91031" w:rsidRPr="00686CBA" w:rsidRDefault="00A91031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625AB6C2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4D2218B4" w14:textId="77777777" w:rsidR="00A91031" w:rsidRPr="000431A7" w:rsidRDefault="00A91031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14:paraId="301A7E45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</w:tcPr>
          <w:p w14:paraId="036ADE7C" w14:textId="77777777" w:rsidR="00A91031" w:rsidRPr="00686CBA" w:rsidRDefault="00A91031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A91031" w:rsidRPr="00686CBA" w14:paraId="073C3B29" w14:textId="77777777" w:rsidTr="00740F3B">
        <w:tc>
          <w:tcPr>
            <w:tcW w:w="3528" w:type="dxa"/>
            <w:shd w:val="clear" w:color="auto" w:fill="auto"/>
          </w:tcPr>
          <w:p w14:paraId="0294BC9B" w14:textId="59E53561" w:rsidR="00A91031" w:rsidRPr="000431A7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  <w:shd w:val="clear" w:color="auto" w:fill="auto"/>
          </w:tcPr>
          <w:p w14:paraId="1F143DD5" w14:textId="09FA4B3C" w:rsidR="00A91031" w:rsidRPr="000A2E6D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59</w:t>
            </w:r>
            <w:r w:rsidR="000A2E6D" w:rsidRPr="000A2E6D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787</w:t>
            </w:r>
          </w:p>
        </w:tc>
        <w:tc>
          <w:tcPr>
            <w:tcW w:w="270" w:type="dxa"/>
            <w:shd w:val="clear" w:color="auto" w:fill="auto"/>
          </w:tcPr>
          <w:p w14:paraId="6694DEB5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7830BDC9" w14:textId="483A4C5D" w:rsidR="00A91031" w:rsidRPr="000431A7" w:rsidRDefault="006C77FA" w:rsidP="00A910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008</w:t>
            </w:r>
          </w:p>
        </w:tc>
        <w:tc>
          <w:tcPr>
            <w:tcW w:w="270" w:type="dxa"/>
            <w:shd w:val="clear" w:color="auto" w:fill="auto"/>
          </w:tcPr>
          <w:p w14:paraId="00EDC7C7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3D15C53B" w14:textId="3E701B9C" w:rsidR="00A91031" w:rsidRPr="000A2E6D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65</w:t>
            </w:r>
            <w:r w:rsid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795</w:t>
            </w:r>
          </w:p>
        </w:tc>
      </w:tr>
      <w:tr w:rsidR="00A91031" w:rsidRPr="00686CBA" w14:paraId="1E454E06" w14:textId="77777777" w:rsidTr="00740F3B">
        <w:tc>
          <w:tcPr>
            <w:tcW w:w="3528" w:type="dxa"/>
            <w:shd w:val="clear" w:color="auto" w:fill="auto"/>
          </w:tcPr>
          <w:p w14:paraId="507F7E39" w14:textId="6086BA00" w:rsidR="00A91031" w:rsidRPr="000431A7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  <w:shd w:val="clear" w:color="auto" w:fill="auto"/>
          </w:tcPr>
          <w:p w14:paraId="461A3A5B" w14:textId="29C31BBD" w:rsidR="00A91031" w:rsidRPr="00686CBA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76</w:t>
            </w:r>
            <w:r w:rsidR="000A2E6D" w:rsidRPr="000A2E6D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648</w:t>
            </w:r>
          </w:p>
        </w:tc>
        <w:tc>
          <w:tcPr>
            <w:tcW w:w="270" w:type="dxa"/>
            <w:shd w:val="clear" w:color="auto" w:fill="auto"/>
          </w:tcPr>
          <w:p w14:paraId="773D933E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104697BB" w14:textId="762190D4" w:rsidR="00A91031" w:rsidRPr="000431A7" w:rsidRDefault="000A2E6D" w:rsidP="00A910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008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F378B1D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10E0E1DB" w14:textId="4656618A" w:rsidR="00A91031" w:rsidRPr="000A2E6D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70</w:t>
            </w:r>
            <w:r w:rsid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640</w:t>
            </w:r>
          </w:p>
        </w:tc>
      </w:tr>
      <w:tr w:rsidR="00A91031" w:rsidRPr="00686CBA" w14:paraId="69827BD8" w14:textId="77777777" w:rsidTr="00740F3B">
        <w:tc>
          <w:tcPr>
            <w:tcW w:w="3528" w:type="dxa"/>
            <w:shd w:val="clear" w:color="auto" w:fill="auto"/>
          </w:tcPr>
          <w:p w14:paraId="2D12B8B5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4244D0B2" w14:textId="77777777" w:rsidR="00A91031" w:rsidRPr="00686CBA" w:rsidRDefault="00A91031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65070771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B55E87" w14:textId="779204CE" w:rsidR="00A91031" w:rsidRPr="000431A7" w:rsidRDefault="000A2E6D" w:rsidP="00A910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F85123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5A4D7B5D" w14:textId="77777777" w:rsidR="00A91031" w:rsidRPr="000A2E6D" w:rsidRDefault="00A91031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  <w:lang w:val="en-US"/>
              </w:rPr>
            </w:pPr>
          </w:p>
        </w:tc>
      </w:tr>
      <w:tr w:rsidR="00A91031" w:rsidRPr="00686CBA" w14:paraId="0E1B1006" w14:textId="77777777" w:rsidTr="00582F18">
        <w:tc>
          <w:tcPr>
            <w:tcW w:w="3528" w:type="dxa"/>
            <w:shd w:val="clear" w:color="auto" w:fill="auto"/>
          </w:tcPr>
          <w:p w14:paraId="23F0C909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675D2586" w14:textId="77777777" w:rsidR="00A91031" w:rsidRPr="00686CBA" w:rsidRDefault="00A91031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7B757BEA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auto"/>
          </w:tcPr>
          <w:p w14:paraId="651FB1F9" w14:textId="77777777" w:rsidR="00A91031" w:rsidRPr="00686CBA" w:rsidRDefault="00A91031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0BFB81F0" w14:textId="77777777" w:rsidR="00A91031" w:rsidRPr="00686CBA" w:rsidRDefault="00A91031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4AB49DEB" w14:textId="77777777" w:rsidR="00A91031" w:rsidRPr="00686CBA" w:rsidRDefault="00A91031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A306AE" w:rsidRPr="00686CBA" w14:paraId="44491C35" w14:textId="77777777" w:rsidTr="00582F18">
        <w:tc>
          <w:tcPr>
            <w:tcW w:w="3528" w:type="dxa"/>
            <w:shd w:val="clear" w:color="auto" w:fill="auto"/>
          </w:tcPr>
          <w:p w14:paraId="0E2268D7" w14:textId="77777777" w:rsidR="00A306AE" w:rsidRPr="00686CBA" w:rsidRDefault="00A306AE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591CB36E" w14:textId="77777777" w:rsidR="00A306AE" w:rsidRPr="00686CBA" w:rsidRDefault="00A306AE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3D1C6D0F" w14:textId="77777777" w:rsidR="00A306AE" w:rsidRPr="00686CBA" w:rsidRDefault="00A306AE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0690BA16" w14:textId="77777777" w:rsidR="00A306AE" w:rsidRPr="00686CBA" w:rsidRDefault="00A306AE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793F851A" w14:textId="77777777" w:rsidR="00A306AE" w:rsidRPr="00686CBA" w:rsidRDefault="00A306AE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14E22F9B" w14:textId="77777777" w:rsidR="00A306AE" w:rsidRPr="00686CBA" w:rsidRDefault="00A306AE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740F3B" w:rsidRPr="00686CBA" w14:paraId="69BDB207" w14:textId="77777777" w:rsidTr="00740F3B">
        <w:tc>
          <w:tcPr>
            <w:tcW w:w="3528" w:type="dxa"/>
            <w:shd w:val="clear" w:color="auto" w:fill="auto"/>
          </w:tcPr>
          <w:p w14:paraId="54175FA9" w14:textId="77777777" w:rsidR="00A306AE" w:rsidRPr="00686CBA" w:rsidRDefault="00A306AE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1FBDB628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4C01D540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7D5EE558" w14:textId="77777777" w:rsidR="00740F3B" w:rsidRPr="00686CBA" w:rsidRDefault="00740F3B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3C914CCB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2D3BC9E9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740F3B" w:rsidRPr="00686CBA" w14:paraId="220D3A68" w14:textId="77777777" w:rsidTr="00740F3B">
        <w:tc>
          <w:tcPr>
            <w:tcW w:w="3528" w:type="dxa"/>
            <w:shd w:val="clear" w:color="auto" w:fill="auto"/>
          </w:tcPr>
          <w:p w14:paraId="07FB4A47" w14:textId="77777777" w:rsidR="00740F3B" w:rsidRPr="00740F3B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4E5D34D9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68C1455E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598F0D80" w14:textId="77777777" w:rsidR="00740F3B" w:rsidRPr="00686CBA" w:rsidRDefault="00740F3B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6005C5FC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58893042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740F3B" w:rsidRPr="00686CBA" w14:paraId="608A3890" w14:textId="77777777" w:rsidTr="00740F3B">
        <w:tc>
          <w:tcPr>
            <w:tcW w:w="3528" w:type="dxa"/>
            <w:shd w:val="clear" w:color="auto" w:fill="auto"/>
          </w:tcPr>
          <w:p w14:paraId="286ABBF9" w14:textId="77777777" w:rsidR="00740F3B" w:rsidRPr="000431A7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สำหรับงวด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หก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เดือนสิ้นสุด</w:t>
            </w:r>
          </w:p>
          <w:p w14:paraId="63DF1134" w14:textId="21B9FA0E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วันที่ </w:t>
            </w:r>
            <w:r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30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มิถุนายน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2566</w:t>
            </w:r>
          </w:p>
        </w:tc>
        <w:tc>
          <w:tcPr>
            <w:tcW w:w="1800" w:type="dxa"/>
            <w:shd w:val="clear" w:color="auto" w:fill="auto"/>
          </w:tcPr>
          <w:p w14:paraId="7FA3D52C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4B35FEA8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71774EAA" w14:textId="77777777" w:rsidR="00740F3B" w:rsidRPr="00686CBA" w:rsidRDefault="00740F3B" w:rsidP="00A9103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0911D595" w14:textId="77777777" w:rsidR="00740F3B" w:rsidRPr="00686CBA" w:rsidRDefault="00740F3B" w:rsidP="00A9103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0C3B787E" w14:textId="77777777" w:rsidR="00740F3B" w:rsidRPr="00686CBA" w:rsidRDefault="00740F3B" w:rsidP="00A9103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  <w:tr w:rsidR="00740F3B" w:rsidRPr="00686CBA" w14:paraId="06B77B40" w14:textId="77777777" w:rsidTr="00740F3B">
        <w:tc>
          <w:tcPr>
            <w:tcW w:w="3528" w:type="dxa"/>
            <w:shd w:val="clear" w:color="auto" w:fill="auto"/>
          </w:tcPr>
          <w:p w14:paraId="0EFB72ED" w14:textId="2A945FA5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  <w:shd w:val="clear" w:color="auto" w:fill="auto"/>
          </w:tcPr>
          <w:p w14:paraId="5F749FD9" w14:textId="19260C71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120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784</w:t>
            </w:r>
          </w:p>
        </w:tc>
        <w:tc>
          <w:tcPr>
            <w:tcW w:w="270" w:type="dxa"/>
            <w:shd w:val="clear" w:color="auto" w:fill="auto"/>
          </w:tcPr>
          <w:p w14:paraId="1825390D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670A6CCE" w14:textId="63B81A2C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588</w:t>
            </w:r>
          </w:p>
        </w:tc>
        <w:tc>
          <w:tcPr>
            <w:tcW w:w="270" w:type="dxa"/>
            <w:shd w:val="clear" w:color="auto" w:fill="auto"/>
          </w:tcPr>
          <w:p w14:paraId="15FD06CF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26FB0339" w14:textId="28D102FF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130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372</w:t>
            </w:r>
          </w:p>
        </w:tc>
      </w:tr>
      <w:tr w:rsidR="00740F3B" w:rsidRPr="00686CBA" w14:paraId="44637A3C" w14:textId="77777777" w:rsidTr="00740F3B">
        <w:tc>
          <w:tcPr>
            <w:tcW w:w="3528" w:type="dxa"/>
            <w:shd w:val="clear" w:color="auto" w:fill="auto"/>
          </w:tcPr>
          <w:p w14:paraId="092BAC9D" w14:textId="756CB186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  <w:shd w:val="clear" w:color="auto" w:fill="auto"/>
          </w:tcPr>
          <w:p w14:paraId="6B89C87E" w14:textId="65E3470E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149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432</w:t>
            </w:r>
          </w:p>
        </w:tc>
        <w:tc>
          <w:tcPr>
            <w:tcW w:w="270" w:type="dxa"/>
            <w:shd w:val="clear" w:color="auto" w:fill="auto"/>
          </w:tcPr>
          <w:p w14:paraId="1FDD723A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D73D6A4" w14:textId="5B29DB25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588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FFE1491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4167C0FD" w14:textId="6FC90C54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139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844</w:t>
            </w:r>
          </w:p>
        </w:tc>
      </w:tr>
      <w:tr w:rsidR="00740F3B" w:rsidRPr="00686CBA" w14:paraId="376F2462" w14:textId="77777777" w:rsidTr="00740F3B">
        <w:tc>
          <w:tcPr>
            <w:tcW w:w="3528" w:type="dxa"/>
            <w:shd w:val="clear" w:color="auto" w:fill="auto"/>
          </w:tcPr>
          <w:p w14:paraId="4BA1F451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1F26B426" w14:textId="77777777" w:rsidR="00740F3B" w:rsidRPr="00686CBA" w:rsidRDefault="00740F3B" w:rsidP="00740F3B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shd w:val="clear" w:color="auto" w:fill="auto"/>
          </w:tcPr>
          <w:p w14:paraId="2AD9DEC9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449BB7" w14:textId="0EEAF651" w:rsidR="00740F3B" w:rsidRPr="00740F3B" w:rsidRDefault="00740F3B" w:rsidP="00740F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740F3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A167506" w14:textId="77777777" w:rsidR="00740F3B" w:rsidRPr="00686CBA" w:rsidRDefault="00740F3B" w:rsidP="00740F3B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14:paraId="4A945434" w14:textId="77777777" w:rsidR="00740F3B" w:rsidRPr="00686CBA" w:rsidRDefault="00740F3B" w:rsidP="00740F3B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</w:tr>
    </w:tbl>
    <w:p w14:paraId="2004BC10" w14:textId="3C95A7B3" w:rsidR="00BD4B3A" w:rsidRPr="000431A7" w:rsidRDefault="00BD4B3A" w:rsidP="00786CB7">
      <w:pPr>
        <w:ind w:left="540"/>
        <w:jc w:val="thaiDistribute"/>
        <w:rPr>
          <w:rFonts w:asciiTheme="majorBidi" w:hAnsiTheme="majorBidi"/>
          <w:sz w:val="29"/>
          <w:szCs w:val="29"/>
          <w:lang w:bidi="ar-SA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BD4B3A" w:rsidRPr="000431A7" w14:paraId="1D17C906" w14:textId="77777777" w:rsidTr="009C5DB1">
        <w:trPr>
          <w:tblHeader/>
        </w:trPr>
        <w:tc>
          <w:tcPr>
            <w:tcW w:w="3528" w:type="dxa"/>
          </w:tcPr>
          <w:p w14:paraId="7FB4964E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760" w:type="dxa"/>
            <w:gridSpan w:val="5"/>
          </w:tcPr>
          <w:p w14:paraId="4DF72373" w14:textId="77777777" w:rsidR="00BD4B3A" w:rsidRPr="000431A7" w:rsidRDefault="00BD4B3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D4B3A" w:rsidRPr="000431A7" w14:paraId="6F6AA0F3" w14:textId="77777777" w:rsidTr="009C5DB1">
        <w:trPr>
          <w:tblHeader/>
        </w:trPr>
        <w:tc>
          <w:tcPr>
            <w:tcW w:w="3528" w:type="dxa"/>
          </w:tcPr>
          <w:p w14:paraId="3487A147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760" w:type="dxa"/>
            <w:gridSpan w:val="5"/>
          </w:tcPr>
          <w:p w14:paraId="5243002D" w14:textId="27DCACDA" w:rsidR="00BD4B3A" w:rsidRPr="000431A7" w:rsidRDefault="006C77FA" w:rsidP="009C5DB1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2566</w:t>
            </w:r>
          </w:p>
        </w:tc>
      </w:tr>
      <w:tr w:rsidR="00BD4B3A" w:rsidRPr="000431A7" w14:paraId="2F7C2E25" w14:textId="77777777" w:rsidTr="009C5DB1">
        <w:trPr>
          <w:trHeight w:val="439"/>
          <w:tblHeader/>
        </w:trPr>
        <w:tc>
          <w:tcPr>
            <w:tcW w:w="3528" w:type="dxa"/>
          </w:tcPr>
          <w:p w14:paraId="68AD8BFA" w14:textId="77777777" w:rsidR="00BD4B3A" w:rsidRPr="000431A7" w:rsidRDefault="00BD4B3A" w:rsidP="009C5DB1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0" w:type="dxa"/>
            <w:vAlign w:val="center"/>
          </w:tcPr>
          <w:p w14:paraId="64DFDFD8" w14:textId="77777777" w:rsidR="00BD4B3A" w:rsidRPr="000431A7" w:rsidRDefault="00BD4B3A" w:rsidP="009C5DB1">
            <w:pPr>
              <w:pStyle w:val="BodyText"/>
              <w:tabs>
                <w:tab w:val="left" w:pos="1416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 xml:space="preserve"> </w:t>
            </w: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B9B3C21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vAlign w:val="center"/>
          </w:tcPr>
          <w:p w14:paraId="0D5EB5F4" w14:textId="77777777" w:rsidR="00BD4B3A" w:rsidRPr="000431A7" w:rsidRDefault="00BD4B3A" w:rsidP="009C5DB1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576FDC7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vAlign w:val="center"/>
          </w:tcPr>
          <w:p w14:paraId="40F26E3F" w14:textId="77777777" w:rsidR="00BD4B3A" w:rsidRPr="000431A7" w:rsidRDefault="00BD4B3A" w:rsidP="009C5DB1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cs/>
              </w:rPr>
              <w:t>หลังจัดประเภทใหม่</w:t>
            </w:r>
          </w:p>
        </w:tc>
      </w:tr>
      <w:tr w:rsidR="00BD4B3A" w:rsidRPr="000431A7" w14:paraId="358C1CF3" w14:textId="77777777" w:rsidTr="009C5DB1">
        <w:trPr>
          <w:tblHeader/>
        </w:trPr>
        <w:tc>
          <w:tcPr>
            <w:tcW w:w="3528" w:type="dxa"/>
          </w:tcPr>
          <w:p w14:paraId="4A031151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760" w:type="dxa"/>
            <w:gridSpan w:val="5"/>
          </w:tcPr>
          <w:p w14:paraId="72BC1C07" w14:textId="77777777" w:rsidR="00BD4B3A" w:rsidRPr="000431A7" w:rsidRDefault="00BD4B3A" w:rsidP="009C5DB1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(พันบาท)</w:t>
            </w:r>
          </w:p>
        </w:tc>
      </w:tr>
      <w:tr w:rsidR="00BD4B3A" w:rsidRPr="000431A7" w14:paraId="32BC2B9B" w14:textId="77777777" w:rsidTr="009C5DB1">
        <w:tc>
          <w:tcPr>
            <w:tcW w:w="3528" w:type="dxa"/>
          </w:tcPr>
          <w:p w14:paraId="5B3F590A" w14:textId="77777777" w:rsidR="00BD4B3A" w:rsidRPr="000431A7" w:rsidRDefault="00BD4B3A" w:rsidP="00D33DFF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งบกำไรขาดทุน</w:t>
            </w:r>
            <w:r w:rsidRPr="000431A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t>เบ็ดเสร็จ</w:t>
            </w:r>
          </w:p>
        </w:tc>
        <w:tc>
          <w:tcPr>
            <w:tcW w:w="1800" w:type="dxa"/>
          </w:tcPr>
          <w:p w14:paraId="2847A868" w14:textId="77777777" w:rsidR="00BD4B3A" w:rsidRPr="000431A7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6014541A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06EB5DBD" w14:textId="77777777" w:rsidR="00BD4B3A" w:rsidRPr="000431A7" w:rsidRDefault="00BD4B3A" w:rsidP="009C5DB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0E77CB8B" w14:textId="77777777" w:rsidR="00BD4B3A" w:rsidRPr="000431A7" w:rsidRDefault="00BD4B3A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24C84999" w14:textId="77777777" w:rsidR="00BD4B3A" w:rsidRPr="000431A7" w:rsidRDefault="00BD4B3A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A91031" w:rsidRPr="000431A7" w14:paraId="1174643A" w14:textId="77777777" w:rsidTr="009C5DB1">
        <w:tc>
          <w:tcPr>
            <w:tcW w:w="3528" w:type="dxa"/>
          </w:tcPr>
          <w:p w14:paraId="17A940D5" w14:textId="77777777" w:rsidR="00A91031" w:rsidRPr="000431A7" w:rsidRDefault="00A91031" w:rsidP="00A910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สำหรับ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สาม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เดือนสิ้นสุด</w:t>
            </w:r>
          </w:p>
          <w:p w14:paraId="5CBDDFF0" w14:textId="21EB42D0" w:rsidR="00A91031" w:rsidRPr="000431A7" w:rsidRDefault="00A91031" w:rsidP="00911C01">
            <w:pPr>
              <w:pStyle w:val="BodyText"/>
              <w:spacing w:after="0" w:line="340" w:lineRule="exact"/>
              <w:ind w:left="162"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วันที่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30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มิถุนายน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2566</w:t>
            </w:r>
          </w:p>
        </w:tc>
        <w:tc>
          <w:tcPr>
            <w:tcW w:w="1800" w:type="dxa"/>
          </w:tcPr>
          <w:p w14:paraId="7B44EE06" w14:textId="77777777" w:rsidR="00A91031" w:rsidRPr="000431A7" w:rsidRDefault="00A91031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1E6C5557" w14:textId="77777777" w:rsidR="00A91031" w:rsidRPr="000431A7" w:rsidRDefault="00A91031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3D12B981" w14:textId="77777777" w:rsidR="00A91031" w:rsidRPr="000431A7" w:rsidRDefault="00A91031" w:rsidP="009C5DB1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12636DF8" w14:textId="77777777" w:rsidR="00A91031" w:rsidRPr="000431A7" w:rsidRDefault="00A91031" w:rsidP="009C5DB1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0B7E9059" w14:textId="77777777" w:rsidR="00A91031" w:rsidRPr="000431A7" w:rsidRDefault="00A91031" w:rsidP="009C5DB1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0A2E6D" w:rsidRPr="000431A7" w14:paraId="7A46899F" w14:textId="77777777" w:rsidTr="00A91031">
        <w:tc>
          <w:tcPr>
            <w:tcW w:w="3528" w:type="dxa"/>
          </w:tcPr>
          <w:p w14:paraId="3718FD73" w14:textId="0405E674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54BFFF24" w14:textId="0DCB17D3" w:rsidR="000A2E6D" w:rsidRPr="000431A7" w:rsidRDefault="006C77FA" w:rsidP="00F570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</w:t>
            </w:r>
            <w:r w:rsidR="000A2E6D" w:rsidRPr="00F5701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283</w:t>
            </w:r>
          </w:p>
        </w:tc>
        <w:tc>
          <w:tcPr>
            <w:tcW w:w="270" w:type="dxa"/>
          </w:tcPr>
          <w:p w14:paraId="64ABE42A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315D022A" w14:textId="0621F5C4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00</w:t>
            </w:r>
            <w:r w:rsidR="006F5F80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</w:p>
        </w:tc>
        <w:tc>
          <w:tcPr>
            <w:tcW w:w="270" w:type="dxa"/>
          </w:tcPr>
          <w:p w14:paraId="5828D61B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31AAA346" w14:textId="4CD7D28C" w:rsidR="000A2E6D" w:rsidRPr="00F57018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16</w:t>
            </w:r>
            <w:r w:rsidR="000431A7" w:rsidRPr="00F5701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</w:p>
        </w:tc>
      </w:tr>
      <w:tr w:rsidR="000A2E6D" w:rsidRPr="000431A7" w14:paraId="44908CEC" w14:textId="77777777" w:rsidTr="00A91031">
        <w:tc>
          <w:tcPr>
            <w:tcW w:w="3528" w:type="dxa"/>
          </w:tcPr>
          <w:p w14:paraId="231E7F15" w14:textId="7166B06D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63FE1A99" w14:textId="0DAA583D" w:rsidR="000A2E6D" w:rsidRPr="000431A7" w:rsidRDefault="006C77FA" w:rsidP="00F570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44</w:t>
            </w:r>
            <w:r w:rsidR="000A2E6D" w:rsidRPr="00F5701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818</w:t>
            </w:r>
          </w:p>
        </w:tc>
        <w:tc>
          <w:tcPr>
            <w:tcW w:w="270" w:type="dxa"/>
          </w:tcPr>
          <w:p w14:paraId="264F54D9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C76C693" w14:textId="7D8F273A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00</w:t>
            </w:r>
            <w:r w:rsidR="006F5F80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</w:tcPr>
          <w:p w14:paraId="03ACC2A8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15B464ED" w14:textId="3C315C10" w:rsidR="000A2E6D" w:rsidRPr="00F57018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38</w:t>
            </w:r>
            <w:r w:rsidR="000431A7" w:rsidRPr="00F5701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09</w:t>
            </w:r>
          </w:p>
        </w:tc>
      </w:tr>
      <w:tr w:rsidR="000A2E6D" w:rsidRPr="000431A7" w14:paraId="206C8E2D" w14:textId="77777777" w:rsidTr="00A91031">
        <w:tc>
          <w:tcPr>
            <w:tcW w:w="3528" w:type="dxa"/>
          </w:tcPr>
          <w:p w14:paraId="6C88B1FF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1800" w:type="dxa"/>
          </w:tcPr>
          <w:p w14:paraId="5321644B" w14:textId="77777777" w:rsidR="000A2E6D" w:rsidRPr="000431A7" w:rsidRDefault="000A2E6D" w:rsidP="000A2E6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43117760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D6775" w14:textId="0D1C1A05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</w:tcPr>
          <w:p w14:paraId="5316B537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2932E449" w14:textId="77777777" w:rsidR="000A2E6D" w:rsidRPr="000431A7" w:rsidRDefault="000A2E6D" w:rsidP="000A2E6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0A2E6D" w:rsidRPr="000431A7" w14:paraId="1570C633" w14:textId="77777777" w:rsidTr="00A91031">
        <w:tc>
          <w:tcPr>
            <w:tcW w:w="3528" w:type="dxa"/>
          </w:tcPr>
          <w:p w14:paraId="5B947A9E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1800" w:type="dxa"/>
          </w:tcPr>
          <w:p w14:paraId="6A30E54C" w14:textId="77777777" w:rsidR="000A2E6D" w:rsidRPr="000431A7" w:rsidRDefault="000A2E6D" w:rsidP="000A2E6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70D99602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665CBF2A" w14:textId="77777777" w:rsidR="000A2E6D" w:rsidRPr="000431A7" w:rsidRDefault="000A2E6D" w:rsidP="000A2E6D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0F1E9297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22EA66A6" w14:textId="77777777" w:rsidR="000A2E6D" w:rsidRPr="000431A7" w:rsidRDefault="000A2E6D" w:rsidP="000A2E6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0A2E6D" w:rsidRPr="000431A7" w14:paraId="0A85F5DD" w14:textId="77777777" w:rsidTr="009C5DB1">
        <w:tc>
          <w:tcPr>
            <w:tcW w:w="7308" w:type="dxa"/>
            <w:gridSpan w:val="4"/>
          </w:tcPr>
          <w:p w14:paraId="77E1958C" w14:textId="7D566A02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สำหรับงวด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หก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เดือนสิ้นสุด</w:t>
            </w:r>
          </w:p>
          <w:p w14:paraId="24331D90" w14:textId="7950A4EF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 xml:space="preserve">   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วันที่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30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Pr="000431A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t>มิถุนายน</w:t>
            </w:r>
            <w:r w:rsidRPr="000431A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6C77FA" w:rsidRPr="006C77FA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/>
              </w:rPr>
              <w:t>2566</w:t>
            </w:r>
          </w:p>
        </w:tc>
        <w:tc>
          <w:tcPr>
            <w:tcW w:w="270" w:type="dxa"/>
          </w:tcPr>
          <w:p w14:paraId="5801E0F9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5B208B1E" w14:textId="77777777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0A2E6D" w:rsidRPr="000431A7" w14:paraId="74E227E3" w14:textId="77777777" w:rsidTr="009C5DB1">
        <w:tc>
          <w:tcPr>
            <w:tcW w:w="3528" w:type="dxa"/>
          </w:tcPr>
          <w:p w14:paraId="5035CB58" w14:textId="77777777" w:rsidR="000A2E6D" w:rsidRPr="000431A7" w:rsidRDefault="000A2E6D" w:rsidP="000A2E6D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3AC6C151" w14:textId="6BE509E7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19</w:t>
            </w:r>
            <w:r w:rsidR="000A2E6D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093</w:t>
            </w:r>
          </w:p>
        </w:tc>
        <w:tc>
          <w:tcPr>
            <w:tcW w:w="270" w:type="dxa"/>
          </w:tcPr>
          <w:p w14:paraId="75F30BCD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0818AD57" w14:textId="76D101A9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58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</w:p>
        </w:tc>
        <w:tc>
          <w:tcPr>
            <w:tcW w:w="270" w:type="dxa"/>
          </w:tcPr>
          <w:p w14:paraId="35BE8B71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69F847AA" w14:textId="0CB0E095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28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68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</w:p>
        </w:tc>
      </w:tr>
      <w:tr w:rsidR="000A2E6D" w:rsidRPr="000431A7" w14:paraId="71D22F3B" w14:textId="77777777" w:rsidTr="009C5DB1">
        <w:tc>
          <w:tcPr>
            <w:tcW w:w="3528" w:type="dxa"/>
          </w:tcPr>
          <w:p w14:paraId="23211538" w14:textId="77777777" w:rsidR="000A2E6D" w:rsidRPr="000431A7" w:rsidRDefault="000A2E6D" w:rsidP="000A2E6D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right="-405"/>
              <w:jc w:val="both"/>
              <w:rPr>
                <w:rFonts w:asciiTheme="majorBidi" w:hAnsiTheme="majorBidi"/>
                <w:sz w:val="29"/>
                <w:szCs w:val="29"/>
                <w:cs/>
              </w:rPr>
            </w:pPr>
            <w:r w:rsidRPr="000431A7">
              <w:rPr>
                <w:rFonts w:asciiTheme="majorBidi" w:hAnsiTheme="majorBidi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4737D298" w14:textId="4FE908F7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87</w:t>
            </w:r>
            <w:r w:rsidR="000A2E6D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159</w:t>
            </w:r>
          </w:p>
        </w:tc>
        <w:tc>
          <w:tcPr>
            <w:tcW w:w="270" w:type="dxa"/>
          </w:tcPr>
          <w:p w14:paraId="4396F579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1153FE26" w14:textId="7FEAE74F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6C77FA"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58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</w:t>
            </w:r>
            <w:r w:rsidRPr="000431A7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</w:tcPr>
          <w:p w14:paraId="5E49AD74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</w:tcPr>
          <w:p w14:paraId="4B901714" w14:textId="56A0318C" w:rsidR="000A2E6D" w:rsidRPr="000431A7" w:rsidRDefault="006C77FA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77</w:t>
            </w:r>
            <w:r w:rsidR="000431A7" w:rsidRPr="000431A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6C77F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57</w:t>
            </w:r>
            <w:r w:rsidR="00911C0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</w:t>
            </w:r>
          </w:p>
        </w:tc>
      </w:tr>
      <w:tr w:rsidR="000A2E6D" w:rsidRPr="00527D17" w14:paraId="2833E345" w14:textId="77777777" w:rsidTr="009C5DB1">
        <w:tc>
          <w:tcPr>
            <w:tcW w:w="3528" w:type="dxa"/>
          </w:tcPr>
          <w:p w14:paraId="276AE9E3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0" w:type="dxa"/>
          </w:tcPr>
          <w:p w14:paraId="4B9B8241" w14:textId="77777777" w:rsidR="000A2E6D" w:rsidRPr="000431A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70" w:type="dxa"/>
          </w:tcPr>
          <w:p w14:paraId="27E0DAD2" w14:textId="77777777" w:rsidR="000A2E6D" w:rsidRPr="000431A7" w:rsidRDefault="000A2E6D" w:rsidP="000A2E6D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3770A5" w14:textId="77777777" w:rsidR="000A2E6D" w:rsidRPr="00527D1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431A7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E9594A" w14:textId="77777777" w:rsidR="000A2E6D" w:rsidRPr="00527D17" w:rsidRDefault="000A2E6D" w:rsidP="000A2E6D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10" w:type="dxa"/>
            <w:shd w:val="clear" w:color="auto" w:fill="auto"/>
          </w:tcPr>
          <w:p w14:paraId="70131C5C" w14:textId="77777777" w:rsidR="000A2E6D" w:rsidRPr="00527D17" w:rsidRDefault="000A2E6D" w:rsidP="000A2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</w:tbl>
    <w:p w14:paraId="544F4270" w14:textId="2043F782" w:rsidR="00BD4B3A" w:rsidRPr="00527D17" w:rsidRDefault="00BD4B3A" w:rsidP="00786CB7">
      <w:pPr>
        <w:ind w:left="540"/>
        <w:jc w:val="thaiDistribute"/>
        <w:rPr>
          <w:rFonts w:asciiTheme="majorBidi" w:hAnsiTheme="majorBidi"/>
          <w:sz w:val="29"/>
          <w:szCs w:val="29"/>
          <w:lang w:bidi="ar-SA"/>
        </w:rPr>
      </w:pPr>
    </w:p>
    <w:p w14:paraId="0B21D083" w14:textId="53513BF5" w:rsidR="00BD4B3A" w:rsidRPr="00527D17" w:rsidRDefault="00BD4B3A" w:rsidP="00BD4B3A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การจัดประเภทรายการใหม่นี้ เนื่องจากผู้บริหารเห็นว่ามีความเหมาะสมกับธุรกิจของ</w:t>
      </w:r>
      <w:r w:rsidR="002E067F" w:rsidRPr="00527D17">
        <w:rPr>
          <w:rFonts w:asciiTheme="majorBidi" w:hAnsiTheme="majorBidi" w:cstheme="majorBidi" w:hint="cs"/>
          <w:sz w:val="29"/>
          <w:szCs w:val="29"/>
          <w:cs/>
          <w:lang w:bidi="th-TH"/>
        </w:rPr>
        <w:t>กลุ่ม</w:t>
      </w:r>
      <w:r w:rsidRPr="00527D17">
        <w:rPr>
          <w:rFonts w:asciiTheme="majorBidi" w:hAnsiTheme="majorBidi" w:cstheme="majorBidi" w:hint="cs"/>
          <w:sz w:val="29"/>
          <w:szCs w:val="29"/>
          <w:cs/>
          <w:lang w:bidi="th-TH"/>
        </w:rPr>
        <w:t>บริษัท</w:t>
      </w:r>
      <w:r w:rsidRPr="00527D17">
        <w:rPr>
          <w:rFonts w:asciiTheme="majorBidi" w:hAnsiTheme="majorBidi" w:cstheme="majorBidi"/>
          <w:sz w:val="29"/>
          <w:szCs w:val="29"/>
          <w:cs/>
        </w:rPr>
        <w:t>มากกว่า</w:t>
      </w:r>
    </w:p>
    <w:sectPr w:rsidR="00BD4B3A" w:rsidRPr="00527D17" w:rsidSect="00DB73A9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0F75" w14:textId="77777777" w:rsidR="006E7579" w:rsidRPr="00527D17" w:rsidRDefault="006E7579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endnote>
  <w:endnote w:type="continuationSeparator" w:id="0">
    <w:p w14:paraId="67A95FB9" w14:textId="77777777" w:rsidR="006E7579" w:rsidRPr="00527D17" w:rsidRDefault="006E7579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endnote>
  <w:endnote w:type="continuationNotice" w:id="1">
    <w:p w14:paraId="51C1D93E" w14:textId="77777777" w:rsidR="006E7579" w:rsidRPr="00527D17" w:rsidRDefault="006E7579">
      <w:pPr>
        <w:spacing w:line="240" w:lineRule="auto"/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6A3C7676" w:rsidR="00697BC7" w:rsidRPr="00527D17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29"/>
        <w:szCs w:val="29"/>
      </w:rPr>
    </w:pPr>
    <w:r w:rsidRPr="00527D17">
      <w:rPr>
        <w:rStyle w:val="PageNumber"/>
        <w:rFonts w:ascii="Angsana New" w:hAnsi="Angsana New" w:cs="Angsana New"/>
        <w:sz w:val="29"/>
        <w:szCs w:val="29"/>
      </w:rPr>
      <w:fldChar w:fldCharType="begin"/>
    </w:r>
    <w:r w:rsidRPr="00527D17">
      <w:rPr>
        <w:rStyle w:val="PageNumber"/>
        <w:rFonts w:ascii="Angsana New" w:hAnsi="Angsana New" w:cs="Angsana New"/>
        <w:sz w:val="29"/>
        <w:szCs w:val="29"/>
      </w:rPr>
      <w:instrText xml:space="preserve">PAGE  </w:instrTex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separate"/>
    </w:r>
    <w:r w:rsidRPr="00527D17">
      <w:rPr>
        <w:rStyle w:val="PageNumber"/>
        <w:rFonts w:ascii="Angsana New" w:hAnsi="Angsana New" w:cs="Angsana New"/>
        <w:noProof/>
        <w:sz w:val="29"/>
        <w:szCs w:val="29"/>
      </w:rPr>
      <w:t>3</w:t>
    </w:r>
    <w:r w:rsidR="006C77FA" w:rsidRPr="006C77FA">
      <w:rPr>
        <w:rStyle w:val="PageNumber"/>
        <w:rFonts w:ascii="Angsana New" w:hAnsi="Angsana New" w:cs="Angsana New"/>
        <w:noProof/>
        <w:sz w:val="29"/>
        <w:szCs w:val="29"/>
        <w:lang w:val="en-US"/>
      </w:rPr>
      <w:t>5</w: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end"/>
    </w:r>
  </w:p>
  <w:p w14:paraId="1934B852" w14:textId="77777777" w:rsidR="00697BC7" w:rsidRPr="00527D17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29"/>
        <w:szCs w:val="2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7A72" w14:textId="77777777" w:rsidR="006E7579" w:rsidRPr="00527D17" w:rsidRDefault="006E7579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footnote>
  <w:footnote w:type="continuationSeparator" w:id="0">
    <w:p w14:paraId="4D556686" w14:textId="77777777" w:rsidR="006E7579" w:rsidRPr="00527D17" w:rsidRDefault="006E7579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footnote>
  <w:footnote w:type="continuationNotice" w:id="1">
    <w:p w14:paraId="38B4F842" w14:textId="77777777" w:rsidR="006E7579" w:rsidRPr="00527D17" w:rsidRDefault="006E7579">
      <w:pPr>
        <w:spacing w:line="240" w:lineRule="auto"/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  <w:cs/>
      </w:rPr>
    </w:pPr>
    <w:r w:rsidRPr="00527D17">
      <w:rPr>
        <w:rFonts w:ascii="Angsana New" w:hAnsi="Angsana New"/>
        <w:b/>
        <w:bCs/>
        <w:sz w:val="31"/>
        <w:szCs w:val="31"/>
        <w:cs/>
      </w:rPr>
      <w:t xml:space="preserve">บริษัท </w:t>
    </w:r>
    <w:r w:rsidRPr="00527D17">
      <w:rPr>
        <w:rFonts w:ascii="Angsana New" w:hAnsi="Angsana New" w:hint="cs"/>
        <w:b/>
        <w:bCs/>
        <w:sz w:val="31"/>
        <w:szCs w:val="31"/>
        <w:cs/>
      </w:rPr>
      <w:t>แกรนด์ คาแนล แลนด์</w:t>
    </w:r>
    <w:r w:rsidRPr="00527D17">
      <w:rPr>
        <w:rFonts w:ascii="Angsana New" w:hAnsi="Angsana New"/>
        <w:b/>
        <w:bCs/>
        <w:sz w:val="31"/>
        <w:szCs w:val="31"/>
        <w:cs/>
      </w:rPr>
      <w:t xml:space="preserve"> จำกัด (มหาชน)</w:t>
    </w:r>
    <w:r w:rsidRPr="00527D17">
      <w:rPr>
        <w:rFonts w:ascii="Angsana New" w:hAnsi="Angsana New" w:hint="cs"/>
        <w:b/>
        <w:bCs/>
        <w:sz w:val="31"/>
        <w:szCs w:val="31"/>
        <w:cs/>
      </w:rPr>
      <w:t xml:space="preserve"> </w:t>
    </w:r>
    <w:r w:rsidRPr="00527D17">
      <w:rPr>
        <w:rFonts w:ascii="Angsana New" w:hAnsi="Angsana New"/>
        <w:b/>
        <w:bCs/>
        <w:sz w:val="31"/>
        <w:szCs w:val="31"/>
        <w:cs/>
      </w:rPr>
      <w:t>และบริษัทย่อย</w:t>
    </w:r>
  </w:p>
  <w:p w14:paraId="3F4B58E1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/>
        <w:bCs/>
        <w:sz w:val="31"/>
        <w:szCs w:val="31"/>
        <w:cs/>
      </w:rPr>
      <w:t>หมายเหตุประกอบงบการเงินระหว่างกาล</w:t>
    </w:r>
    <w:r w:rsidRPr="00527D17">
      <w:rPr>
        <w:rFonts w:ascii="Angsana New" w:hAnsi="Angsana New" w:hint="cs"/>
        <w:b/>
        <w:bCs/>
        <w:sz w:val="31"/>
        <w:szCs w:val="31"/>
        <w:cs/>
      </w:rPr>
      <w:t>แบบย่อ</w:t>
    </w:r>
  </w:p>
  <w:p w14:paraId="383060DF" w14:textId="555A0075" w:rsidR="009C55E3" w:rsidRPr="00527D17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Cs/>
        <w:sz w:val="31"/>
        <w:szCs w:val="31"/>
        <w:cs/>
      </w:rPr>
      <w:t>สำหรับงวดสามเดือน</w:t>
    </w:r>
    <w:r w:rsidR="00A25639">
      <w:rPr>
        <w:rFonts w:ascii="Angsana New" w:hAnsi="Angsana New" w:hint="cs"/>
        <w:bCs/>
        <w:sz w:val="31"/>
        <w:szCs w:val="31"/>
        <w:cs/>
      </w:rPr>
      <w:t>และหกเดือน</w:t>
    </w:r>
    <w:r w:rsidRPr="00527D17">
      <w:rPr>
        <w:rFonts w:ascii="Angsana New" w:hAnsi="Angsana New"/>
        <w:bCs/>
        <w:sz w:val="31"/>
        <w:szCs w:val="31"/>
        <w:cs/>
      </w:rPr>
      <w:t xml:space="preserve">สิ้นสุดวันที่ </w:t>
    </w:r>
    <w:r w:rsidR="006C77FA" w:rsidRPr="006C77FA">
      <w:rPr>
        <w:rFonts w:ascii="Angsana New" w:hAnsi="Angsana New"/>
        <w:b/>
        <w:sz w:val="31"/>
        <w:szCs w:val="31"/>
      </w:rPr>
      <w:t>30</w:t>
    </w:r>
    <w:r w:rsidR="00B017AC" w:rsidRPr="00527D17">
      <w:rPr>
        <w:rFonts w:ascii="Angsana New" w:hAnsi="Angsana New"/>
        <w:b/>
        <w:sz w:val="31"/>
        <w:szCs w:val="31"/>
      </w:rPr>
      <w:t xml:space="preserve"> </w:t>
    </w:r>
    <w:r w:rsidR="00406275" w:rsidRPr="00527D17">
      <w:rPr>
        <w:rFonts w:ascii="Angsana New" w:hAnsi="Angsana New"/>
        <w:bCs/>
        <w:sz w:val="31"/>
        <w:szCs w:val="31"/>
        <w:cs/>
      </w:rPr>
      <w:t>ม</w:t>
    </w:r>
    <w:r w:rsidR="001044E6" w:rsidRPr="00527D17">
      <w:rPr>
        <w:rFonts w:ascii="Angsana New" w:hAnsi="Angsana New" w:hint="cs"/>
        <w:bCs/>
        <w:sz w:val="31"/>
        <w:szCs w:val="31"/>
        <w:cs/>
      </w:rPr>
      <w:t>ิถุนายน</w:t>
    </w:r>
    <w:r w:rsidR="001B30F4" w:rsidRPr="00527D17">
      <w:rPr>
        <w:rFonts w:ascii="Angsana New" w:hAnsi="Angsana New" w:hint="cs"/>
        <w:b/>
        <w:sz w:val="31"/>
        <w:szCs w:val="31"/>
        <w:cs/>
      </w:rPr>
      <w:t xml:space="preserve"> </w:t>
    </w:r>
    <w:r w:rsidR="006C77FA" w:rsidRPr="006C77FA">
      <w:rPr>
        <w:rFonts w:ascii="Angsana New" w:hAnsi="Angsana New"/>
        <w:b/>
        <w:bCs/>
        <w:sz w:val="31"/>
        <w:szCs w:val="31"/>
      </w:rPr>
      <w:t>2567</w:t>
    </w:r>
    <w:r w:rsidRPr="00527D17">
      <w:rPr>
        <w:rFonts w:ascii="Angsana New" w:hAnsi="Angsana New"/>
        <w:b/>
        <w:bCs/>
        <w:sz w:val="31"/>
        <w:szCs w:val="31"/>
      </w:rPr>
      <w:t xml:space="preserve"> (</w:t>
    </w:r>
    <w:r w:rsidRPr="00527D17">
      <w:rPr>
        <w:rFonts w:ascii="Angsana New" w:hAnsi="Angsana New"/>
        <w:b/>
        <w:bCs/>
        <w:sz w:val="31"/>
        <w:szCs w:val="31"/>
        <w:cs/>
      </w:rPr>
      <w:t>ไม่ได้ตรวจสอบ</w:t>
    </w:r>
    <w:r w:rsidRPr="00527D17">
      <w:rPr>
        <w:rFonts w:ascii="Angsana New" w:hAnsi="Angsana New"/>
        <w:b/>
        <w:bCs/>
        <w:sz w:val="31"/>
        <w:szCs w:val="31"/>
      </w:rPr>
      <w:t>)</w:t>
    </w:r>
  </w:p>
  <w:p w14:paraId="6764FB48" w14:textId="77777777" w:rsidR="0051597E" w:rsidRPr="00527D17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7BC"/>
    <w:rsid w:val="00001864"/>
    <w:rsid w:val="00001CB2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104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1E8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1A7"/>
    <w:rsid w:val="000432B1"/>
    <w:rsid w:val="00043694"/>
    <w:rsid w:val="00043826"/>
    <w:rsid w:val="0004384B"/>
    <w:rsid w:val="00043D01"/>
    <w:rsid w:val="000448B1"/>
    <w:rsid w:val="00044AFD"/>
    <w:rsid w:val="00045407"/>
    <w:rsid w:val="000455D5"/>
    <w:rsid w:val="00045E50"/>
    <w:rsid w:val="00046739"/>
    <w:rsid w:val="0004680A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654"/>
    <w:rsid w:val="00054860"/>
    <w:rsid w:val="00054CA2"/>
    <w:rsid w:val="00054DC8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B5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98A"/>
    <w:rsid w:val="00062E94"/>
    <w:rsid w:val="00062F3A"/>
    <w:rsid w:val="00063594"/>
    <w:rsid w:val="000637BB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BF5"/>
    <w:rsid w:val="00077F57"/>
    <w:rsid w:val="00080383"/>
    <w:rsid w:val="00080899"/>
    <w:rsid w:val="00080D61"/>
    <w:rsid w:val="00080E2F"/>
    <w:rsid w:val="00081354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32A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93C"/>
    <w:rsid w:val="000A0BCA"/>
    <w:rsid w:val="000A0C0C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786"/>
    <w:rsid w:val="000A2E6B"/>
    <w:rsid w:val="000A2E6D"/>
    <w:rsid w:val="000A3377"/>
    <w:rsid w:val="000A361D"/>
    <w:rsid w:val="000A4272"/>
    <w:rsid w:val="000A42CC"/>
    <w:rsid w:val="000A4598"/>
    <w:rsid w:val="000A4759"/>
    <w:rsid w:val="000A48BA"/>
    <w:rsid w:val="000A4BE1"/>
    <w:rsid w:val="000A5631"/>
    <w:rsid w:val="000A5837"/>
    <w:rsid w:val="000A5C76"/>
    <w:rsid w:val="000A5CF4"/>
    <w:rsid w:val="000A5DAE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C1D"/>
    <w:rsid w:val="000C4C2F"/>
    <w:rsid w:val="000C4CD4"/>
    <w:rsid w:val="000C4E1E"/>
    <w:rsid w:val="000C5AF6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6770"/>
    <w:rsid w:val="000D7380"/>
    <w:rsid w:val="000D75C2"/>
    <w:rsid w:val="000D79AA"/>
    <w:rsid w:val="000D7E10"/>
    <w:rsid w:val="000E0152"/>
    <w:rsid w:val="000E08D5"/>
    <w:rsid w:val="000E0925"/>
    <w:rsid w:val="000E158D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A4D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1E30"/>
    <w:rsid w:val="000F2304"/>
    <w:rsid w:val="000F23BA"/>
    <w:rsid w:val="000F257C"/>
    <w:rsid w:val="000F269D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521"/>
    <w:rsid w:val="000F4682"/>
    <w:rsid w:val="000F5578"/>
    <w:rsid w:val="000F585F"/>
    <w:rsid w:val="000F5AF6"/>
    <w:rsid w:val="000F5FD8"/>
    <w:rsid w:val="000F663F"/>
    <w:rsid w:val="000F67A5"/>
    <w:rsid w:val="000F67C1"/>
    <w:rsid w:val="000F67E1"/>
    <w:rsid w:val="000F6DA2"/>
    <w:rsid w:val="000F7C3B"/>
    <w:rsid w:val="000F7DE5"/>
    <w:rsid w:val="0010002D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44E6"/>
    <w:rsid w:val="001053C1"/>
    <w:rsid w:val="00105D46"/>
    <w:rsid w:val="00105DB7"/>
    <w:rsid w:val="00106899"/>
    <w:rsid w:val="001074B7"/>
    <w:rsid w:val="0010755D"/>
    <w:rsid w:val="00107790"/>
    <w:rsid w:val="00107A59"/>
    <w:rsid w:val="00107CA9"/>
    <w:rsid w:val="00107DC7"/>
    <w:rsid w:val="00107EF4"/>
    <w:rsid w:val="001100EB"/>
    <w:rsid w:val="00110F16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3786B"/>
    <w:rsid w:val="0014027D"/>
    <w:rsid w:val="00140500"/>
    <w:rsid w:val="00140B9E"/>
    <w:rsid w:val="00140C1D"/>
    <w:rsid w:val="00140FEA"/>
    <w:rsid w:val="00141BB5"/>
    <w:rsid w:val="00141F3C"/>
    <w:rsid w:val="00141F5B"/>
    <w:rsid w:val="0014231E"/>
    <w:rsid w:val="00142557"/>
    <w:rsid w:val="0014297A"/>
    <w:rsid w:val="00142A42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243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32A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375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51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A78"/>
    <w:rsid w:val="001B0E07"/>
    <w:rsid w:val="001B0E9F"/>
    <w:rsid w:val="001B0F28"/>
    <w:rsid w:val="001B1242"/>
    <w:rsid w:val="001B176B"/>
    <w:rsid w:val="001B17EF"/>
    <w:rsid w:val="001B1BF5"/>
    <w:rsid w:val="001B1F3D"/>
    <w:rsid w:val="001B21A7"/>
    <w:rsid w:val="001B23BB"/>
    <w:rsid w:val="001B25F6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4FBA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5F7D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7A9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100AF"/>
    <w:rsid w:val="00210108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AD1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654C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72A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C0F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43DD"/>
    <w:rsid w:val="0026554D"/>
    <w:rsid w:val="00265766"/>
    <w:rsid w:val="0026583C"/>
    <w:rsid w:val="002660EA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E6F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D3A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3ED8"/>
    <w:rsid w:val="00284525"/>
    <w:rsid w:val="0028498F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6DA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693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AFC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FF"/>
    <w:rsid w:val="002B2215"/>
    <w:rsid w:val="002B224B"/>
    <w:rsid w:val="002B256B"/>
    <w:rsid w:val="002B2BB8"/>
    <w:rsid w:val="002B2CC9"/>
    <w:rsid w:val="002B3405"/>
    <w:rsid w:val="002B3837"/>
    <w:rsid w:val="002B3E65"/>
    <w:rsid w:val="002B3F88"/>
    <w:rsid w:val="002B41C4"/>
    <w:rsid w:val="002B430F"/>
    <w:rsid w:val="002B43CE"/>
    <w:rsid w:val="002B4970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C03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4E8E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67F"/>
    <w:rsid w:val="002E07F0"/>
    <w:rsid w:val="002E14DC"/>
    <w:rsid w:val="002E15D2"/>
    <w:rsid w:val="002E18EF"/>
    <w:rsid w:val="002E1C39"/>
    <w:rsid w:val="002E263D"/>
    <w:rsid w:val="002E2783"/>
    <w:rsid w:val="002E28AE"/>
    <w:rsid w:val="002E2FD7"/>
    <w:rsid w:val="002E349B"/>
    <w:rsid w:val="002E3BDF"/>
    <w:rsid w:val="002E3E1D"/>
    <w:rsid w:val="002E43CE"/>
    <w:rsid w:val="002E4592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166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24"/>
    <w:rsid w:val="003141EB"/>
    <w:rsid w:val="00314234"/>
    <w:rsid w:val="0031439A"/>
    <w:rsid w:val="0031456A"/>
    <w:rsid w:val="00314673"/>
    <w:rsid w:val="00314D2E"/>
    <w:rsid w:val="00315231"/>
    <w:rsid w:val="0031581C"/>
    <w:rsid w:val="00315C30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5F7A"/>
    <w:rsid w:val="003267B2"/>
    <w:rsid w:val="003269C5"/>
    <w:rsid w:val="00327651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7CA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1F44"/>
    <w:rsid w:val="00372632"/>
    <w:rsid w:val="003727EF"/>
    <w:rsid w:val="00372EC0"/>
    <w:rsid w:val="0037314C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8C7"/>
    <w:rsid w:val="00374A07"/>
    <w:rsid w:val="00374BC1"/>
    <w:rsid w:val="0037592D"/>
    <w:rsid w:val="0037623F"/>
    <w:rsid w:val="00376558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207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8CA"/>
    <w:rsid w:val="003C1970"/>
    <w:rsid w:val="003C261F"/>
    <w:rsid w:val="003C271F"/>
    <w:rsid w:val="003C29CD"/>
    <w:rsid w:val="003C2AB7"/>
    <w:rsid w:val="003C3235"/>
    <w:rsid w:val="003C3524"/>
    <w:rsid w:val="003C3A7E"/>
    <w:rsid w:val="003C410D"/>
    <w:rsid w:val="003C41A7"/>
    <w:rsid w:val="003C42A3"/>
    <w:rsid w:val="003C446E"/>
    <w:rsid w:val="003C4CF6"/>
    <w:rsid w:val="003C4E25"/>
    <w:rsid w:val="003C5652"/>
    <w:rsid w:val="003C56A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887"/>
    <w:rsid w:val="003F6A95"/>
    <w:rsid w:val="003F6C36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275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6FA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257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5A6D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4CBA"/>
    <w:rsid w:val="004451D8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6F8"/>
    <w:rsid w:val="00450778"/>
    <w:rsid w:val="004508DA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30E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6B5"/>
    <w:rsid w:val="004976C2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578D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17B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5A7"/>
    <w:rsid w:val="004D77B9"/>
    <w:rsid w:val="004D7926"/>
    <w:rsid w:val="004D7CBE"/>
    <w:rsid w:val="004E0B98"/>
    <w:rsid w:val="004E0DBA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79D"/>
    <w:rsid w:val="004E5E4B"/>
    <w:rsid w:val="004E5F37"/>
    <w:rsid w:val="004E602B"/>
    <w:rsid w:val="004E61AD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0E59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1B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4CA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27D17"/>
    <w:rsid w:val="00527F0C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431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7BB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A3E"/>
    <w:rsid w:val="00557CBB"/>
    <w:rsid w:val="00560694"/>
    <w:rsid w:val="0056075E"/>
    <w:rsid w:val="005608F9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443F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10C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C2F"/>
    <w:rsid w:val="00574C79"/>
    <w:rsid w:val="00574CCC"/>
    <w:rsid w:val="00575152"/>
    <w:rsid w:val="0057544C"/>
    <w:rsid w:val="0057637D"/>
    <w:rsid w:val="00576981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2F18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87F73"/>
    <w:rsid w:val="0059001E"/>
    <w:rsid w:val="005901EC"/>
    <w:rsid w:val="00590DB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2FF4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30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3E2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50"/>
    <w:rsid w:val="005D0E77"/>
    <w:rsid w:val="005D1270"/>
    <w:rsid w:val="005D1DF0"/>
    <w:rsid w:val="005D1E96"/>
    <w:rsid w:val="005D1EC3"/>
    <w:rsid w:val="005D2231"/>
    <w:rsid w:val="005D2452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1FD8"/>
    <w:rsid w:val="005E23A7"/>
    <w:rsid w:val="005E2485"/>
    <w:rsid w:val="005E2633"/>
    <w:rsid w:val="005E284D"/>
    <w:rsid w:val="005E28D3"/>
    <w:rsid w:val="005E293A"/>
    <w:rsid w:val="005E2A08"/>
    <w:rsid w:val="005E2A69"/>
    <w:rsid w:val="005E31A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079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0EE3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6A1"/>
    <w:rsid w:val="00603729"/>
    <w:rsid w:val="0060423C"/>
    <w:rsid w:val="006043E1"/>
    <w:rsid w:val="00604460"/>
    <w:rsid w:val="00604580"/>
    <w:rsid w:val="006045F4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16"/>
    <w:rsid w:val="00613FA6"/>
    <w:rsid w:val="006149B0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3E"/>
    <w:rsid w:val="00623B77"/>
    <w:rsid w:val="00623E67"/>
    <w:rsid w:val="0062404B"/>
    <w:rsid w:val="00624152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DA9"/>
    <w:rsid w:val="00627F9E"/>
    <w:rsid w:val="00631024"/>
    <w:rsid w:val="0063158D"/>
    <w:rsid w:val="00631B03"/>
    <w:rsid w:val="00631D24"/>
    <w:rsid w:val="00631DFB"/>
    <w:rsid w:val="00632308"/>
    <w:rsid w:val="00632618"/>
    <w:rsid w:val="0063272F"/>
    <w:rsid w:val="00632977"/>
    <w:rsid w:val="00632B73"/>
    <w:rsid w:val="006335CF"/>
    <w:rsid w:val="0063366E"/>
    <w:rsid w:val="0063373C"/>
    <w:rsid w:val="006338D5"/>
    <w:rsid w:val="0063393A"/>
    <w:rsid w:val="00633BFD"/>
    <w:rsid w:val="00633EAC"/>
    <w:rsid w:val="00633F01"/>
    <w:rsid w:val="00634070"/>
    <w:rsid w:val="00634473"/>
    <w:rsid w:val="0063451E"/>
    <w:rsid w:val="0063466A"/>
    <w:rsid w:val="006346EA"/>
    <w:rsid w:val="00634CBC"/>
    <w:rsid w:val="00634FED"/>
    <w:rsid w:val="0063506F"/>
    <w:rsid w:val="00635338"/>
    <w:rsid w:val="006359A1"/>
    <w:rsid w:val="00635E75"/>
    <w:rsid w:val="006360E3"/>
    <w:rsid w:val="006362F0"/>
    <w:rsid w:val="006364EC"/>
    <w:rsid w:val="006370AB"/>
    <w:rsid w:val="006370D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046"/>
    <w:rsid w:val="00655279"/>
    <w:rsid w:val="00655312"/>
    <w:rsid w:val="006556F3"/>
    <w:rsid w:val="00655F95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7A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BE8"/>
    <w:rsid w:val="00664DCB"/>
    <w:rsid w:val="00664E20"/>
    <w:rsid w:val="00664FED"/>
    <w:rsid w:val="00665AC9"/>
    <w:rsid w:val="006662BE"/>
    <w:rsid w:val="00666476"/>
    <w:rsid w:val="00666579"/>
    <w:rsid w:val="006667EB"/>
    <w:rsid w:val="00666993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093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4A1"/>
    <w:rsid w:val="00685840"/>
    <w:rsid w:val="00685A56"/>
    <w:rsid w:val="00685C3D"/>
    <w:rsid w:val="00685D92"/>
    <w:rsid w:val="0068662E"/>
    <w:rsid w:val="00686CBA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2849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9FE"/>
    <w:rsid w:val="00695D09"/>
    <w:rsid w:val="0069618B"/>
    <w:rsid w:val="00696BC0"/>
    <w:rsid w:val="00696BC1"/>
    <w:rsid w:val="00696CAC"/>
    <w:rsid w:val="00696E88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2E26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D48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5311"/>
    <w:rsid w:val="006C5449"/>
    <w:rsid w:val="006C5734"/>
    <w:rsid w:val="006C59A2"/>
    <w:rsid w:val="006C5DC0"/>
    <w:rsid w:val="006C6123"/>
    <w:rsid w:val="006C6510"/>
    <w:rsid w:val="006C6F04"/>
    <w:rsid w:val="006C7019"/>
    <w:rsid w:val="006C7120"/>
    <w:rsid w:val="006C75FC"/>
    <w:rsid w:val="006C77FA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5F2C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966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579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35E"/>
    <w:rsid w:val="006F2788"/>
    <w:rsid w:val="006F3564"/>
    <w:rsid w:val="006F3B2F"/>
    <w:rsid w:val="006F3E33"/>
    <w:rsid w:val="006F40D7"/>
    <w:rsid w:val="006F4182"/>
    <w:rsid w:val="006F4761"/>
    <w:rsid w:val="006F48A9"/>
    <w:rsid w:val="006F48EC"/>
    <w:rsid w:val="006F49F0"/>
    <w:rsid w:val="006F4CCA"/>
    <w:rsid w:val="006F4DEE"/>
    <w:rsid w:val="006F5166"/>
    <w:rsid w:val="006F594E"/>
    <w:rsid w:val="006F5BEC"/>
    <w:rsid w:val="006F5E5F"/>
    <w:rsid w:val="006F5F01"/>
    <w:rsid w:val="006F5F80"/>
    <w:rsid w:val="006F6751"/>
    <w:rsid w:val="006F6A7F"/>
    <w:rsid w:val="006F710A"/>
    <w:rsid w:val="006F73EB"/>
    <w:rsid w:val="006F7654"/>
    <w:rsid w:val="006F7C20"/>
    <w:rsid w:val="006F7D49"/>
    <w:rsid w:val="0070023B"/>
    <w:rsid w:val="0070026C"/>
    <w:rsid w:val="007005B6"/>
    <w:rsid w:val="00700A95"/>
    <w:rsid w:val="00700D8C"/>
    <w:rsid w:val="007010AD"/>
    <w:rsid w:val="00701101"/>
    <w:rsid w:val="0070168A"/>
    <w:rsid w:val="007016CF"/>
    <w:rsid w:val="007021A9"/>
    <w:rsid w:val="007026BB"/>
    <w:rsid w:val="00702961"/>
    <w:rsid w:val="00702EB8"/>
    <w:rsid w:val="0070304B"/>
    <w:rsid w:val="0070317A"/>
    <w:rsid w:val="00703876"/>
    <w:rsid w:val="007039FD"/>
    <w:rsid w:val="00703CDE"/>
    <w:rsid w:val="007042B5"/>
    <w:rsid w:val="00704D53"/>
    <w:rsid w:val="00704E7D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B49"/>
    <w:rsid w:val="00713D51"/>
    <w:rsid w:val="0071449E"/>
    <w:rsid w:val="00714704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84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6F3B"/>
    <w:rsid w:val="00737290"/>
    <w:rsid w:val="00737D02"/>
    <w:rsid w:val="00737D18"/>
    <w:rsid w:val="00737D79"/>
    <w:rsid w:val="007400EB"/>
    <w:rsid w:val="007404CA"/>
    <w:rsid w:val="00740DB4"/>
    <w:rsid w:val="00740F3B"/>
    <w:rsid w:val="00741136"/>
    <w:rsid w:val="00741427"/>
    <w:rsid w:val="00741B1D"/>
    <w:rsid w:val="00741D5B"/>
    <w:rsid w:val="007420B3"/>
    <w:rsid w:val="00742204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B25"/>
    <w:rsid w:val="00753BC9"/>
    <w:rsid w:val="00753BFB"/>
    <w:rsid w:val="007542A7"/>
    <w:rsid w:val="0075446F"/>
    <w:rsid w:val="0075465B"/>
    <w:rsid w:val="00754752"/>
    <w:rsid w:val="007550B0"/>
    <w:rsid w:val="0075516C"/>
    <w:rsid w:val="0075568B"/>
    <w:rsid w:val="00755878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979"/>
    <w:rsid w:val="00785CAC"/>
    <w:rsid w:val="00786CB7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814"/>
    <w:rsid w:val="00791C0D"/>
    <w:rsid w:val="00791FC6"/>
    <w:rsid w:val="007927B5"/>
    <w:rsid w:val="00792A64"/>
    <w:rsid w:val="00792A8E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DDE"/>
    <w:rsid w:val="00797E1C"/>
    <w:rsid w:val="007A00CA"/>
    <w:rsid w:val="007A03E7"/>
    <w:rsid w:val="007A043F"/>
    <w:rsid w:val="007A0641"/>
    <w:rsid w:val="007A0F1A"/>
    <w:rsid w:val="007A1721"/>
    <w:rsid w:val="007A196F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6DDA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6E28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4FE2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5BE"/>
    <w:rsid w:val="007E2BAF"/>
    <w:rsid w:val="007E3CCE"/>
    <w:rsid w:val="007E446F"/>
    <w:rsid w:val="007E44B5"/>
    <w:rsid w:val="007E44CF"/>
    <w:rsid w:val="007E4557"/>
    <w:rsid w:val="007E48F1"/>
    <w:rsid w:val="007E4CF3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50B5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2FA7"/>
    <w:rsid w:val="00813366"/>
    <w:rsid w:val="008139F0"/>
    <w:rsid w:val="00813A45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12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4C50"/>
    <w:rsid w:val="0084511D"/>
    <w:rsid w:val="00845186"/>
    <w:rsid w:val="008452A4"/>
    <w:rsid w:val="00845319"/>
    <w:rsid w:val="0084536A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260"/>
    <w:rsid w:val="00852371"/>
    <w:rsid w:val="0085262E"/>
    <w:rsid w:val="00852B6C"/>
    <w:rsid w:val="008533FD"/>
    <w:rsid w:val="008536E6"/>
    <w:rsid w:val="00853EAC"/>
    <w:rsid w:val="008542D1"/>
    <w:rsid w:val="00854A26"/>
    <w:rsid w:val="00854CE8"/>
    <w:rsid w:val="0085534E"/>
    <w:rsid w:val="008553B7"/>
    <w:rsid w:val="008559D5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599A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9FC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87373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1ED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B82"/>
    <w:rsid w:val="008A0C24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3C53"/>
    <w:rsid w:val="008B4560"/>
    <w:rsid w:val="008B4E3B"/>
    <w:rsid w:val="008B4F06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2B2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2E8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5ED8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42"/>
    <w:rsid w:val="008F365D"/>
    <w:rsid w:val="008F367B"/>
    <w:rsid w:val="008F38D8"/>
    <w:rsid w:val="008F45C1"/>
    <w:rsid w:val="008F45F1"/>
    <w:rsid w:val="008F4787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0B12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603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C01"/>
    <w:rsid w:val="00911D21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903"/>
    <w:rsid w:val="00915A4A"/>
    <w:rsid w:val="00915C76"/>
    <w:rsid w:val="00915E8A"/>
    <w:rsid w:val="009165B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AB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75F"/>
    <w:rsid w:val="00973A60"/>
    <w:rsid w:val="00973A76"/>
    <w:rsid w:val="00973EBE"/>
    <w:rsid w:val="00974195"/>
    <w:rsid w:val="009743DF"/>
    <w:rsid w:val="009744B9"/>
    <w:rsid w:val="00974683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8B8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DA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BD5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5E3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38B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252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70E"/>
    <w:rsid w:val="00A1396C"/>
    <w:rsid w:val="00A13977"/>
    <w:rsid w:val="00A1488E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39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06AE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4CE2"/>
    <w:rsid w:val="00A352CD"/>
    <w:rsid w:val="00A353D9"/>
    <w:rsid w:val="00A3545A"/>
    <w:rsid w:val="00A35628"/>
    <w:rsid w:val="00A35CC2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51A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282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7CD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8CB"/>
    <w:rsid w:val="00A9092F"/>
    <w:rsid w:val="00A90B01"/>
    <w:rsid w:val="00A90FA0"/>
    <w:rsid w:val="00A91031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2E84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1FF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08B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4B75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666"/>
    <w:rsid w:val="00AC3A31"/>
    <w:rsid w:val="00AC3F49"/>
    <w:rsid w:val="00AC3F69"/>
    <w:rsid w:val="00AC3FCB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73E"/>
    <w:rsid w:val="00AD2950"/>
    <w:rsid w:val="00AD296A"/>
    <w:rsid w:val="00AD2A50"/>
    <w:rsid w:val="00AD2CF6"/>
    <w:rsid w:val="00AD2E79"/>
    <w:rsid w:val="00AD3066"/>
    <w:rsid w:val="00AD3EE4"/>
    <w:rsid w:val="00AD43A2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3C1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142"/>
    <w:rsid w:val="00AE3270"/>
    <w:rsid w:val="00AE3279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98C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2FD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21D"/>
    <w:rsid w:val="00B127C5"/>
    <w:rsid w:val="00B12FCD"/>
    <w:rsid w:val="00B13223"/>
    <w:rsid w:val="00B1325C"/>
    <w:rsid w:val="00B133FE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CD2"/>
    <w:rsid w:val="00B42EC4"/>
    <w:rsid w:val="00B433EC"/>
    <w:rsid w:val="00B43C8F"/>
    <w:rsid w:val="00B44036"/>
    <w:rsid w:val="00B44324"/>
    <w:rsid w:val="00B445B9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20C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CA1"/>
    <w:rsid w:val="00B75E1B"/>
    <w:rsid w:val="00B76037"/>
    <w:rsid w:val="00B761C5"/>
    <w:rsid w:val="00B76B3C"/>
    <w:rsid w:val="00B770CC"/>
    <w:rsid w:val="00B77A6D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8A6"/>
    <w:rsid w:val="00B87E52"/>
    <w:rsid w:val="00B9028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C7"/>
    <w:rsid w:val="00B92E4A"/>
    <w:rsid w:val="00B92F36"/>
    <w:rsid w:val="00B932CD"/>
    <w:rsid w:val="00B93483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75"/>
    <w:rsid w:val="00BA1F93"/>
    <w:rsid w:val="00BA22B5"/>
    <w:rsid w:val="00BA22FB"/>
    <w:rsid w:val="00BA2374"/>
    <w:rsid w:val="00BA24BA"/>
    <w:rsid w:val="00BA28DB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4DA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5B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C7B08"/>
    <w:rsid w:val="00BD0269"/>
    <w:rsid w:val="00BD070D"/>
    <w:rsid w:val="00BD08FA"/>
    <w:rsid w:val="00BD098E"/>
    <w:rsid w:val="00BD1451"/>
    <w:rsid w:val="00BD1D14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B3A"/>
    <w:rsid w:val="00BD4D46"/>
    <w:rsid w:val="00BD5280"/>
    <w:rsid w:val="00BD5591"/>
    <w:rsid w:val="00BD57ED"/>
    <w:rsid w:val="00BD5A7F"/>
    <w:rsid w:val="00BD5C2C"/>
    <w:rsid w:val="00BD65EF"/>
    <w:rsid w:val="00BD6B01"/>
    <w:rsid w:val="00BD6BDE"/>
    <w:rsid w:val="00BD7443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405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C70"/>
    <w:rsid w:val="00C00E1F"/>
    <w:rsid w:val="00C01208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33"/>
    <w:rsid w:val="00C12252"/>
    <w:rsid w:val="00C12DFF"/>
    <w:rsid w:val="00C12EAF"/>
    <w:rsid w:val="00C12EBB"/>
    <w:rsid w:val="00C1303B"/>
    <w:rsid w:val="00C133F5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9BB"/>
    <w:rsid w:val="00C24B0F"/>
    <w:rsid w:val="00C24BAA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C60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36A6"/>
    <w:rsid w:val="00C33B7F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2B58"/>
    <w:rsid w:val="00C43294"/>
    <w:rsid w:val="00C432E2"/>
    <w:rsid w:val="00C43694"/>
    <w:rsid w:val="00C442DB"/>
    <w:rsid w:val="00C443C0"/>
    <w:rsid w:val="00C445C8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67B"/>
    <w:rsid w:val="00C6072E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C51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3FFB"/>
    <w:rsid w:val="00C64163"/>
    <w:rsid w:val="00C6428B"/>
    <w:rsid w:val="00C64471"/>
    <w:rsid w:val="00C64493"/>
    <w:rsid w:val="00C645A4"/>
    <w:rsid w:val="00C647E0"/>
    <w:rsid w:val="00C64E21"/>
    <w:rsid w:val="00C64EBB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2B1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2C3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7AC"/>
    <w:rsid w:val="00C77A3B"/>
    <w:rsid w:val="00C77B57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C6C"/>
    <w:rsid w:val="00C82F2C"/>
    <w:rsid w:val="00C82F78"/>
    <w:rsid w:val="00C8332E"/>
    <w:rsid w:val="00C8345A"/>
    <w:rsid w:val="00C8365C"/>
    <w:rsid w:val="00C83716"/>
    <w:rsid w:val="00C83F5E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7F9"/>
    <w:rsid w:val="00C929E4"/>
    <w:rsid w:val="00C92F6A"/>
    <w:rsid w:val="00C933C4"/>
    <w:rsid w:val="00C933CA"/>
    <w:rsid w:val="00C93CA7"/>
    <w:rsid w:val="00C9418C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963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947"/>
    <w:rsid w:val="00CB4B0E"/>
    <w:rsid w:val="00CB4B25"/>
    <w:rsid w:val="00CB5EE7"/>
    <w:rsid w:val="00CB79C5"/>
    <w:rsid w:val="00CC00E0"/>
    <w:rsid w:val="00CC0608"/>
    <w:rsid w:val="00CC087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1D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25D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041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7C0"/>
    <w:rsid w:val="00CF4CE4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230E"/>
    <w:rsid w:val="00D03C6A"/>
    <w:rsid w:val="00D04647"/>
    <w:rsid w:val="00D04AC9"/>
    <w:rsid w:val="00D05EAC"/>
    <w:rsid w:val="00D06595"/>
    <w:rsid w:val="00D06EFB"/>
    <w:rsid w:val="00D07131"/>
    <w:rsid w:val="00D07155"/>
    <w:rsid w:val="00D07967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3A2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3DFF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370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9EE"/>
    <w:rsid w:val="00D44ACB"/>
    <w:rsid w:val="00D45254"/>
    <w:rsid w:val="00D452F2"/>
    <w:rsid w:val="00D45354"/>
    <w:rsid w:val="00D4546C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24B"/>
    <w:rsid w:val="00D552CB"/>
    <w:rsid w:val="00D5544F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1E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625"/>
    <w:rsid w:val="00D7278A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2FD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A06"/>
    <w:rsid w:val="00D81BFC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76C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B73A9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2D61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4ECB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09"/>
    <w:rsid w:val="00E01130"/>
    <w:rsid w:val="00E011F0"/>
    <w:rsid w:val="00E019D2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388"/>
    <w:rsid w:val="00E12781"/>
    <w:rsid w:val="00E12826"/>
    <w:rsid w:val="00E1285D"/>
    <w:rsid w:val="00E12CBF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0C7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5E"/>
    <w:rsid w:val="00E457E8"/>
    <w:rsid w:val="00E458E8"/>
    <w:rsid w:val="00E4595B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3C27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7E0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702"/>
    <w:rsid w:val="00E81891"/>
    <w:rsid w:val="00E819AC"/>
    <w:rsid w:val="00E81DBC"/>
    <w:rsid w:val="00E81E3F"/>
    <w:rsid w:val="00E81F90"/>
    <w:rsid w:val="00E82607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42B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46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A7E14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11"/>
    <w:rsid w:val="00EC7A44"/>
    <w:rsid w:val="00EC7A91"/>
    <w:rsid w:val="00ED0185"/>
    <w:rsid w:val="00ED07F7"/>
    <w:rsid w:val="00ED105D"/>
    <w:rsid w:val="00ED111B"/>
    <w:rsid w:val="00ED17F3"/>
    <w:rsid w:val="00ED2040"/>
    <w:rsid w:val="00ED27D7"/>
    <w:rsid w:val="00ED2E98"/>
    <w:rsid w:val="00ED3063"/>
    <w:rsid w:val="00ED338D"/>
    <w:rsid w:val="00ED3A65"/>
    <w:rsid w:val="00ED3C05"/>
    <w:rsid w:val="00ED4A81"/>
    <w:rsid w:val="00ED4B66"/>
    <w:rsid w:val="00ED5AD8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37D0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5E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83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28B"/>
    <w:rsid w:val="00F0383F"/>
    <w:rsid w:val="00F039FC"/>
    <w:rsid w:val="00F03F01"/>
    <w:rsid w:val="00F04142"/>
    <w:rsid w:val="00F044D1"/>
    <w:rsid w:val="00F04EA0"/>
    <w:rsid w:val="00F05211"/>
    <w:rsid w:val="00F05232"/>
    <w:rsid w:val="00F053EC"/>
    <w:rsid w:val="00F0564C"/>
    <w:rsid w:val="00F05652"/>
    <w:rsid w:val="00F0600B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33D"/>
    <w:rsid w:val="00F114F7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599D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42E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0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7D1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1AF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6D6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018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4CB5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30C"/>
    <w:rsid w:val="00F749E1"/>
    <w:rsid w:val="00F75369"/>
    <w:rsid w:val="00F753FE"/>
    <w:rsid w:val="00F75EF7"/>
    <w:rsid w:val="00F75FD5"/>
    <w:rsid w:val="00F7660D"/>
    <w:rsid w:val="00F76918"/>
    <w:rsid w:val="00F76BDB"/>
    <w:rsid w:val="00F773F8"/>
    <w:rsid w:val="00F77D1C"/>
    <w:rsid w:val="00F77E01"/>
    <w:rsid w:val="00F8087C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2F12"/>
    <w:rsid w:val="00F83850"/>
    <w:rsid w:val="00F83940"/>
    <w:rsid w:val="00F83D82"/>
    <w:rsid w:val="00F84308"/>
    <w:rsid w:val="00F8461D"/>
    <w:rsid w:val="00F84EF3"/>
    <w:rsid w:val="00F84F0A"/>
    <w:rsid w:val="00F855F2"/>
    <w:rsid w:val="00F85870"/>
    <w:rsid w:val="00F85AD8"/>
    <w:rsid w:val="00F86259"/>
    <w:rsid w:val="00F868D5"/>
    <w:rsid w:val="00F8699B"/>
    <w:rsid w:val="00F86E04"/>
    <w:rsid w:val="00F87048"/>
    <w:rsid w:val="00F87071"/>
    <w:rsid w:val="00F87077"/>
    <w:rsid w:val="00F874A0"/>
    <w:rsid w:val="00F876A9"/>
    <w:rsid w:val="00F8796A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459"/>
    <w:rsid w:val="00FB57B6"/>
    <w:rsid w:val="00FB592D"/>
    <w:rsid w:val="00FB5FE7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12E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F1"/>
    <w:rsid w:val="00FD5C05"/>
    <w:rsid w:val="00FD5FD1"/>
    <w:rsid w:val="00FD62B4"/>
    <w:rsid w:val="00FD6BEB"/>
    <w:rsid w:val="00FD79DC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2CE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EBC296-5654-4E21-B45C-FFE60813ED3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CE28F-2F5D-4DEE-8B8F-B53A700A4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6ED53-258B-4119-8207-82D4A1527B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106</TotalTime>
  <Pages>12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Jennarong, Panarin</cp:lastModifiedBy>
  <cp:revision>41</cp:revision>
  <cp:lastPrinted>2024-08-02T04:13:00Z</cp:lastPrinted>
  <dcterms:created xsi:type="dcterms:W3CDTF">2024-07-25T04:16:00Z</dcterms:created>
  <dcterms:modified xsi:type="dcterms:W3CDTF">2024-08-09T09:38:00Z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